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A6" w:rsidRPr="00AF62FA" w:rsidRDefault="006D4762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5940425" cy="8377714"/>
            <wp:effectExtent l="0" t="0" r="0" b="0"/>
            <wp:docPr id="1" name="Рисунок 1" descr="N:\Лучшие практики Фрунзе\Для загрузки на сайт\В ИРО Базовый уровень\скан титул.фрунз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Лучшие практики Фрунзе\Для загрузки на сайт\В ИРО Базовый уровень\скан титул.фрунзе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7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1157930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D4762" w:rsidRDefault="006D4762" w:rsidP="00C613A6">
          <w:pPr>
            <w:pStyle w:val="af2"/>
            <w:spacing w:line="360" w:lineRule="auto"/>
            <w:rPr>
              <w:rFonts w:ascii="Calibri" w:eastAsia="Calibri" w:hAnsi="Calibri" w:cs="Times New Roman"/>
              <w:color w:val="auto"/>
              <w:sz w:val="22"/>
              <w:szCs w:val="22"/>
              <w:lang w:eastAsia="en-US"/>
            </w:rPr>
          </w:pPr>
        </w:p>
        <w:p w:rsidR="006D4762" w:rsidRDefault="006D4762" w:rsidP="00C613A6">
          <w:pPr>
            <w:pStyle w:val="af2"/>
            <w:spacing w:line="360" w:lineRule="auto"/>
            <w:rPr>
              <w:rFonts w:ascii="Calibri" w:eastAsia="Calibri" w:hAnsi="Calibri" w:cs="Times New Roman"/>
              <w:color w:val="auto"/>
              <w:sz w:val="22"/>
              <w:szCs w:val="22"/>
              <w:lang w:eastAsia="en-US"/>
            </w:rPr>
          </w:pPr>
        </w:p>
        <w:p w:rsidR="006D4762" w:rsidRDefault="006D4762" w:rsidP="00C613A6">
          <w:pPr>
            <w:pStyle w:val="af2"/>
            <w:spacing w:line="360" w:lineRule="auto"/>
            <w:rPr>
              <w:rFonts w:ascii="Calibri" w:eastAsia="Calibri" w:hAnsi="Calibri" w:cs="Times New Roman"/>
              <w:color w:val="auto"/>
              <w:sz w:val="22"/>
              <w:szCs w:val="22"/>
              <w:lang w:eastAsia="en-US"/>
            </w:rPr>
          </w:pPr>
        </w:p>
        <w:p w:rsidR="00C613A6" w:rsidRPr="00C613A6" w:rsidRDefault="00C613A6" w:rsidP="00C613A6">
          <w:pPr>
            <w:pStyle w:val="af2"/>
            <w:spacing w:line="360" w:lineRule="auto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C613A6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C613A6" w:rsidRPr="00C613A6" w:rsidRDefault="00C613A6" w:rsidP="00107BC0">
          <w:pPr>
            <w:pStyle w:val="23"/>
            <w:tabs>
              <w:tab w:val="right" w:leader="dot" w:pos="9345"/>
            </w:tabs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r w:rsidRPr="00C613A6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C613A6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613A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46325136" w:history="1">
            <w:r w:rsidRPr="00C613A6">
              <w:rPr>
                <w:rStyle w:val="a7"/>
                <w:rFonts w:ascii="Times New Roman" w:hAnsi="Times New Roman"/>
                <w:b/>
                <w:noProof/>
                <w:color w:val="auto"/>
                <w:sz w:val="28"/>
                <w:szCs w:val="28"/>
              </w:rPr>
              <w:t>Раздел №1 «Комплекс основных характеристик образования:</w:t>
            </w:r>
          </w:hyperlink>
        </w:p>
        <w:p w:rsidR="00C613A6" w:rsidRPr="00C613A6" w:rsidRDefault="006D4762" w:rsidP="00107BC0">
          <w:pPr>
            <w:pStyle w:val="23"/>
            <w:tabs>
              <w:tab w:val="right" w:leader="dot" w:pos="9345"/>
            </w:tabs>
            <w:ind w:left="0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37" w:history="1">
            <w:r w:rsidR="00C613A6" w:rsidRPr="00C613A6">
              <w:rPr>
                <w:rStyle w:val="a7"/>
                <w:rFonts w:ascii="Times New Roman" w:hAnsi="Times New Roman"/>
                <w:b/>
                <w:noProof/>
                <w:color w:val="auto"/>
                <w:sz w:val="28"/>
                <w:szCs w:val="28"/>
              </w:rPr>
              <w:t>объем, содержание, планируемые результаты»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_Toc46325137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left" w:pos="880"/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38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</w:rPr>
              <w:t>1.1.</w:t>
            </w:r>
            <w:r w:rsidR="00C613A6" w:rsidRPr="00C613A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</w:rPr>
              <w:t>Пояснительная записка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_Toc46325138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left" w:pos="880"/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39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</w:rPr>
              <w:t>1.2.</w:t>
            </w:r>
            <w:r w:rsidR="00C613A6" w:rsidRPr="00C613A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</w:rPr>
              <w:t>Цель и задачи программы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_Toc46325139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left" w:pos="880"/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43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1.3.</w:t>
            </w:r>
            <w:r w:rsidR="00C613A6" w:rsidRPr="00C613A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Содержание программы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_Toc46325143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left" w:pos="880"/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47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</w:rPr>
              <w:t>1.4.</w:t>
            </w:r>
            <w:r w:rsidR="00C613A6" w:rsidRPr="00C613A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</w:rPr>
              <w:t>Планируемые результаты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_Toc46325147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48" w:history="1">
            <w:r w:rsidR="00C613A6" w:rsidRPr="00C613A6">
              <w:rPr>
                <w:rStyle w:val="a7"/>
                <w:rFonts w:ascii="Times New Roman" w:hAnsi="Times New Roman"/>
                <w:b/>
                <w:noProof/>
                <w:color w:val="auto"/>
                <w:sz w:val="28"/>
                <w:szCs w:val="28"/>
                <w:lang w:eastAsia="ru-RU"/>
              </w:rPr>
              <w:t>Раздел № 2 «Комплекс организационно-педагогических услови</w:t>
            </w:r>
            <w:r w:rsidR="00964323">
              <w:rPr>
                <w:rStyle w:val="a7"/>
                <w:rFonts w:ascii="Times New Roman" w:hAnsi="Times New Roman"/>
                <w:b/>
                <w:noProof/>
                <w:color w:val="auto"/>
                <w:sz w:val="28"/>
                <w:szCs w:val="28"/>
                <w:lang w:eastAsia="ru-RU"/>
              </w:rPr>
              <w:t>й, включающий формы аттестации»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_Toc46325148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49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</w:rPr>
              <w:t>2.1. Календарный учебный график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_Toc46325149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50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2.2. Условия реализации программы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_Toc46325150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51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2.3. Формы аттестации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_Toc46325151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22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52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</w:rPr>
              <w:t>2.4. Оценочные материалы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_Toc46325152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23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53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2.5. Методические материалы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_Toc46325153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23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Pr="00C613A6" w:rsidRDefault="006D4762" w:rsidP="00964323">
          <w:pPr>
            <w:pStyle w:val="23"/>
            <w:tabs>
              <w:tab w:val="right" w:leader="dot" w:pos="9345"/>
            </w:tabs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46325154" w:history="1">
            <w:r w:rsidR="00C613A6" w:rsidRPr="00C613A6">
              <w:rPr>
                <w:rStyle w:val="a7"/>
                <w:rFonts w:ascii="Times New Roman" w:hAnsi="Times New Roman"/>
                <w:noProof/>
                <w:color w:val="auto"/>
                <w:sz w:val="28"/>
                <w:szCs w:val="28"/>
              </w:rPr>
              <w:t>2.6. Список литературы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_Toc46325154 \h </w:instrTex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6692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26</w:t>
            </w:r>
            <w:r w:rsidR="00C613A6" w:rsidRPr="00C613A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3A6" w:rsidRDefault="00C613A6" w:rsidP="00C613A6">
          <w:pPr>
            <w:spacing w:line="360" w:lineRule="auto"/>
          </w:pPr>
          <w:r w:rsidRPr="00C613A6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46325136"/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B96" w:rsidRDefault="00993B96" w:rsidP="00AF62FA">
      <w:pPr>
        <w:pStyle w:val="2"/>
        <w:jc w:val="center"/>
        <w:rPr>
          <w:rFonts w:ascii="Calibri" w:eastAsia="Calibri" w:hAnsi="Calibri" w:cs="Times New Roman"/>
          <w:color w:val="auto"/>
          <w:sz w:val="22"/>
          <w:szCs w:val="22"/>
        </w:rPr>
      </w:pPr>
    </w:p>
    <w:p w:rsidR="00993B96" w:rsidRDefault="00993B96" w:rsidP="00993B96"/>
    <w:p w:rsidR="00993B96" w:rsidRDefault="00993B96" w:rsidP="00993B96"/>
    <w:p w:rsidR="00993B96" w:rsidRPr="00993B96" w:rsidRDefault="00993B96" w:rsidP="00993B96">
      <w:pPr>
        <w:jc w:val="center"/>
      </w:pPr>
    </w:p>
    <w:p w:rsidR="00993B96" w:rsidRDefault="00993B96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31D76" w:rsidRPr="00AF62FA" w:rsidRDefault="007A473F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F62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Раздел </w:t>
      </w:r>
      <w:r w:rsidR="00670904" w:rsidRPr="00AF62FA">
        <w:rPr>
          <w:rFonts w:ascii="Times New Roman" w:hAnsi="Times New Roman" w:cs="Times New Roman"/>
          <w:b/>
          <w:color w:val="auto"/>
          <w:sz w:val="28"/>
          <w:szCs w:val="28"/>
        </w:rPr>
        <w:t>№</w:t>
      </w:r>
      <w:r w:rsidR="00E91AC1" w:rsidRPr="00AF62FA">
        <w:rPr>
          <w:rFonts w:ascii="Times New Roman" w:hAnsi="Times New Roman" w:cs="Times New Roman"/>
          <w:b/>
          <w:color w:val="auto"/>
          <w:sz w:val="28"/>
          <w:szCs w:val="28"/>
        </w:rPr>
        <w:t>1 «</w:t>
      </w:r>
      <w:r w:rsidRPr="00AF62FA">
        <w:rPr>
          <w:rFonts w:ascii="Times New Roman" w:hAnsi="Times New Roman" w:cs="Times New Roman"/>
          <w:b/>
          <w:color w:val="auto"/>
          <w:sz w:val="28"/>
          <w:szCs w:val="28"/>
        </w:rPr>
        <w:t>Комплекс основных характеристик образования:</w:t>
      </w:r>
      <w:bookmarkEnd w:id="0"/>
    </w:p>
    <w:p w:rsidR="007A473F" w:rsidRPr="00AF62FA" w:rsidRDefault="007A473F" w:rsidP="00AF62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46325137"/>
      <w:r w:rsidRPr="00AF62FA">
        <w:rPr>
          <w:rFonts w:ascii="Times New Roman" w:hAnsi="Times New Roman" w:cs="Times New Roman"/>
          <w:b/>
          <w:color w:val="auto"/>
          <w:sz w:val="28"/>
          <w:szCs w:val="28"/>
        </w:rPr>
        <w:t>объем, сод</w:t>
      </w:r>
      <w:r w:rsidR="00DB1AAF" w:rsidRPr="00AF62FA">
        <w:rPr>
          <w:rFonts w:ascii="Times New Roman" w:hAnsi="Times New Roman" w:cs="Times New Roman"/>
          <w:b/>
          <w:color w:val="auto"/>
          <w:sz w:val="28"/>
          <w:szCs w:val="28"/>
        </w:rPr>
        <w:t>ержание, планируемые результаты</w:t>
      </w:r>
      <w:r w:rsidRPr="00AF62FA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bookmarkEnd w:id="1"/>
    </w:p>
    <w:p w:rsidR="00833C50" w:rsidRPr="00AF62FA" w:rsidRDefault="00833C50" w:rsidP="00AF62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6120" w:rsidRPr="00A86120" w:rsidRDefault="007A473F" w:rsidP="00A86120">
      <w:pPr>
        <w:pStyle w:val="2"/>
        <w:numPr>
          <w:ilvl w:val="1"/>
          <w:numId w:val="40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6325138"/>
      <w:r w:rsidRPr="00AF62FA">
        <w:rPr>
          <w:rFonts w:ascii="Times New Roman" w:hAnsi="Times New Roman" w:cs="Times New Roman"/>
          <w:b/>
          <w:color w:val="auto"/>
          <w:sz w:val="28"/>
          <w:szCs w:val="28"/>
        </w:rPr>
        <w:t>Пояснительная записка</w:t>
      </w:r>
      <w:bookmarkEnd w:id="2"/>
    </w:p>
    <w:p w:rsidR="00931D76" w:rsidRPr="00AF62FA" w:rsidRDefault="00931D76" w:rsidP="00931D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473F" w:rsidRPr="00AF62FA" w:rsidRDefault="00DB1AAF" w:rsidP="00DB1AA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ab/>
      </w:r>
      <w:r w:rsidR="00C4120C" w:rsidRPr="00AF62FA">
        <w:rPr>
          <w:rFonts w:ascii="Times New Roman" w:hAnsi="Times New Roman"/>
          <w:sz w:val="28"/>
          <w:szCs w:val="28"/>
        </w:rPr>
        <w:t>Дополнительная общеобразовательная общеразвивающая программа «Перспектива»</w:t>
      </w:r>
      <w:r w:rsidR="00E75FE7" w:rsidRPr="00AF62FA">
        <w:rPr>
          <w:rFonts w:ascii="Times New Roman" w:hAnsi="Times New Roman"/>
          <w:sz w:val="28"/>
          <w:szCs w:val="28"/>
        </w:rPr>
        <w:t xml:space="preserve"> (далее – программа)</w:t>
      </w:r>
      <w:r w:rsidR="00C4120C" w:rsidRPr="00AF62FA">
        <w:rPr>
          <w:rFonts w:ascii="Times New Roman" w:hAnsi="Times New Roman"/>
          <w:sz w:val="28"/>
          <w:szCs w:val="28"/>
        </w:rPr>
        <w:t xml:space="preserve"> реализуется по </w:t>
      </w:r>
      <w:r w:rsidR="00C4120C" w:rsidRPr="00AF62FA">
        <w:rPr>
          <w:rFonts w:ascii="Times New Roman" w:hAnsi="Times New Roman"/>
          <w:b/>
          <w:sz w:val="28"/>
          <w:szCs w:val="28"/>
        </w:rPr>
        <w:t>технической направленности</w:t>
      </w:r>
      <w:r w:rsidR="00C4120C" w:rsidRPr="00AF62FA">
        <w:rPr>
          <w:rFonts w:ascii="Times New Roman" w:hAnsi="Times New Roman"/>
          <w:sz w:val="28"/>
          <w:szCs w:val="28"/>
        </w:rPr>
        <w:t>.</w:t>
      </w:r>
      <w:r w:rsidR="00C4120C" w:rsidRPr="00AF62FA">
        <w:rPr>
          <w:rFonts w:ascii="Times New Roman" w:hAnsi="Times New Roman"/>
          <w:b/>
          <w:sz w:val="28"/>
          <w:szCs w:val="28"/>
        </w:rPr>
        <w:t xml:space="preserve"> </w:t>
      </w:r>
      <w:r w:rsidR="00E75FE7" w:rsidRPr="00AF62FA">
        <w:rPr>
          <w:rFonts w:ascii="Times New Roman CYR" w:hAnsi="Times New Roman CYR" w:cs="Times New Roman CYR"/>
          <w:sz w:val="28"/>
          <w:szCs w:val="28"/>
        </w:rPr>
        <w:t>Программа</w:t>
      </w:r>
      <w:r w:rsidR="00E75FE7" w:rsidRPr="00AF62F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8B0917" w:rsidRPr="00AF62FA">
        <w:rPr>
          <w:rFonts w:ascii="Times New Roman CYR" w:hAnsi="Times New Roman CYR" w:cs="Times New Roman CYR"/>
          <w:sz w:val="28"/>
          <w:szCs w:val="28"/>
        </w:rPr>
        <w:t>предполагает изучение</w:t>
      </w:r>
      <w:r w:rsidR="00E75FE7" w:rsidRPr="00AF62F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75FE7" w:rsidRPr="00AF62FA">
        <w:rPr>
          <w:rFonts w:ascii="Times New Roman" w:hAnsi="Times New Roman"/>
          <w:sz w:val="28"/>
          <w:szCs w:val="28"/>
        </w:rPr>
        <w:t>специфики</w:t>
      </w:r>
      <w:r w:rsidR="007A473F" w:rsidRPr="00AF62FA">
        <w:rPr>
          <w:rFonts w:ascii="Times New Roman" w:hAnsi="Times New Roman"/>
          <w:sz w:val="28"/>
          <w:szCs w:val="28"/>
        </w:rPr>
        <w:t xml:space="preserve"> работы с цифровыми зеркальным</w:t>
      </w:r>
      <w:r w:rsidR="00617B84" w:rsidRPr="00AF62FA">
        <w:rPr>
          <w:rFonts w:ascii="Times New Roman" w:hAnsi="Times New Roman"/>
          <w:sz w:val="28"/>
          <w:szCs w:val="28"/>
        </w:rPr>
        <w:t xml:space="preserve">и и </w:t>
      </w:r>
      <w:proofErr w:type="spellStart"/>
      <w:r w:rsidR="00617B84" w:rsidRPr="00AF62FA">
        <w:rPr>
          <w:rFonts w:ascii="Times New Roman" w:hAnsi="Times New Roman"/>
          <w:sz w:val="28"/>
          <w:szCs w:val="28"/>
        </w:rPr>
        <w:t>беззеркальными</w:t>
      </w:r>
      <w:proofErr w:type="spellEnd"/>
      <w:r w:rsidR="00617B84" w:rsidRPr="00AF62FA">
        <w:rPr>
          <w:rFonts w:ascii="Times New Roman" w:hAnsi="Times New Roman"/>
          <w:sz w:val="28"/>
          <w:szCs w:val="28"/>
        </w:rPr>
        <w:t xml:space="preserve"> фотокамерами, </w:t>
      </w:r>
      <w:r w:rsidR="007A473F" w:rsidRPr="00AF62FA">
        <w:rPr>
          <w:rFonts w:ascii="Times New Roman" w:hAnsi="Times New Roman"/>
          <w:sz w:val="28"/>
          <w:szCs w:val="28"/>
        </w:rPr>
        <w:t>сопоставл</w:t>
      </w:r>
      <w:r w:rsidR="00617B84" w:rsidRPr="00AF62FA">
        <w:rPr>
          <w:rFonts w:ascii="Times New Roman" w:hAnsi="Times New Roman"/>
          <w:sz w:val="28"/>
          <w:szCs w:val="28"/>
        </w:rPr>
        <w:t>ения и правильного</w:t>
      </w:r>
      <w:r w:rsidR="007A473F" w:rsidRPr="00AF62FA">
        <w:rPr>
          <w:rFonts w:ascii="Times New Roman" w:hAnsi="Times New Roman"/>
          <w:sz w:val="28"/>
          <w:szCs w:val="28"/>
        </w:rPr>
        <w:t xml:space="preserve"> выстраива</w:t>
      </w:r>
      <w:r w:rsidR="00617B84" w:rsidRPr="00AF62FA">
        <w:rPr>
          <w:rFonts w:ascii="Times New Roman" w:hAnsi="Times New Roman"/>
          <w:sz w:val="28"/>
          <w:szCs w:val="28"/>
        </w:rPr>
        <w:t xml:space="preserve">ния </w:t>
      </w:r>
      <w:r w:rsidR="00713217" w:rsidRPr="00AF62FA">
        <w:rPr>
          <w:rFonts w:ascii="Times New Roman" w:hAnsi="Times New Roman"/>
          <w:sz w:val="28"/>
          <w:szCs w:val="28"/>
        </w:rPr>
        <w:t>параметров</w:t>
      </w:r>
      <w:r w:rsidR="007A473F" w:rsidRPr="00AF62FA">
        <w:rPr>
          <w:rFonts w:ascii="Times New Roman" w:hAnsi="Times New Roman"/>
          <w:sz w:val="28"/>
          <w:szCs w:val="28"/>
        </w:rPr>
        <w:t xml:space="preserve"> выдержки, диафрагмы и светочувствительности </w:t>
      </w:r>
      <w:r w:rsidR="008B0917" w:rsidRPr="00AF62FA">
        <w:rPr>
          <w:rFonts w:ascii="Times New Roman" w:hAnsi="Times New Roman"/>
          <w:sz w:val="28"/>
          <w:szCs w:val="28"/>
        </w:rPr>
        <w:t>учитывая условия</w:t>
      </w:r>
      <w:r w:rsidR="007A473F" w:rsidRPr="00AF62FA">
        <w:rPr>
          <w:rFonts w:ascii="Times New Roman" w:hAnsi="Times New Roman"/>
          <w:sz w:val="28"/>
          <w:szCs w:val="28"/>
        </w:rPr>
        <w:t xml:space="preserve"> освещения. </w:t>
      </w:r>
      <w:r w:rsidR="008B0917" w:rsidRPr="00AF62FA">
        <w:rPr>
          <w:rFonts w:ascii="Times New Roman" w:hAnsi="Times New Roman"/>
          <w:sz w:val="28"/>
          <w:szCs w:val="28"/>
        </w:rPr>
        <w:t>Программа раскрывает</w:t>
      </w:r>
      <w:r w:rsidR="00617B84" w:rsidRPr="00AF62FA">
        <w:rPr>
          <w:rFonts w:ascii="Times New Roman" w:hAnsi="Times New Roman"/>
          <w:sz w:val="28"/>
          <w:szCs w:val="28"/>
        </w:rPr>
        <w:t xml:space="preserve"> особенности работы</w:t>
      </w:r>
      <w:r w:rsidR="007A473F" w:rsidRPr="00AF62FA">
        <w:rPr>
          <w:rFonts w:ascii="Times New Roman" w:hAnsi="Times New Roman"/>
          <w:sz w:val="28"/>
          <w:szCs w:val="28"/>
        </w:rPr>
        <w:t xml:space="preserve"> с программными редакторами и специализированными приложениями для обработки фотографий.</w:t>
      </w:r>
      <w:r w:rsidR="00617B84" w:rsidRPr="00AF62FA">
        <w:rPr>
          <w:rFonts w:ascii="Times New Roman" w:hAnsi="Times New Roman"/>
          <w:sz w:val="28"/>
          <w:szCs w:val="28"/>
        </w:rPr>
        <w:t xml:space="preserve"> </w:t>
      </w:r>
    </w:p>
    <w:p w:rsidR="007A473F" w:rsidRPr="00AF62FA" w:rsidRDefault="00A86120" w:rsidP="00713217">
      <w:pPr>
        <w:spacing w:after="0"/>
        <w:ind w:firstLine="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8B0917" w:rsidRPr="00AF62FA">
        <w:rPr>
          <w:rFonts w:ascii="Times New Roman" w:hAnsi="Times New Roman"/>
          <w:b/>
          <w:sz w:val="28"/>
          <w:szCs w:val="28"/>
        </w:rPr>
        <w:t>является</w:t>
      </w:r>
      <w:r w:rsidR="007A473F" w:rsidRPr="00AF62FA">
        <w:rPr>
          <w:rFonts w:ascii="Times New Roman" w:hAnsi="Times New Roman"/>
          <w:b/>
          <w:sz w:val="28"/>
          <w:szCs w:val="28"/>
        </w:rPr>
        <w:t xml:space="preserve"> авторской. </w:t>
      </w:r>
      <w:r w:rsidR="00617B84" w:rsidRPr="00AF62FA">
        <w:rPr>
          <w:rFonts w:ascii="Times New Roman" w:hAnsi="Times New Roman"/>
          <w:sz w:val="28"/>
          <w:szCs w:val="28"/>
        </w:rPr>
        <w:t>При</w:t>
      </w:r>
      <w:r w:rsidR="007A473F" w:rsidRPr="00AF62FA">
        <w:rPr>
          <w:rFonts w:ascii="Times New Roman" w:hAnsi="Times New Roman"/>
          <w:sz w:val="28"/>
          <w:szCs w:val="28"/>
        </w:rPr>
        <w:t xml:space="preserve"> разработке </w:t>
      </w:r>
      <w:r w:rsidR="00617B84" w:rsidRPr="00AF62FA">
        <w:rPr>
          <w:rFonts w:ascii="Times New Roman" w:hAnsi="Times New Roman"/>
          <w:sz w:val="28"/>
          <w:szCs w:val="28"/>
        </w:rPr>
        <w:t xml:space="preserve"> программы </w:t>
      </w:r>
      <w:r w:rsidR="007A473F" w:rsidRPr="00AF62FA">
        <w:rPr>
          <w:rFonts w:ascii="Times New Roman" w:hAnsi="Times New Roman"/>
          <w:sz w:val="28"/>
          <w:szCs w:val="28"/>
        </w:rPr>
        <w:t>использовались</w:t>
      </w:r>
      <w:r w:rsidR="00080449" w:rsidRPr="00AF62FA">
        <w:rPr>
          <w:rFonts w:ascii="Times New Roman" w:hAnsi="Times New Roman"/>
          <w:sz w:val="28"/>
          <w:szCs w:val="28"/>
        </w:rPr>
        <w:t xml:space="preserve"> </w:t>
      </w:r>
      <w:r w:rsidR="00824B8C" w:rsidRPr="00AF62FA">
        <w:rPr>
          <w:rFonts w:ascii="Times New Roman" w:hAnsi="Times New Roman"/>
          <w:sz w:val="28"/>
          <w:szCs w:val="28"/>
        </w:rPr>
        <w:t>видео</w:t>
      </w:r>
      <w:r w:rsidR="00824B8C">
        <w:rPr>
          <w:rFonts w:ascii="Times New Roman" w:hAnsi="Times New Roman"/>
          <w:sz w:val="28"/>
          <w:szCs w:val="28"/>
        </w:rPr>
        <w:t xml:space="preserve"> уроки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фэшн</w:t>
      </w:r>
      <w:proofErr w:type="spellEnd"/>
      <w:r w:rsidR="007A473F" w:rsidRPr="00AF62FA">
        <w:rPr>
          <w:rFonts w:ascii="Times New Roman" w:hAnsi="Times New Roman"/>
          <w:sz w:val="28"/>
          <w:szCs w:val="28"/>
        </w:rPr>
        <w:t xml:space="preserve"> пор</w:t>
      </w:r>
      <w:r w:rsidR="00617B84" w:rsidRPr="00AF62FA">
        <w:rPr>
          <w:rFonts w:ascii="Times New Roman" w:hAnsi="Times New Roman"/>
          <w:sz w:val="28"/>
          <w:szCs w:val="28"/>
        </w:rPr>
        <w:t>третного фотографа Олега Зотова,  к</w:t>
      </w:r>
      <w:r w:rsidR="007A473F" w:rsidRPr="00AF62FA">
        <w:rPr>
          <w:rFonts w:ascii="Times New Roman" w:hAnsi="Times New Roman"/>
          <w:sz w:val="28"/>
          <w:szCs w:val="28"/>
        </w:rPr>
        <w:t xml:space="preserve">омплекс занятий с импульсным светом от </w:t>
      </w:r>
      <w:r w:rsidR="00A6250C" w:rsidRPr="00AF62FA">
        <w:rPr>
          <w:rFonts w:ascii="Times New Roman" w:hAnsi="Times New Roman"/>
          <w:sz w:val="28"/>
          <w:szCs w:val="28"/>
        </w:rPr>
        <w:t xml:space="preserve">производителя техники </w:t>
      </w:r>
      <w:r w:rsidR="00080449" w:rsidRPr="00AF62FA">
        <w:rPr>
          <w:rFonts w:ascii="Times New Roman" w:hAnsi="Times New Roman"/>
          <w:sz w:val="28"/>
          <w:szCs w:val="28"/>
        </w:rPr>
        <w:t>«</w:t>
      </w:r>
      <w:proofErr w:type="spellStart"/>
      <w:r w:rsidR="00A6250C" w:rsidRPr="00AF62FA">
        <w:rPr>
          <w:rFonts w:ascii="Times New Roman" w:hAnsi="Times New Roman"/>
          <w:sz w:val="28"/>
          <w:szCs w:val="28"/>
        </w:rPr>
        <w:t>Бронколор</w:t>
      </w:r>
      <w:proofErr w:type="spellEnd"/>
      <w:r w:rsidR="00080449" w:rsidRPr="00AF62FA">
        <w:rPr>
          <w:rFonts w:ascii="Times New Roman" w:hAnsi="Times New Roman"/>
          <w:sz w:val="28"/>
          <w:szCs w:val="28"/>
        </w:rPr>
        <w:t>»</w:t>
      </w:r>
      <w:r w:rsidR="00A6250C" w:rsidRPr="00AF62FA">
        <w:rPr>
          <w:rFonts w:ascii="Times New Roman" w:hAnsi="Times New Roman"/>
          <w:sz w:val="28"/>
          <w:szCs w:val="28"/>
        </w:rPr>
        <w:t>, о</w:t>
      </w:r>
      <w:r w:rsidR="007A473F" w:rsidRPr="00AF62FA">
        <w:rPr>
          <w:rFonts w:ascii="Times New Roman" w:hAnsi="Times New Roman"/>
          <w:sz w:val="28"/>
          <w:szCs w:val="28"/>
        </w:rPr>
        <w:t>ткрытые занятия по предм</w:t>
      </w:r>
      <w:r w:rsidR="00A6250C" w:rsidRPr="00AF62FA">
        <w:rPr>
          <w:rFonts w:ascii="Times New Roman" w:hAnsi="Times New Roman"/>
          <w:sz w:val="28"/>
          <w:szCs w:val="28"/>
        </w:rPr>
        <w:t>етной съёмке от Игоря Сахарова, п</w:t>
      </w:r>
      <w:r w:rsidR="007A473F" w:rsidRPr="00AF62FA">
        <w:rPr>
          <w:rFonts w:ascii="Times New Roman" w:hAnsi="Times New Roman"/>
          <w:sz w:val="28"/>
          <w:szCs w:val="28"/>
        </w:rPr>
        <w:t>риёмы съёмки в студии и на локации от образовательного</w:t>
      </w:r>
      <w:r w:rsidR="00182936" w:rsidRPr="00AF62FA">
        <w:rPr>
          <w:rFonts w:ascii="Times New Roman" w:hAnsi="Times New Roman"/>
          <w:sz w:val="28"/>
          <w:szCs w:val="28"/>
        </w:rPr>
        <w:t xml:space="preserve"> </w:t>
      </w:r>
      <w:r w:rsidR="00824B8C" w:rsidRPr="00AF62FA">
        <w:rPr>
          <w:rFonts w:ascii="Times New Roman" w:hAnsi="Times New Roman"/>
          <w:sz w:val="28"/>
          <w:szCs w:val="28"/>
        </w:rPr>
        <w:t>фото портала</w:t>
      </w:r>
      <w:r w:rsidR="00182936" w:rsidRPr="00AF62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473F" w:rsidRPr="00AF62FA">
        <w:rPr>
          <w:rFonts w:ascii="Times New Roman" w:hAnsi="Times New Roman"/>
          <w:sz w:val="28"/>
          <w:szCs w:val="28"/>
          <w:lang w:val="en-US"/>
        </w:rPr>
        <w:t>AdoramaTV</w:t>
      </w:r>
      <w:proofErr w:type="spellEnd"/>
      <w:r w:rsidR="00A6250C" w:rsidRPr="00AF62FA">
        <w:rPr>
          <w:rFonts w:ascii="Times New Roman" w:hAnsi="Times New Roman"/>
          <w:sz w:val="28"/>
          <w:szCs w:val="28"/>
        </w:rPr>
        <w:t>, о</w:t>
      </w:r>
      <w:r w:rsidR="007A473F" w:rsidRPr="00AF62FA">
        <w:rPr>
          <w:rFonts w:ascii="Times New Roman" w:hAnsi="Times New Roman"/>
          <w:sz w:val="28"/>
          <w:szCs w:val="28"/>
        </w:rPr>
        <w:t xml:space="preserve">ткрытые занятия и мастер-классы на международной площадке </w:t>
      </w:r>
      <w:proofErr w:type="spellStart"/>
      <w:r w:rsidR="007A473F" w:rsidRPr="00AF62FA">
        <w:rPr>
          <w:rFonts w:ascii="Times New Roman" w:hAnsi="Times New Roman"/>
          <w:sz w:val="28"/>
          <w:szCs w:val="28"/>
          <w:lang w:val="en-US"/>
        </w:rPr>
        <w:t>CreativeViev</w:t>
      </w:r>
      <w:proofErr w:type="spellEnd"/>
      <w:r w:rsidR="00A6250C" w:rsidRPr="00AF62FA">
        <w:rPr>
          <w:rFonts w:ascii="Times New Roman" w:hAnsi="Times New Roman"/>
          <w:sz w:val="28"/>
          <w:szCs w:val="28"/>
        </w:rPr>
        <w:t>, з</w:t>
      </w:r>
      <w:r w:rsidR="007A473F" w:rsidRPr="00AF62FA">
        <w:rPr>
          <w:rFonts w:ascii="Times New Roman" w:hAnsi="Times New Roman"/>
          <w:sz w:val="28"/>
          <w:szCs w:val="28"/>
        </w:rPr>
        <w:t xml:space="preserve">анятия по обработке изображений в </w:t>
      </w:r>
      <w:proofErr w:type="spellStart"/>
      <w:r w:rsidR="007A473F" w:rsidRPr="00AF62FA">
        <w:rPr>
          <w:rFonts w:ascii="Times New Roman" w:hAnsi="Times New Roman"/>
          <w:sz w:val="28"/>
          <w:szCs w:val="28"/>
          <w:lang w:val="en-US"/>
        </w:rPr>
        <w:t>adobephotoshop</w:t>
      </w:r>
      <w:proofErr w:type="spellEnd"/>
      <w:proofErr w:type="gramStart"/>
      <w:r w:rsidR="00A6250C" w:rsidRPr="00AF62FA">
        <w:rPr>
          <w:rFonts w:ascii="Times New Roman" w:hAnsi="Times New Roman"/>
          <w:sz w:val="28"/>
          <w:szCs w:val="28"/>
        </w:rPr>
        <w:t>от</w:t>
      </w:r>
      <w:proofErr w:type="gramEnd"/>
      <w:r w:rsidR="00A6250C" w:rsidRPr="00AF62FA">
        <w:rPr>
          <w:rFonts w:ascii="Times New Roman" w:hAnsi="Times New Roman"/>
          <w:sz w:val="28"/>
          <w:szCs w:val="28"/>
        </w:rPr>
        <w:t xml:space="preserve"> Валентина Братского, м</w:t>
      </w:r>
      <w:r w:rsidR="007A473F" w:rsidRPr="00AF62FA">
        <w:rPr>
          <w:rFonts w:ascii="Times New Roman" w:hAnsi="Times New Roman"/>
          <w:sz w:val="28"/>
          <w:szCs w:val="28"/>
        </w:rPr>
        <w:t>астер</w:t>
      </w:r>
      <w:r w:rsidR="00F86F92" w:rsidRPr="00AF62FA">
        <w:rPr>
          <w:rFonts w:ascii="Times New Roman" w:hAnsi="Times New Roman"/>
          <w:sz w:val="28"/>
          <w:szCs w:val="28"/>
        </w:rPr>
        <w:t>-</w:t>
      </w:r>
      <w:r w:rsidR="007A473F" w:rsidRPr="00AF62FA">
        <w:rPr>
          <w:rFonts w:ascii="Times New Roman" w:hAnsi="Times New Roman"/>
          <w:sz w:val="28"/>
          <w:szCs w:val="28"/>
        </w:rPr>
        <w:t xml:space="preserve">классы по работе со студийным светом от фотографа Сергея Шаман в фотостудии №1 </w:t>
      </w:r>
      <w:proofErr w:type="spellStart"/>
      <w:r w:rsidR="007A473F" w:rsidRPr="00AF62FA">
        <w:rPr>
          <w:rFonts w:ascii="Times New Roman" w:hAnsi="Times New Roman"/>
          <w:sz w:val="28"/>
          <w:szCs w:val="28"/>
        </w:rPr>
        <w:t>г</w:t>
      </w:r>
      <w:proofErr w:type="gramStart"/>
      <w:r w:rsidR="007A473F" w:rsidRPr="00AF62FA">
        <w:rPr>
          <w:rFonts w:ascii="Times New Roman" w:hAnsi="Times New Roman"/>
          <w:sz w:val="28"/>
          <w:szCs w:val="28"/>
        </w:rPr>
        <w:t>.К</w:t>
      </w:r>
      <w:proofErr w:type="gramEnd"/>
      <w:r w:rsidR="007A473F" w:rsidRPr="00AF62FA">
        <w:rPr>
          <w:rFonts w:ascii="Times New Roman" w:hAnsi="Times New Roman"/>
          <w:sz w:val="28"/>
          <w:szCs w:val="28"/>
        </w:rPr>
        <w:t>раснодар</w:t>
      </w:r>
      <w:proofErr w:type="spellEnd"/>
      <w:r w:rsidR="007A473F"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DB1AA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Новизна</w:t>
      </w:r>
      <w:r w:rsidRPr="00AF62FA">
        <w:rPr>
          <w:rFonts w:ascii="Times New Roman" w:hAnsi="Times New Roman"/>
          <w:sz w:val="28"/>
          <w:szCs w:val="28"/>
        </w:rPr>
        <w:t xml:space="preserve"> программы заключается в изучении основ фотосъёмки с акцентом на понимание природы света и оперативной настройки параметров любой цифровой камеры под условия освещения, для получения качественных и грамотных снимков в сочетании с обработкой </w:t>
      </w:r>
      <w:proofErr w:type="spellStart"/>
      <w:r w:rsidRPr="00AF62FA">
        <w:rPr>
          <w:rFonts w:ascii="Times New Roman" w:hAnsi="Times New Roman"/>
          <w:sz w:val="28"/>
          <w:szCs w:val="28"/>
        </w:rPr>
        <w:t>цветокоррекцией</w:t>
      </w:r>
      <w:proofErr w:type="spellEnd"/>
      <w:r w:rsidR="0093600E">
        <w:rPr>
          <w:rFonts w:ascii="Times New Roman" w:hAnsi="Times New Roman"/>
          <w:sz w:val="28"/>
          <w:szCs w:val="28"/>
        </w:rPr>
        <w:t xml:space="preserve"> и художественным эффектом.</w:t>
      </w:r>
      <w:r w:rsidRPr="00AF62FA">
        <w:rPr>
          <w:rFonts w:ascii="Times New Roman" w:hAnsi="Times New Roman"/>
          <w:sz w:val="28"/>
          <w:szCs w:val="28"/>
        </w:rPr>
        <w:t xml:space="preserve"> </w:t>
      </w:r>
    </w:p>
    <w:p w:rsidR="007A473F" w:rsidRPr="00AF62FA" w:rsidRDefault="00DB1AAF" w:rsidP="00DB1AA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ab/>
      </w:r>
      <w:r w:rsidR="007A473F" w:rsidRPr="00AF62FA">
        <w:rPr>
          <w:rFonts w:ascii="Times New Roman" w:hAnsi="Times New Roman"/>
          <w:b/>
          <w:sz w:val="28"/>
          <w:szCs w:val="28"/>
        </w:rPr>
        <w:t>Актуальность</w:t>
      </w:r>
      <w:r w:rsidR="00A86120">
        <w:rPr>
          <w:rFonts w:ascii="Times New Roman" w:hAnsi="Times New Roman"/>
          <w:sz w:val="28"/>
          <w:szCs w:val="28"/>
        </w:rPr>
        <w:t xml:space="preserve"> программы</w:t>
      </w:r>
      <w:r w:rsidR="007A473F" w:rsidRPr="00AF62FA">
        <w:rPr>
          <w:rFonts w:ascii="Times New Roman" w:hAnsi="Times New Roman"/>
          <w:sz w:val="28"/>
          <w:szCs w:val="28"/>
        </w:rPr>
        <w:t xml:space="preserve"> состоит в </w:t>
      </w:r>
      <w:r w:rsidR="00080449" w:rsidRPr="00AF62FA">
        <w:rPr>
          <w:rFonts w:ascii="Times New Roman" w:hAnsi="Times New Roman"/>
          <w:sz w:val="28"/>
          <w:szCs w:val="28"/>
        </w:rPr>
        <w:t>создании условий</w:t>
      </w:r>
      <w:r w:rsidR="007A473F" w:rsidRPr="00AF62FA">
        <w:rPr>
          <w:rFonts w:ascii="Times New Roman" w:hAnsi="Times New Roman"/>
          <w:sz w:val="28"/>
          <w:szCs w:val="28"/>
        </w:rPr>
        <w:t xml:space="preserve"> для личностного развития учащихс</w:t>
      </w:r>
      <w:r w:rsidR="00A86120">
        <w:rPr>
          <w:rFonts w:ascii="Times New Roman" w:hAnsi="Times New Roman"/>
          <w:sz w:val="28"/>
          <w:szCs w:val="28"/>
        </w:rPr>
        <w:t>я, позитивной социализации через фотосъемку</w:t>
      </w:r>
      <w:r w:rsidR="0002447E">
        <w:rPr>
          <w:rFonts w:ascii="Times New Roman" w:hAnsi="Times New Roman"/>
          <w:sz w:val="28"/>
          <w:szCs w:val="28"/>
        </w:rPr>
        <w:t>.</w:t>
      </w:r>
      <w:r w:rsidR="007A473F" w:rsidRPr="00AF62FA">
        <w:rPr>
          <w:rFonts w:ascii="Times New Roman" w:hAnsi="Times New Roman"/>
          <w:sz w:val="28"/>
          <w:szCs w:val="28"/>
        </w:rPr>
        <w:t xml:space="preserve"> </w:t>
      </w:r>
      <w:r w:rsidR="00080449" w:rsidRPr="00AF62FA">
        <w:rPr>
          <w:rFonts w:ascii="Times New Roman" w:hAnsi="Times New Roman"/>
          <w:sz w:val="28"/>
          <w:szCs w:val="28"/>
        </w:rPr>
        <w:t xml:space="preserve">Программа </w:t>
      </w:r>
      <w:r w:rsidR="007A473F" w:rsidRPr="00AF62FA">
        <w:rPr>
          <w:rFonts w:ascii="Times New Roman" w:hAnsi="Times New Roman"/>
          <w:sz w:val="28"/>
          <w:szCs w:val="28"/>
        </w:rPr>
        <w:t>помогает формировать и развивать т</w:t>
      </w:r>
      <w:r w:rsidR="008871D4" w:rsidRPr="00AF62FA">
        <w:rPr>
          <w:rFonts w:ascii="Times New Roman" w:hAnsi="Times New Roman"/>
          <w:sz w:val="28"/>
          <w:szCs w:val="28"/>
        </w:rPr>
        <w:t>ворческие способности учащихся,</w:t>
      </w:r>
      <w:r w:rsidR="007A473F" w:rsidRPr="00AF62FA">
        <w:rPr>
          <w:rFonts w:ascii="Times New Roman" w:hAnsi="Times New Roman"/>
          <w:sz w:val="28"/>
          <w:szCs w:val="28"/>
        </w:rPr>
        <w:t xml:space="preserve"> техническую грамотность </w:t>
      </w:r>
      <w:r w:rsidR="008871D4" w:rsidRPr="00AF62FA">
        <w:rPr>
          <w:rFonts w:ascii="Times New Roman" w:hAnsi="Times New Roman"/>
          <w:sz w:val="28"/>
          <w:szCs w:val="28"/>
        </w:rPr>
        <w:t xml:space="preserve">в </w:t>
      </w:r>
      <w:r w:rsidR="00080449" w:rsidRPr="00AF62FA">
        <w:rPr>
          <w:rFonts w:ascii="Times New Roman" w:hAnsi="Times New Roman"/>
          <w:sz w:val="28"/>
          <w:szCs w:val="28"/>
        </w:rPr>
        <w:t>фото</w:t>
      </w:r>
      <w:r w:rsidR="008871D4" w:rsidRPr="00AF62FA">
        <w:rPr>
          <w:rFonts w:ascii="Times New Roman" w:hAnsi="Times New Roman"/>
          <w:sz w:val="28"/>
          <w:szCs w:val="28"/>
        </w:rPr>
        <w:t>съёмке</w:t>
      </w:r>
      <w:r w:rsidR="007A473F" w:rsidRPr="00AF62FA">
        <w:rPr>
          <w:rFonts w:ascii="Times New Roman" w:hAnsi="Times New Roman"/>
          <w:sz w:val="28"/>
          <w:szCs w:val="28"/>
        </w:rPr>
        <w:t xml:space="preserve"> и в обработке полученных изображений.</w:t>
      </w:r>
    </w:p>
    <w:p w:rsidR="007A473F" w:rsidRPr="00AF62FA" w:rsidRDefault="00DB1AAF" w:rsidP="0008044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ab/>
      </w:r>
      <w:r w:rsidR="007A473F" w:rsidRPr="00AF62FA">
        <w:rPr>
          <w:rFonts w:ascii="Times New Roman" w:hAnsi="Times New Roman"/>
          <w:b/>
          <w:sz w:val="28"/>
          <w:szCs w:val="28"/>
        </w:rPr>
        <w:t>Педагогическая целесообразность</w:t>
      </w:r>
      <w:r w:rsidR="00B0598E" w:rsidRPr="00AF62FA">
        <w:rPr>
          <w:rFonts w:ascii="Times New Roman" w:hAnsi="Times New Roman"/>
          <w:sz w:val="28"/>
          <w:szCs w:val="28"/>
        </w:rPr>
        <w:t>. В процессе реализации</w:t>
      </w:r>
      <w:r w:rsidR="007A473F" w:rsidRPr="00AF62FA">
        <w:rPr>
          <w:rFonts w:ascii="Times New Roman" w:hAnsi="Times New Roman"/>
          <w:sz w:val="28"/>
          <w:szCs w:val="28"/>
        </w:rPr>
        <w:t xml:space="preserve"> программы предусмотрены лекционные и практические занятия по съёмке и обработке </w:t>
      </w:r>
      <w:r w:rsidR="00B0598E" w:rsidRPr="00AF62FA">
        <w:rPr>
          <w:rFonts w:ascii="Times New Roman" w:hAnsi="Times New Roman"/>
          <w:sz w:val="28"/>
          <w:szCs w:val="28"/>
        </w:rPr>
        <w:t xml:space="preserve">фотоматериала. </w:t>
      </w:r>
      <w:r w:rsidR="0002447E" w:rsidRPr="00AF62FA">
        <w:rPr>
          <w:rFonts w:ascii="Times New Roman" w:hAnsi="Times New Roman"/>
          <w:sz w:val="28"/>
          <w:szCs w:val="28"/>
        </w:rPr>
        <w:t>Занятия проводятся</w:t>
      </w:r>
      <w:r w:rsidR="00B0598E" w:rsidRPr="00AF62FA">
        <w:rPr>
          <w:rFonts w:ascii="Times New Roman" w:hAnsi="Times New Roman"/>
          <w:sz w:val="28"/>
          <w:szCs w:val="28"/>
        </w:rPr>
        <w:t xml:space="preserve"> </w:t>
      </w:r>
      <w:r w:rsidR="007A473F" w:rsidRPr="00AF62FA">
        <w:rPr>
          <w:rFonts w:ascii="Times New Roman" w:hAnsi="Times New Roman"/>
          <w:sz w:val="28"/>
          <w:szCs w:val="28"/>
        </w:rPr>
        <w:t xml:space="preserve">в форме деловой игры, когда, каждый </w:t>
      </w:r>
      <w:r w:rsidR="00080449" w:rsidRPr="00AF62FA">
        <w:rPr>
          <w:rFonts w:ascii="Times New Roman" w:hAnsi="Times New Roman"/>
          <w:sz w:val="28"/>
          <w:szCs w:val="28"/>
        </w:rPr>
        <w:t>учащийся на съёмочной площадке проигрывает</w:t>
      </w:r>
      <w:r w:rsidR="007A473F" w:rsidRPr="00AF62FA">
        <w:rPr>
          <w:rFonts w:ascii="Times New Roman" w:hAnsi="Times New Roman"/>
          <w:sz w:val="28"/>
          <w:szCs w:val="28"/>
        </w:rPr>
        <w:t xml:space="preserve"> определённую роль (менеджер проекта, художник по свету, модель, визажист), экскурсии, открытые занятия с приглашёнными профессионалами отрасли. Таким </w:t>
      </w:r>
      <w:r w:rsidR="007A473F" w:rsidRPr="00AF62FA">
        <w:rPr>
          <w:rFonts w:ascii="Times New Roman" w:hAnsi="Times New Roman"/>
          <w:sz w:val="28"/>
          <w:szCs w:val="28"/>
        </w:rPr>
        <w:lastRenderedPageBreak/>
        <w:t>образом</w:t>
      </w:r>
      <w:r w:rsidR="00080449" w:rsidRPr="00AF62FA">
        <w:rPr>
          <w:rFonts w:ascii="Times New Roman" w:hAnsi="Times New Roman"/>
          <w:sz w:val="28"/>
          <w:szCs w:val="28"/>
        </w:rPr>
        <w:t>,</w:t>
      </w:r>
      <w:r w:rsidR="007A473F" w:rsidRPr="00AF62FA">
        <w:rPr>
          <w:rFonts w:ascii="Times New Roman" w:hAnsi="Times New Roman"/>
          <w:sz w:val="28"/>
          <w:szCs w:val="28"/>
        </w:rPr>
        <w:t xml:space="preserve"> создается творческая среда, благоприятная для все</w:t>
      </w:r>
      <w:r w:rsidR="00080449" w:rsidRPr="00AF62FA">
        <w:rPr>
          <w:rFonts w:ascii="Times New Roman" w:hAnsi="Times New Roman"/>
          <w:sz w:val="28"/>
          <w:szCs w:val="28"/>
        </w:rPr>
        <w:t xml:space="preserve">стороннего изучения фотографии </w:t>
      </w:r>
      <w:r w:rsidR="007A473F" w:rsidRPr="00AF62FA">
        <w:rPr>
          <w:rFonts w:ascii="Times New Roman" w:hAnsi="Times New Roman"/>
          <w:sz w:val="28"/>
          <w:szCs w:val="28"/>
        </w:rPr>
        <w:t>как сложного технического процесса.</w:t>
      </w:r>
    </w:p>
    <w:p w:rsidR="007A473F" w:rsidRPr="00AF62FA" w:rsidRDefault="007A473F" w:rsidP="0008044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Отличительная особенность</w:t>
      </w:r>
      <w:r w:rsidRPr="00AF62FA">
        <w:rPr>
          <w:rFonts w:ascii="Times New Roman" w:hAnsi="Times New Roman"/>
          <w:sz w:val="28"/>
          <w:szCs w:val="28"/>
        </w:rPr>
        <w:t xml:space="preserve"> программы</w:t>
      </w:r>
      <w:r w:rsidR="00080449" w:rsidRPr="00AF62FA">
        <w:rPr>
          <w:rFonts w:ascii="Times New Roman" w:hAnsi="Times New Roman"/>
          <w:sz w:val="28"/>
          <w:szCs w:val="28"/>
        </w:rPr>
        <w:t xml:space="preserve"> заключается в её комплексном </w:t>
      </w:r>
      <w:r w:rsidR="00B0598E" w:rsidRPr="00AF62FA">
        <w:rPr>
          <w:rFonts w:ascii="Times New Roman" w:hAnsi="Times New Roman"/>
          <w:sz w:val="28"/>
          <w:szCs w:val="28"/>
        </w:rPr>
        <w:t>характере. Фотография изучается</w:t>
      </w:r>
      <w:r w:rsidR="00080449" w:rsidRPr="00AF62FA">
        <w:rPr>
          <w:rFonts w:ascii="Times New Roman" w:hAnsi="Times New Roman"/>
          <w:sz w:val="28"/>
          <w:szCs w:val="28"/>
        </w:rPr>
        <w:t xml:space="preserve"> как </w:t>
      </w:r>
      <w:r w:rsidR="00B0598E" w:rsidRPr="00AF62FA">
        <w:rPr>
          <w:rFonts w:ascii="Times New Roman" w:hAnsi="Times New Roman"/>
          <w:sz w:val="28"/>
          <w:szCs w:val="28"/>
        </w:rPr>
        <w:t xml:space="preserve">сложный технологический процесс, который </w:t>
      </w:r>
      <w:r w:rsidR="00A82C39" w:rsidRPr="00AF62FA">
        <w:rPr>
          <w:rFonts w:ascii="Times New Roman" w:hAnsi="Times New Roman"/>
          <w:sz w:val="28"/>
          <w:szCs w:val="28"/>
        </w:rPr>
        <w:t xml:space="preserve">позволяет учащимся настраивать и менять программные средства под свой стиль и технику, усовершенствовать процесс качественной и защищенной правами выгрузки своих работ в облачные сервисы, социальные сети, специализированные сайты с </w:t>
      </w:r>
      <w:proofErr w:type="spellStart"/>
      <w:r w:rsidR="00A82C39" w:rsidRPr="00AF62FA">
        <w:rPr>
          <w:rFonts w:ascii="Times New Roman" w:hAnsi="Times New Roman"/>
          <w:sz w:val="28"/>
          <w:szCs w:val="28"/>
        </w:rPr>
        <w:t>атрибутированием</w:t>
      </w:r>
      <w:proofErr w:type="spellEnd"/>
      <w:r w:rsidR="00A82C39" w:rsidRPr="00AF62FA">
        <w:rPr>
          <w:rFonts w:ascii="Times New Roman" w:hAnsi="Times New Roman"/>
          <w:sz w:val="28"/>
          <w:szCs w:val="28"/>
        </w:rPr>
        <w:t xml:space="preserve"> и изменением метаданных.</w:t>
      </w:r>
    </w:p>
    <w:p w:rsidR="00A63B42" w:rsidRPr="00AF62FA" w:rsidRDefault="00DB1AAF" w:rsidP="0008044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ab/>
      </w:r>
      <w:r w:rsidR="007A473F" w:rsidRPr="00AF62FA">
        <w:rPr>
          <w:rFonts w:ascii="Times New Roman" w:hAnsi="Times New Roman"/>
          <w:b/>
          <w:sz w:val="28"/>
          <w:szCs w:val="28"/>
        </w:rPr>
        <w:t>Адресат программы</w:t>
      </w:r>
      <w:r w:rsidR="007A473F" w:rsidRPr="00AF62FA">
        <w:rPr>
          <w:rFonts w:ascii="Times New Roman" w:hAnsi="Times New Roman"/>
          <w:sz w:val="28"/>
          <w:szCs w:val="28"/>
        </w:rPr>
        <w:t xml:space="preserve"> - </w:t>
      </w:r>
      <w:r w:rsidRPr="00AF62FA">
        <w:rPr>
          <w:rFonts w:ascii="Times New Roman" w:hAnsi="Times New Roman"/>
          <w:sz w:val="28"/>
          <w:szCs w:val="28"/>
        </w:rPr>
        <w:t>учащиеся</w:t>
      </w:r>
      <w:r w:rsidR="007A473F" w:rsidRPr="00AF62FA">
        <w:rPr>
          <w:rFonts w:ascii="Times New Roman" w:hAnsi="Times New Roman"/>
          <w:sz w:val="28"/>
          <w:szCs w:val="28"/>
        </w:rPr>
        <w:t xml:space="preserve"> в возрасте от 13 до 18 лет. Большая разни</w:t>
      </w:r>
      <w:r w:rsidR="00D3769F" w:rsidRPr="00AF62FA">
        <w:rPr>
          <w:rFonts w:ascii="Times New Roman" w:hAnsi="Times New Roman"/>
          <w:sz w:val="28"/>
          <w:szCs w:val="28"/>
        </w:rPr>
        <w:t>ца в возрасте призвана развить у</w:t>
      </w:r>
      <w:r w:rsidR="007A473F" w:rsidRPr="00AF62FA">
        <w:rPr>
          <w:rFonts w:ascii="Times New Roman" w:hAnsi="Times New Roman"/>
          <w:sz w:val="28"/>
          <w:szCs w:val="28"/>
        </w:rPr>
        <w:t xml:space="preserve"> учащихся принцип наставничества, развить их коммуникабельность и взаимопонимание. Учтены психологические особенности всех возрастных групп. Для освоения курса учащимся не требуется дорогостоящая профессиональная фототехника, достаточно простой камеры, домашнего компьютера. Для фотосессий используется световое оборудование и камеры.</w:t>
      </w:r>
      <w:r w:rsidR="00BD40D8" w:rsidRPr="00AF62FA">
        <w:rPr>
          <w:rFonts w:ascii="Times New Roman" w:hAnsi="Times New Roman"/>
          <w:sz w:val="28"/>
          <w:szCs w:val="28"/>
        </w:rPr>
        <w:t xml:space="preserve"> </w:t>
      </w:r>
      <w:r w:rsidR="00A63B42" w:rsidRPr="00AF62FA">
        <w:rPr>
          <w:rFonts w:ascii="Times New Roman" w:hAnsi="Times New Roman"/>
          <w:sz w:val="28"/>
          <w:szCs w:val="28"/>
        </w:rPr>
        <w:t>В программе предусмотрено участие детей с особыми образовательными потребностями: детей-инвалидов и детей с ограниченными возможностями здоровья, тал</w:t>
      </w:r>
      <w:bookmarkStart w:id="3" w:name="_GoBack"/>
      <w:bookmarkEnd w:id="3"/>
      <w:r w:rsidR="00A63B42" w:rsidRPr="00AF62FA">
        <w:rPr>
          <w:rFonts w:ascii="Times New Roman" w:hAnsi="Times New Roman"/>
          <w:sz w:val="28"/>
          <w:szCs w:val="28"/>
        </w:rPr>
        <w:t>антливых (одарённых, мотивированных) и детей, находящихся в трудной жизненной ситуации.</w:t>
      </w:r>
    </w:p>
    <w:p w:rsidR="007A473F" w:rsidRPr="00AF62FA" w:rsidRDefault="007A473F" w:rsidP="00DB1AA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Объем и срок освоения программы</w:t>
      </w:r>
      <w:r w:rsidR="00DB1AAF" w:rsidRPr="00AF62FA">
        <w:rPr>
          <w:rFonts w:ascii="Times New Roman" w:hAnsi="Times New Roman"/>
          <w:b/>
          <w:sz w:val="28"/>
          <w:szCs w:val="28"/>
        </w:rPr>
        <w:t xml:space="preserve">. </w:t>
      </w:r>
      <w:r w:rsidRPr="00AF62FA">
        <w:rPr>
          <w:rFonts w:ascii="Times New Roman" w:hAnsi="Times New Roman"/>
          <w:sz w:val="28"/>
          <w:szCs w:val="28"/>
        </w:rPr>
        <w:t xml:space="preserve">Полный курс </w:t>
      </w:r>
      <w:proofErr w:type="gramStart"/>
      <w:r w:rsidRPr="00AF62FA">
        <w:rPr>
          <w:rFonts w:ascii="Times New Roman" w:hAnsi="Times New Roman"/>
          <w:sz w:val="28"/>
          <w:szCs w:val="28"/>
        </w:rPr>
        <w:t>обучения по программе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базового уровня -</w:t>
      </w:r>
      <w:r w:rsidR="00B0598E" w:rsidRPr="00AF62FA">
        <w:rPr>
          <w:rFonts w:ascii="Times New Roman" w:hAnsi="Times New Roman"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>540 часов</w:t>
      </w:r>
      <w:r w:rsidR="00DB1AAF" w:rsidRPr="00AF62FA">
        <w:rPr>
          <w:rFonts w:ascii="Times New Roman" w:hAnsi="Times New Roman"/>
          <w:sz w:val="28"/>
          <w:szCs w:val="28"/>
        </w:rPr>
        <w:t>.  П</w:t>
      </w:r>
      <w:r w:rsidRPr="00AF62FA">
        <w:rPr>
          <w:rFonts w:ascii="Times New Roman" w:hAnsi="Times New Roman"/>
          <w:sz w:val="28"/>
          <w:szCs w:val="28"/>
        </w:rPr>
        <w:t xml:space="preserve">родолжительность </w:t>
      </w:r>
      <w:r w:rsidR="00DB1AAF" w:rsidRPr="00AF62FA">
        <w:rPr>
          <w:rFonts w:ascii="Times New Roman" w:hAnsi="Times New Roman"/>
          <w:sz w:val="28"/>
          <w:szCs w:val="28"/>
        </w:rPr>
        <w:t>-</w:t>
      </w:r>
      <w:r w:rsidR="00B0598E" w:rsidRPr="00AF62FA">
        <w:rPr>
          <w:rFonts w:ascii="Times New Roman" w:hAnsi="Times New Roman"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>3 года: 1-ый год обучения -</w:t>
      </w:r>
      <w:r w:rsidR="00B0598E" w:rsidRPr="00AF62FA">
        <w:rPr>
          <w:rFonts w:ascii="Times New Roman" w:hAnsi="Times New Roman"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>108 часов; 2-ой и 3-ий год</w:t>
      </w:r>
      <w:r w:rsidR="00DB1AAF" w:rsidRPr="00AF62FA">
        <w:rPr>
          <w:rFonts w:ascii="Times New Roman" w:hAnsi="Times New Roman"/>
          <w:sz w:val="28"/>
          <w:szCs w:val="28"/>
        </w:rPr>
        <w:t>ы</w:t>
      </w:r>
      <w:r w:rsidRPr="00AF62FA">
        <w:rPr>
          <w:rFonts w:ascii="Times New Roman" w:hAnsi="Times New Roman"/>
          <w:sz w:val="28"/>
          <w:szCs w:val="28"/>
        </w:rPr>
        <w:t xml:space="preserve"> обучения – по 216 часов.</w:t>
      </w:r>
    </w:p>
    <w:p w:rsidR="007A473F" w:rsidRPr="00AF62FA" w:rsidRDefault="007A473F" w:rsidP="00DB1AA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Форма обучения</w:t>
      </w:r>
      <w:r w:rsidRPr="00AF62FA">
        <w:rPr>
          <w:rFonts w:ascii="Times New Roman" w:hAnsi="Times New Roman"/>
          <w:sz w:val="28"/>
          <w:szCs w:val="28"/>
        </w:rPr>
        <w:t xml:space="preserve"> – очная</w:t>
      </w:r>
      <w:r w:rsidR="003142BB">
        <w:rPr>
          <w:rFonts w:ascii="Times New Roman" w:hAnsi="Times New Roman"/>
          <w:sz w:val="28"/>
          <w:szCs w:val="28"/>
        </w:rPr>
        <w:t xml:space="preserve">, </w:t>
      </w:r>
      <w:r w:rsidR="00BD40D8" w:rsidRPr="00AF62FA">
        <w:rPr>
          <w:rFonts w:ascii="Times New Roman" w:hAnsi="Times New Roman"/>
          <w:sz w:val="28"/>
          <w:szCs w:val="28"/>
        </w:rPr>
        <w:t>дистанционная</w:t>
      </w:r>
      <w:r w:rsidR="00A66025"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DB1AAF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Режим занятий:</w:t>
      </w:r>
    </w:p>
    <w:p w:rsidR="007A473F" w:rsidRPr="00AF62FA" w:rsidRDefault="007A473F" w:rsidP="00B059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 xml:space="preserve">1-ый год обучения -108 час.; в неделю 4 </w:t>
      </w:r>
      <w:proofErr w:type="gramStart"/>
      <w:r w:rsidRPr="00AF62FA">
        <w:rPr>
          <w:rFonts w:ascii="Times New Roman" w:hAnsi="Times New Roman"/>
          <w:sz w:val="28"/>
          <w:szCs w:val="28"/>
        </w:rPr>
        <w:t>академических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часа (2 раза в неделю по 2 часа)</w:t>
      </w:r>
      <w:r w:rsidR="00DB1AAF" w:rsidRPr="00AF62FA">
        <w:rPr>
          <w:rFonts w:ascii="Times New Roman" w:hAnsi="Times New Roman"/>
          <w:sz w:val="28"/>
          <w:szCs w:val="28"/>
        </w:rPr>
        <w:t>;</w:t>
      </w:r>
    </w:p>
    <w:p w:rsidR="007A473F" w:rsidRPr="00AF62FA" w:rsidRDefault="007A473F" w:rsidP="00B059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2-ой год обучения – 216 час</w:t>
      </w:r>
      <w:proofErr w:type="gramStart"/>
      <w:r w:rsidRPr="00AF62FA">
        <w:rPr>
          <w:rFonts w:ascii="Times New Roman" w:hAnsi="Times New Roman"/>
          <w:sz w:val="28"/>
          <w:szCs w:val="28"/>
        </w:rPr>
        <w:t xml:space="preserve">.; </w:t>
      </w:r>
      <w:proofErr w:type="gramEnd"/>
      <w:r w:rsidRPr="00AF62FA">
        <w:rPr>
          <w:rFonts w:ascii="Times New Roman" w:hAnsi="Times New Roman"/>
          <w:sz w:val="28"/>
          <w:szCs w:val="28"/>
        </w:rPr>
        <w:t>в неделю 6 академических часов (3 раза в неделю по 2 часа);</w:t>
      </w:r>
    </w:p>
    <w:p w:rsidR="007A473F" w:rsidRPr="00AF62FA" w:rsidRDefault="007A473F" w:rsidP="00B059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3-ий год обучения - 216 час</w:t>
      </w:r>
      <w:proofErr w:type="gramStart"/>
      <w:r w:rsidRPr="00AF62FA">
        <w:rPr>
          <w:rFonts w:ascii="Times New Roman" w:hAnsi="Times New Roman"/>
          <w:sz w:val="28"/>
          <w:szCs w:val="28"/>
        </w:rPr>
        <w:t xml:space="preserve">.; </w:t>
      </w:r>
      <w:proofErr w:type="gramEnd"/>
      <w:r w:rsidRPr="00AF62FA">
        <w:rPr>
          <w:rFonts w:ascii="Times New Roman" w:hAnsi="Times New Roman"/>
          <w:sz w:val="28"/>
          <w:szCs w:val="28"/>
        </w:rPr>
        <w:t>в неделю 6 академических часов (3 раза в неделю по 2 часа).</w:t>
      </w:r>
    </w:p>
    <w:p w:rsidR="00833C50" w:rsidRPr="00AF62FA" w:rsidRDefault="0002447E" w:rsidP="00833C5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Особенности организации </w:t>
      </w:r>
      <w:r w:rsidR="007A473F" w:rsidRPr="00AF62F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образовательного процесса. </w:t>
      </w:r>
      <w:r w:rsidR="007A473F" w:rsidRPr="00AF62FA">
        <w:rPr>
          <w:rFonts w:ascii="Times New Roman" w:hAnsi="Times New Roman"/>
          <w:color w:val="000000"/>
          <w:sz w:val="28"/>
          <w:szCs w:val="28"/>
          <w:lang w:eastAsia="ru-RU"/>
        </w:rPr>
        <w:t>В объединении могут быть сформированы группы учащихся одного возраста или разных возрастных категорий (разновоз</w:t>
      </w:r>
      <w:r w:rsidR="00676CDC" w:rsidRPr="00AF62FA">
        <w:rPr>
          <w:rFonts w:ascii="Times New Roman" w:hAnsi="Times New Roman"/>
          <w:color w:val="000000"/>
          <w:sz w:val="28"/>
          <w:szCs w:val="28"/>
          <w:lang w:eastAsia="ru-RU"/>
        </w:rPr>
        <w:t>растные группы) в возрасте 13-18</w:t>
      </w:r>
      <w:r w:rsidR="007A473F"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лет, являющиеся основным составом объединения. Состав группы постоянный. Наполняемость группы от 8 до 10 человек. Основной формой организации образовательного процесса является групповое занятие и работа в малых группах. Основной вид деятельности на занятиях – практическая работа. Виды занятий: практические занятия, выполнение самостоятельных творческих работ (фотосессий), выставки. </w:t>
      </w:r>
      <w:r w:rsidR="007855F8"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Занятия проводятся в форме </w:t>
      </w:r>
      <w:r w:rsidR="007855F8" w:rsidRPr="00AF62F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лекций, семинаров, открытых занятий, практикумов в компьютерном зале, </w:t>
      </w:r>
      <w:proofErr w:type="spellStart"/>
      <w:r w:rsidR="007855F8" w:rsidRPr="00AF62FA">
        <w:rPr>
          <w:rFonts w:ascii="Times New Roman" w:hAnsi="Times New Roman"/>
          <w:color w:val="000000"/>
          <w:sz w:val="28"/>
          <w:szCs w:val="28"/>
          <w:lang w:eastAsia="ru-RU"/>
        </w:rPr>
        <w:t>воркшопов</w:t>
      </w:r>
      <w:proofErr w:type="spellEnd"/>
      <w:r w:rsidR="007855F8"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студии и на открытых локациях.</w:t>
      </w:r>
    </w:p>
    <w:p w:rsidR="00833C50" w:rsidRPr="00AF62FA" w:rsidRDefault="003142BB" w:rsidP="00833C5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дистанционной форме П</w:t>
      </w:r>
      <w:r w:rsidR="00833C50"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рограмма реализуется с помощью приложения </w:t>
      </w:r>
      <w:proofErr w:type="spellStart"/>
      <w:r w:rsidR="00833C50" w:rsidRPr="00AF62FA">
        <w:rPr>
          <w:rFonts w:ascii="Times New Roman" w:hAnsi="Times New Roman"/>
          <w:color w:val="000000"/>
          <w:sz w:val="28"/>
          <w:szCs w:val="28"/>
          <w:lang w:eastAsia="ru-RU"/>
        </w:rPr>
        <w:t>Discord</w:t>
      </w:r>
      <w:proofErr w:type="spellEnd"/>
      <w:r w:rsidR="00833C50"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 данном приложении создается закрытый канал творческого объединения, на который можно перейти по ссылке педагога. Инструментарий приложения позволяет проводить полноценные </w:t>
      </w:r>
      <w:proofErr w:type="spellStart"/>
      <w:r w:rsidR="00833C50" w:rsidRPr="00AF62FA">
        <w:rPr>
          <w:rFonts w:ascii="Times New Roman" w:hAnsi="Times New Roman"/>
          <w:color w:val="000000"/>
          <w:sz w:val="28"/>
          <w:szCs w:val="28"/>
          <w:lang w:eastAsia="ru-RU"/>
        </w:rPr>
        <w:t>стримы</w:t>
      </w:r>
      <w:proofErr w:type="spellEnd"/>
      <w:r w:rsidR="00833C50"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(прямые трансляции с возможностями живого чата и включений учащихся) занятий по обработке и съёмке, с возможностью переключения трансляции на каждого из учащихся. В живой чат можно загружать готовые фотографии, подключать голосовую связь для участия в опросе и обсуждения темы. </w:t>
      </w:r>
    </w:p>
    <w:p w:rsidR="00833C50" w:rsidRPr="00AF62FA" w:rsidRDefault="00833C50" w:rsidP="00833C5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учащихся, у которых расписание дистанционных занятий в школе совпадает с занятиями в творческом объединении, </w:t>
      </w:r>
      <w:proofErr w:type="spellStart"/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>стримы</w:t>
      </w:r>
      <w:proofErr w:type="spellEnd"/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трансляции записываются через приложение </w:t>
      </w:r>
      <w:proofErr w:type="spellStart"/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>Bendicam</w:t>
      </w:r>
      <w:proofErr w:type="spellEnd"/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что позволяет им в свободное время просмотреть видео-занятие, освоить материал самостоятельно, а интересующие вопросы задать педагогу. </w:t>
      </w:r>
    </w:p>
    <w:p w:rsidR="00833C50" w:rsidRPr="00AF62FA" w:rsidRDefault="00833C50" w:rsidP="00833C5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>В официальной группе творческого объединения в социальной сети «</w:t>
      </w:r>
      <w:proofErr w:type="spellStart"/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>» загружаются уже готовые видео-занятия, которые могут просмотреть учащиеся в удобное для них время.</w:t>
      </w:r>
    </w:p>
    <w:p w:rsidR="00833C50" w:rsidRPr="00AF62FA" w:rsidRDefault="00833C50" w:rsidP="00833C5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Съёмки на локациях предусматривают прямые трансляции в социальной сети </w:t>
      </w:r>
      <w:proofErr w:type="spellStart"/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>Instagram</w:t>
      </w:r>
      <w:proofErr w:type="spellEnd"/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применением живого чата. </w:t>
      </w:r>
    </w:p>
    <w:p w:rsidR="00ED4CD1" w:rsidRPr="00F50CA1" w:rsidRDefault="00ED4CD1" w:rsidP="00ED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Выбор вышеуказанных приложений для дистанционной формы обучения обусловлен тем, что </w:t>
      </w:r>
      <w:r w:rsidRPr="00F50CA1">
        <w:rPr>
          <w:rFonts w:ascii="Times New Roman" w:hAnsi="Times New Roman"/>
          <w:color w:val="000000"/>
          <w:sz w:val="28"/>
          <w:szCs w:val="28"/>
          <w:lang w:eastAsia="ru-RU"/>
        </w:rPr>
        <w:t>они не тр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ебовательны к качеству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интернет-</w:t>
      </w:r>
      <w:r w:rsidRPr="00F50CA1">
        <w:rPr>
          <w:rFonts w:ascii="Times New Roman" w:hAnsi="Times New Roman"/>
          <w:color w:val="000000"/>
          <w:sz w:val="28"/>
          <w:szCs w:val="28"/>
          <w:lang w:eastAsia="ru-RU"/>
        </w:rPr>
        <w:t>соединения</w:t>
      </w:r>
      <w:proofErr w:type="spellEnd"/>
      <w:r w:rsidRPr="00F50CA1">
        <w:rPr>
          <w:rFonts w:ascii="Times New Roman" w:hAnsi="Times New Roman"/>
          <w:color w:val="000000"/>
          <w:sz w:val="28"/>
          <w:szCs w:val="28"/>
          <w:lang w:eastAsia="ru-RU"/>
        </w:rPr>
        <w:t>, имеют легкий и интуитивно понятный интерфейс, широкие возможности для реализации образовательной программы.</w:t>
      </w:r>
    </w:p>
    <w:p w:rsidR="00AF62FA" w:rsidRPr="00AF62FA" w:rsidRDefault="00AF62FA" w:rsidP="00AF62F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473F" w:rsidRPr="00C613A6" w:rsidRDefault="007A473F" w:rsidP="00ED4CD1">
      <w:pPr>
        <w:pStyle w:val="2"/>
        <w:numPr>
          <w:ilvl w:val="1"/>
          <w:numId w:val="40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46325139"/>
      <w:r w:rsidRPr="00C613A6">
        <w:rPr>
          <w:rFonts w:ascii="Times New Roman" w:hAnsi="Times New Roman" w:cs="Times New Roman"/>
          <w:b/>
          <w:color w:val="auto"/>
          <w:sz w:val="28"/>
          <w:szCs w:val="28"/>
        </w:rPr>
        <w:t>Цель и задачи программы</w:t>
      </w:r>
      <w:bookmarkEnd w:id="4"/>
    </w:p>
    <w:p w:rsidR="00AF62FA" w:rsidRPr="00AF62FA" w:rsidRDefault="00AF62FA" w:rsidP="00AF62FA">
      <w:pPr>
        <w:spacing w:after="0"/>
      </w:pPr>
    </w:p>
    <w:p w:rsidR="00A66025" w:rsidRPr="00AF62FA" w:rsidRDefault="007A473F" w:rsidP="00AF62F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b/>
          <w:color w:val="000000"/>
          <w:sz w:val="28"/>
          <w:szCs w:val="28"/>
        </w:rPr>
        <w:t>Цель программы</w:t>
      </w:r>
      <w:r w:rsidRPr="00AF62F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66025" w:rsidRPr="00AF62FA">
        <w:rPr>
          <w:rFonts w:ascii="Times New Roman" w:hAnsi="Times New Roman"/>
          <w:color w:val="000000"/>
          <w:sz w:val="28"/>
          <w:szCs w:val="28"/>
        </w:rPr>
        <w:t xml:space="preserve">создание условий для личностного развития, позитивной социализации и профессионального </w:t>
      </w:r>
      <w:r w:rsidR="007855F8" w:rsidRPr="00AF62FA">
        <w:rPr>
          <w:rFonts w:ascii="Times New Roman" w:hAnsi="Times New Roman"/>
          <w:color w:val="000000"/>
          <w:sz w:val="28"/>
          <w:szCs w:val="28"/>
        </w:rPr>
        <w:t xml:space="preserve">самоопределения учащихся через </w:t>
      </w:r>
      <w:r w:rsidR="00A66025" w:rsidRPr="00AF62FA">
        <w:rPr>
          <w:rFonts w:ascii="Times New Roman" w:hAnsi="Times New Roman"/>
          <w:color w:val="000000"/>
          <w:sz w:val="28"/>
          <w:szCs w:val="28"/>
        </w:rPr>
        <w:t>увлечение фотоискусством.</w:t>
      </w:r>
    </w:p>
    <w:p w:rsidR="007A473F" w:rsidRPr="00AF62FA" w:rsidRDefault="007A473F" w:rsidP="00AF62F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b/>
          <w:color w:val="000000"/>
          <w:sz w:val="28"/>
          <w:szCs w:val="28"/>
        </w:rPr>
        <w:t>Цель</w:t>
      </w:r>
      <w:r w:rsidR="00676CDC" w:rsidRPr="00AF62F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F62FA"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="00833C50" w:rsidRPr="00AF62F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F62FA">
        <w:rPr>
          <w:rFonts w:ascii="Times New Roman" w:hAnsi="Times New Roman"/>
          <w:b/>
          <w:color w:val="000000"/>
          <w:sz w:val="28"/>
          <w:szCs w:val="28"/>
        </w:rPr>
        <w:t xml:space="preserve">1-го года обучения: </w:t>
      </w:r>
      <w:r w:rsidRPr="00AF62FA">
        <w:rPr>
          <w:rFonts w:ascii="Times New Roman" w:hAnsi="Times New Roman"/>
          <w:color w:val="000000"/>
          <w:sz w:val="28"/>
          <w:szCs w:val="28"/>
        </w:rPr>
        <w:t>формирование у учащихся устойчивого интереса к фотоискусству через понимание природы и технических характеристик света, как основного художественного средства в фотографии.</w:t>
      </w:r>
    </w:p>
    <w:p w:rsidR="007A473F" w:rsidRPr="00AF62FA" w:rsidRDefault="007A473F" w:rsidP="00FC35F0">
      <w:pPr>
        <w:spacing w:after="0"/>
        <w:ind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5" w:name="_Toc46325140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Задачи 1-го года обучения:</w:t>
      </w:r>
      <w:bookmarkEnd w:id="5"/>
    </w:p>
    <w:p w:rsidR="007A473F" w:rsidRPr="00AF62FA" w:rsidRDefault="000718D0" w:rsidP="00FC35F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Предметные задачи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A66025" w:rsidP="00FC35F0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освоить технические характеристики зеркальных и </w:t>
      </w:r>
      <w:proofErr w:type="spellStart"/>
      <w:r w:rsidRPr="00AF62FA">
        <w:rPr>
          <w:rFonts w:ascii="Times New Roman" w:hAnsi="Times New Roman"/>
          <w:color w:val="000000"/>
          <w:sz w:val="28"/>
          <w:szCs w:val="28"/>
        </w:rPr>
        <w:t>беззеркальных</w:t>
      </w:r>
      <w:proofErr w:type="spellEnd"/>
      <w:r w:rsidRPr="00AF62FA">
        <w:rPr>
          <w:rFonts w:ascii="Times New Roman" w:hAnsi="Times New Roman"/>
          <w:color w:val="000000"/>
          <w:sz w:val="28"/>
          <w:szCs w:val="28"/>
        </w:rPr>
        <w:t xml:space="preserve"> камер на базовом уровне;</w:t>
      </w:r>
    </w:p>
    <w:p w:rsidR="007A473F" w:rsidRPr="00AF62FA" w:rsidRDefault="00A66025" w:rsidP="00FC35F0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lastRenderedPageBreak/>
        <w:t xml:space="preserve">обучить </w:t>
      </w:r>
      <w:proofErr w:type="gramStart"/>
      <w:r w:rsidRPr="00AF62FA">
        <w:rPr>
          <w:rFonts w:ascii="Times New Roman" w:hAnsi="Times New Roman"/>
          <w:color w:val="000000"/>
          <w:sz w:val="28"/>
          <w:szCs w:val="28"/>
        </w:rPr>
        <w:t>оперативно</w:t>
      </w:r>
      <w:proofErr w:type="gramEnd"/>
      <w:r w:rsidRPr="00AF62FA">
        <w:rPr>
          <w:rFonts w:ascii="Times New Roman" w:hAnsi="Times New Roman"/>
          <w:color w:val="000000"/>
          <w:sz w:val="28"/>
          <w:szCs w:val="28"/>
        </w:rPr>
        <w:t xml:space="preserve"> настраивать фотоаппаратуру в ручном режиме под любые условия освещения;</w:t>
      </w:r>
    </w:p>
    <w:p w:rsidR="007A473F" w:rsidRPr="00AF62FA" w:rsidRDefault="00A66025" w:rsidP="00FC35F0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изучить основы обработки полученных снимков в разных программных редакторах;</w:t>
      </w:r>
    </w:p>
    <w:p w:rsidR="007A473F" w:rsidRPr="00AF62FA" w:rsidRDefault="00A66025" w:rsidP="00FC35F0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научить работать со светом и грамотно выставлять световые схемы для решения поставленных задач съёмки;</w:t>
      </w:r>
    </w:p>
    <w:p w:rsidR="007A473F" w:rsidRPr="00AF62FA" w:rsidRDefault="00A66025" w:rsidP="00FC35F0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повысить скорость съёмки в сложных, изменяющихся условиях освещения.</w:t>
      </w:r>
    </w:p>
    <w:p w:rsidR="007A473F" w:rsidRPr="00AF62FA" w:rsidRDefault="00D2706D" w:rsidP="00FC35F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задачи</w:t>
      </w: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A66025" w:rsidP="00FC35F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формирование композиционных и эстетических художественных видений;</w:t>
      </w:r>
    </w:p>
    <w:p w:rsidR="007A473F" w:rsidRPr="00AF62FA" w:rsidRDefault="00A66025" w:rsidP="00FC35F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 развитие мелкой моторики рук в обработке и ретуши снимков.</w:t>
      </w:r>
    </w:p>
    <w:p w:rsidR="007A473F" w:rsidRPr="00AF62FA" w:rsidRDefault="00D2706D" w:rsidP="00FC35F0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</w:t>
      </w:r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задачи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A66025" w:rsidP="00FC35F0">
      <w:pPr>
        <w:numPr>
          <w:ilvl w:val="0"/>
          <w:numId w:val="31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формирование интереса к фотоискусству;</w:t>
      </w:r>
    </w:p>
    <w:p w:rsidR="007A473F" w:rsidRPr="00AF62FA" w:rsidRDefault="00A66025" w:rsidP="00FC35F0">
      <w:pPr>
        <w:numPr>
          <w:ilvl w:val="0"/>
          <w:numId w:val="11"/>
        </w:numPr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воспитание нравственно-эстетических качеств личности;</w:t>
      </w:r>
    </w:p>
    <w:p w:rsidR="007A473F" w:rsidRPr="00AF62FA" w:rsidRDefault="00A66025" w:rsidP="00FC35F0">
      <w:pPr>
        <w:numPr>
          <w:ilvl w:val="0"/>
          <w:numId w:val="11"/>
        </w:numPr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совершенствование навыков работы в большом коллективе и малой группе;</w:t>
      </w:r>
    </w:p>
    <w:p w:rsidR="007A473F" w:rsidRPr="00AF62FA" w:rsidRDefault="00A66025" w:rsidP="00FC35F0">
      <w:pPr>
        <w:numPr>
          <w:ilvl w:val="0"/>
          <w:numId w:val="11"/>
        </w:numPr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мотивация к решению поставленных задач и реализация творческих идей.</w:t>
      </w:r>
    </w:p>
    <w:p w:rsidR="007A473F" w:rsidRPr="00AF62FA" w:rsidRDefault="007A473F" w:rsidP="00FC35F0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Профориентационные</w:t>
      </w:r>
      <w:proofErr w:type="spellEnd"/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задачи</w:t>
      </w: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303F89" w:rsidRDefault="00A66025" w:rsidP="00A6250C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03F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7A473F" w:rsidRPr="00303F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ать</w:t>
      </w:r>
      <w:r w:rsidR="00D92892" w:rsidRPr="00303F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представление о профессиях, связанных с </w:t>
      </w:r>
      <w:r w:rsidR="007A473F" w:rsidRPr="00303F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фотографией, стилем, кинематографом и дизайном.</w:t>
      </w:r>
    </w:p>
    <w:p w:rsidR="002D58A9" w:rsidRPr="00303F89" w:rsidRDefault="002D58A9" w:rsidP="002D58A9">
      <w:pPr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473F" w:rsidRPr="00AF62FA" w:rsidRDefault="007A473F" w:rsidP="000718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Цель программы 2-го года обучения: </w:t>
      </w:r>
      <w:r w:rsidRPr="00AF62FA">
        <w:rPr>
          <w:rFonts w:ascii="Times New Roman" w:hAnsi="Times New Roman"/>
          <w:sz w:val="28"/>
          <w:szCs w:val="28"/>
        </w:rPr>
        <w:t xml:space="preserve">повышение качества работ учащихся по средству совмещения грамотной техники съёмки и прогрессивных возможностей графических программ, плагинов и </w:t>
      </w:r>
      <w:proofErr w:type="spellStart"/>
      <w:r w:rsidRPr="00AF62FA">
        <w:rPr>
          <w:rFonts w:ascii="Times New Roman" w:hAnsi="Times New Roman"/>
          <w:sz w:val="28"/>
          <w:szCs w:val="28"/>
        </w:rPr>
        <w:t>пресетов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. </w:t>
      </w:r>
    </w:p>
    <w:p w:rsidR="007A473F" w:rsidRPr="00AF62FA" w:rsidRDefault="007A473F" w:rsidP="00FC35F0">
      <w:pPr>
        <w:spacing w:after="0"/>
        <w:ind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6" w:name="_Toc46325141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Задачи 2-го года обучения:</w:t>
      </w:r>
      <w:bookmarkEnd w:id="6"/>
    </w:p>
    <w:p w:rsidR="007A473F" w:rsidRPr="00AF62FA" w:rsidRDefault="000718D0" w:rsidP="00FC35F0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b/>
          <w:color w:val="000000"/>
          <w:sz w:val="28"/>
          <w:szCs w:val="28"/>
        </w:rPr>
        <w:t>Предметные задачи</w:t>
      </w:r>
      <w:r w:rsidR="007A473F" w:rsidRPr="00AF62FA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7A473F" w:rsidRPr="00AF62FA" w:rsidRDefault="001A0E6A" w:rsidP="00FC35F0">
      <w:pPr>
        <w:numPr>
          <w:ilvl w:val="0"/>
          <w:numId w:val="11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="00A66025" w:rsidRPr="00AF62FA">
        <w:rPr>
          <w:rFonts w:ascii="Times New Roman" w:hAnsi="Times New Roman"/>
          <w:color w:val="000000"/>
          <w:sz w:val="28"/>
          <w:szCs w:val="28"/>
        </w:rPr>
        <w:t xml:space="preserve">основные приемы и стили компьютерной обработки снимков, </w:t>
      </w:r>
      <w:proofErr w:type="spellStart"/>
      <w:r w:rsidR="00A66025" w:rsidRPr="00AF62FA">
        <w:rPr>
          <w:rFonts w:ascii="Times New Roman" w:hAnsi="Times New Roman"/>
          <w:color w:val="000000"/>
          <w:sz w:val="28"/>
          <w:szCs w:val="28"/>
        </w:rPr>
        <w:t>обтравки</w:t>
      </w:r>
      <w:proofErr w:type="spellEnd"/>
      <w:r w:rsidR="00A66025" w:rsidRPr="00AF62FA">
        <w:rPr>
          <w:rFonts w:ascii="Times New Roman" w:hAnsi="Times New Roman"/>
          <w:color w:val="000000"/>
          <w:sz w:val="28"/>
          <w:szCs w:val="28"/>
        </w:rPr>
        <w:t xml:space="preserve"> и ретуши;</w:t>
      </w:r>
    </w:p>
    <w:p w:rsidR="007A473F" w:rsidRPr="00AF62FA" w:rsidRDefault="0047681C" w:rsidP="00FC35F0">
      <w:pPr>
        <w:numPr>
          <w:ilvl w:val="0"/>
          <w:numId w:val="11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изучить структуры  и применение </w:t>
      </w:r>
      <w:r w:rsidR="00A66025" w:rsidRPr="00AF62FA">
        <w:rPr>
          <w:rFonts w:ascii="Times New Roman" w:hAnsi="Times New Roman"/>
          <w:color w:val="000000"/>
          <w:sz w:val="28"/>
          <w:szCs w:val="28"/>
        </w:rPr>
        <w:t>световых, цветовых эффектов;</w:t>
      </w:r>
    </w:p>
    <w:p w:rsidR="007A473F" w:rsidRPr="00AF62FA" w:rsidRDefault="0047681C" w:rsidP="00FC35F0">
      <w:pPr>
        <w:numPr>
          <w:ilvl w:val="0"/>
          <w:numId w:val="11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освоить навыки применения </w:t>
      </w:r>
      <w:r w:rsidR="00A66025" w:rsidRPr="00AF62FA">
        <w:rPr>
          <w:rFonts w:ascii="Times New Roman" w:hAnsi="Times New Roman"/>
          <w:color w:val="000000"/>
          <w:sz w:val="28"/>
          <w:szCs w:val="28"/>
        </w:rPr>
        <w:t xml:space="preserve"> компьютерной графики в ретуши снимков;</w:t>
      </w:r>
    </w:p>
    <w:p w:rsidR="007A473F" w:rsidRPr="00AF62FA" w:rsidRDefault="00A66025" w:rsidP="00FC35F0">
      <w:pPr>
        <w:numPr>
          <w:ilvl w:val="0"/>
          <w:numId w:val="11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создание спецэффектов (дым, искры, блики, огонь, дождь) в программных редакторах;</w:t>
      </w:r>
    </w:p>
    <w:p w:rsidR="007A473F" w:rsidRPr="00AF62FA" w:rsidRDefault="00A66025" w:rsidP="00FC35F0">
      <w:pPr>
        <w:numPr>
          <w:ilvl w:val="0"/>
          <w:numId w:val="11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знакомство с </w:t>
      </w:r>
      <w:proofErr w:type="spellStart"/>
      <w:r w:rsidRPr="00AF62FA">
        <w:rPr>
          <w:rFonts w:ascii="Times New Roman" w:hAnsi="Times New Roman"/>
          <w:color w:val="000000"/>
          <w:sz w:val="28"/>
          <w:szCs w:val="28"/>
        </w:rPr>
        <w:t>экшнами</w:t>
      </w:r>
      <w:proofErr w:type="spellEnd"/>
      <w:r w:rsidRPr="00AF62FA">
        <w:rPr>
          <w:rFonts w:ascii="Times New Roman" w:hAnsi="Times New Roman"/>
          <w:color w:val="000000"/>
          <w:sz w:val="28"/>
          <w:szCs w:val="28"/>
        </w:rPr>
        <w:t xml:space="preserve"> обработки.</w:t>
      </w:r>
    </w:p>
    <w:p w:rsidR="00A63B42" w:rsidRDefault="00A63B42" w:rsidP="00A63B42">
      <w:pPr>
        <w:spacing w:after="0"/>
        <w:ind w:left="709"/>
        <w:rPr>
          <w:rFonts w:ascii="Times New Roman" w:hAnsi="Times New Roman"/>
          <w:color w:val="000000"/>
          <w:sz w:val="28"/>
          <w:szCs w:val="28"/>
        </w:rPr>
      </w:pPr>
    </w:p>
    <w:p w:rsidR="002D58A9" w:rsidRPr="00AF62FA" w:rsidRDefault="002D58A9" w:rsidP="00A63B42">
      <w:pPr>
        <w:spacing w:after="0"/>
        <w:ind w:left="709"/>
        <w:rPr>
          <w:rFonts w:ascii="Times New Roman" w:hAnsi="Times New Roman"/>
          <w:color w:val="000000"/>
          <w:sz w:val="28"/>
          <w:szCs w:val="28"/>
        </w:rPr>
      </w:pPr>
    </w:p>
    <w:p w:rsidR="007A473F" w:rsidRPr="00AF62FA" w:rsidRDefault="00D2706D" w:rsidP="00FC35F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Метапредметные</w:t>
      </w:r>
      <w:proofErr w:type="spellEnd"/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задачи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A66025" w:rsidP="00FC35F0">
      <w:pPr>
        <w:numPr>
          <w:ilvl w:val="0"/>
          <w:numId w:val="12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научить проявлять </w:t>
      </w:r>
      <w:r w:rsidR="007A473F" w:rsidRPr="00AF62FA">
        <w:rPr>
          <w:rFonts w:ascii="Times New Roman" w:hAnsi="Times New Roman"/>
          <w:color w:val="000000"/>
          <w:sz w:val="28"/>
          <w:szCs w:val="28"/>
        </w:rPr>
        <w:t xml:space="preserve">сырые снимки в формате </w:t>
      </w:r>
      <w:r w:rsidR="007A473F" w:rsidRPr="00AF62FA">
        <w:rPr>
          <w:rFonts w:ascii="Times New Roman" w:hAnsi="Times New Roman"/>
          <w:color w:val="000000"/>
          <w:sz w:val="28"/>
          <w:szCs w:val="28"/>
          <w:lang w:val="en-US"/>
        </w:rPr>
        <w:t>RAW</w:t>
      </w:r>
      <w:r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7A473F" w:rsidRPr="00AF62FA" w:rsidRDefault="00A66025" w:rsidP="00FC35F0">
      <w:pPr>
        <w:numPr>
          <w:ilvl w:val="0"/>
          <w:numId w:val="12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применять фильтры для стилизации фотографий и повышения их качества;</w:t>
      </w:r>
    </w:p>
    <w:p w:rsidR="007A473F" w:rsidRPr="00AF62FA" w:rsidRDefault="00A66025" w:rsidP="00FC35F0">
      <w:pPr>
        <w:numPr>
          <w:ilvl w:val="0"/>
          <w:numId w:val="12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составление коллажей, склеек и сложных композиций;</w:t>
      </w:r>
    </w:p>
    <w:p w:rsidR="007A473F" w:rsidRPr="00AF62FA" w:rsidRDefault="00A66025" w:rsidP="00FC35F0">
      <w:pPr>
        <w:numPr>
          <w:ilvl w:val="0"/>
          <w:numId w:val="12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результативное и продуктивное использование ПК в обработке снимков.</w:t>
      </w:r>
    </w:p>
    <w:p w:rsidR="007A473F" w:rsidRPr="00AF62FA" w:rsidRDefault="00D2706D" w:rsidP="00FC35F0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</w:t>
      </w:r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задачи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A66025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формирование устойчивого интереса к фотоискусству;</w:t>
      </w:r>
    </w:p>
    <w:p w:rsidR="007A473F" w:rsidRPr="00AF62FA" w:rsidRDefault="00A66025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совершенствование навыков работы в большом коллективе и малой группе;</w:t>
      </w:r>
    </w:p>
    <w:p w:rsidR="007A473F" w:rsidRPr="00AF62FA" w:rsidRDefault="00A66025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воспитание трудолюбия, ответственности за результат;</w:t>
      </w:r>
    </w:p>
    <w:p w:rsidR="007A473F" w:rsidRPr="00AF62FA" w:rsidRDefault="00A66025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мотивация к решению поставленных задач и реализация творческих идей.</w:t>
      </w:r>
    </w:p>
    <w:p w:rsidR="007A473F" w:rsidRDefault="00D2706D" w:rsidP="00FC35F0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Профориентационные</w:t>
      </w:r>
      <w:proofErr w:type="spellEnd"/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задачи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A66025" w:rsidP="00AF62FA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</w:rPr>
        <w:t>рас</w:t>
      </w:r>
      <w:r w:rsidR="007A473F" w:rsidRPr="00AF62FA">
        <w:rPr>
          <w:rFonts w:ascii="Times New Roman" w:hAnsi="Times New Roman"/>
          <w:sz w:val="28"/>
          <w:szCs w:val="28"/>
        </w:rPr>
        <w:t>ширить представления</w:t>
      </w:r>
      <w:r w:rsidR="00AF62FA">
        <w:rPr>
          <w:rFonts w:ascii="Times New Roman" w:hAnsi="Times New Roman"/>
          <w:sz w:val="28"/>
          <w:szCs w:val="28"/>
        </w:rPr>
        <w:t xml:space="preserve"> о профессиях, связанных с </w:t>
      </w:r>
      <w:r w:rsidR="007A473F" w:rsidRPr="00AF62FA">
        <w:rPr>
          <w:rFonts w:ascii="Times New Roman" w:hAnsi="Times New Roman"/>
          <w:sz w:val="28"/>
          <w:szCs w:val="28"/>
        </w:rPr>
        <w:t>фотографией, стилем, кинематографом и дизайном.</w:t>
      </w:r>
    </w:p>
    <w:p w:rsidR="00AF62FA" w:rsidRDefault="007A473F" w:rsidP="00FC35F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 </w:t>
      </w:r>
    </w:p>
    <w:p w:rsidR="007A473F" w:rsidRPr="00AF62FA" w:rsidRDefault="007A473F" w:rsidP="00FC35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Цель программы 3-го года обучения: </w:t>
      </w:r>
      <w:r w:rsidR="00A66025" w:rsidRPr="00AF62FA">
        <w:rPr>
          <w:rFonts w:ascii="Times New Roman" w:hAnsi="Times New Roman"/>
          <w:sz w:val="28"/>
          <w:szCs w:val="28"/>
        </w:rPr>
        <w:t>создание условий для развития</w:t>
      </w:r>
      <w:r w:rsidR="00AF62FA">
        <w:rPr>
          <w:rFonts w:ascii="Times New Roman" w:hAnsi="Times New Roman"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творческой самостоятельности и самодостаточности учащихся, повышение грамотности в съёмке и обработке фотографий. </w:t>
      </w:r>
    </w:p>
    <w:p w:rsidR="007A473F" w:rsidRPr="00AF62FA" w:rsidRDefault="007A473F" w:rsidP="00FC35F0">
      <w:pPr>
        <w:spacing w:after="0"/>
        <w:ind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7" w:name="_Toc46325142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Задачи 3-го года обучения:</w:t>
      </w:r>
      <w:bookmarkEnd w:id="7"/>
    </w:p>
    <w:p w:rsidR="007A473F" w:rsidRPr="00AF62FA" w:rsidRDefault="000718D0" w:rsidP="00FC35F0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b/>
          <w:color w:val="000000"/>
          <w:sz w:val="28"/>
          <w:szCs w:val="28"/>
        </w:rPr>
        <w:t>Предметные задачи</w:t>
      </w:r>
      <w:r w:rsidR="007A473F" w:rsidRPr="00AF62FA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7A473F" w:rsidRPr="00AF62FA" w:rsidRDefault="002C65A7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освоить все виды съемок: репортаж, портрет, пейзаж, жанр и рекламная съёмка. </w:t>
      </w:r>
    </w:p>
    <w:p w:rsidR="007A473F" w:rsidRPr="00AF62FA" w:rsidRDefault="002C65A7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развить навыки пакетной обработки для ускорения работы с большим количеством снимков.</w:t>
      </w:r>
    </w:p>
    <w:p w:rsidR="007A473F" w:rsidRPr="00AF62FA" w:rsidRDefault="002C65A7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научиться </w:t>
      </w:r>
      <w:proofErr w:type="gramStart"/>
      <w:r w:rsidRPr="00AF62FA">
        <w:rPr>
          <w:rFonts w:ascii="Times New Roman" w:hAnsi="Times New Roman"/>
          <w:color w:val="000000"/>
          <w:sz w:val="28"/>
          <w:szCs w:val="28"/>
        </w:rPr>
        <w:t>самостоятельно</w:t>
      </w:r>
      <w:proofErr w:type="gramEnd"/>
      <w:r w:rsidRPr="00AF62FA">
        <w:rPr>
          <w:rFonts w:ascii="Times New Roman" w:hAnsi="Times New Roman"/>
          <w:color w:val="000000"/>
          <w:sz w:val="28"/>
          <w:szCs w:val="28"/>
        </w:rPr>
        <w:t xml:space="preserve"> организовывать съёмки и продумывать сеты для серии снимков</w:t>
      </w:r>
    </w:p>
    <w:p w:rsidR="007A473F" w:rsidRPr="00AF62FA" w:rsidRDefault="002C65A7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изучить технологию создания и написания авторских </w:t>
      </w:r>
      <w:proofErr w:type="spellStart"/>
      <w:r w:rsidRPr="00AF62FA">
        <w:rPr>
          <w:rFonts w:ascii="Times New Roman" w:hAnsi="Times New Roman"/>
          <w:color w:val="000000"/>
          <w:sz w:val="28"/>
          <w:szCs w:val="28"/>
        </w:rPr>
        <w:t>экшнов</w:t>
      </w:r>
      <w:proofErr w:type="spellEnd"/>
      <w:r w:rsidRPr="00AF62FA">
        <w:rPr>
          <w:rFonts w:ascii="Times New Roman" w:hAnsi="Times New Roman"/>
          <w:color w:val="000000"/>
          <w:sz w:val="28"/>
          <w:szCs w:val="28"/>
        </w:rPr>
        <w:t xml:space="preserve"> для пакетной обработки</w:t>
      </w:r>
    </w:p>
    <w:p w:rsidR="007A473F" w:rsidRPr="00AF62FA" w:rsidRDefault="002C65A7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освоить технику грамотного разбора снимков по всем критериям</w:t>
      </w:r>
    </w:p>
    <w:p w:rsidR="007A473F" w:rsidRPr="00AF62FA" w:rsidRDefault="00D2706D" w:rsidP="00FC35F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задачи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47681C" w:rsidRPr="00AF62FA" w:rsidRDefault="00303F89" w:rsidP="000718D0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научить составлять</w:t>
      </w:r>
      <w:r w:rsidR="0047681C" w:rsidRPr="00AF62FA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2C65A7" w:rsidRPr="00AF62FA">
        <w:rPr>
          <w:rFonts w:ascii="Times New Roman" w:hAnsi="Times New Roman"/>
          <w:color w:val="000000"/>
          <w:sz w:val="28"/>
          <w:szCs w:val="28"/>
        </w:rPr>
        <w:t>правильно</w:t>
      </w:r>
      <w:r w:rsidR="0047681C" w:rsidRPr="00AF62FA">
        <w:rPr>
          <w:rFonts w:ascii="Times New Roman" w:hAnsi="Times New Roman"/>
          <w:color w:val="000000"/>
          <w:sz w:val="28"/>
          <w:szCs w:val="28"/>
        </w:rPr>
        <w:t xml:space="preserve"> выполнять технические задачи;</w:t>
      </w:r>
    </w:p>
    <w:p w:rsidR="007A473F" w:rsidRPr="00AF62FA" w:rsidRDefault="002C65A7" w:rsidP="000718D0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совмещать различные виды съёмок, для создания художественных, композиционно правильных и осмысленных снимков;</w:t>
      </w:r>
    </w:p>
    <w:p w:rsidR="007A473F" w:rsidRPr="00AF62FA" w:rsidRDefault="0047681C" w:rsidP="000718D0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оптимизировать </w:t>
      </w:r>
      <w:r w:rsidR="00303F89" w:rsidRPr="00AF62FA">
        <w:rPr>
          <w:rFonts w:ascii="Times New Roman" w:hAnsi="Times New Roman"/>
          <w:color w:val="000000"/>
          <w:sz w:val="28"/>
          <w:szCs w:val="28"/>
        </w:rPr>
        <w:t>качество фотографий</w:t>
      </w:r>
      <w:r w:rsidR="002C65A7"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7A473F" w:rsidRPr="00AF62FA" w:rsidRDefault="002C65A7" w:rsidP="000718D0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развить навыки расстановки и настройки источников света;</w:t>
      </w:r>
    </w:p>
    <w:p w:rsidR="007A473F" w:rsidRPr="00AF62FA" w:rsidRDefault="002C65A7" w:rsidP="000718D0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lastRenderedPageBreak/>
        <w:t xml:space="preserve">уверенно работать со всеми </w:t>
      </w:r>
      <w:proofErr w:type="spellStart"/>
      <w:r w:rsidRPr="00AF62FA">
        <w:rPr>
          <w:rFonts w:ascii="Times New Roman" w:hAnsi="Times New Roman"/>
          <w:color w:val="000000"/>
          <w:sz w:val="28"/>
          <w:szCs w:val="28"/>
        </w:rPr>
        <w:t>светоформирующими</w:t>
      </w:r>
      <w:proofErr w:type="spellEnd"/>
      <w:r w:rsidRPr="00AF62FA">
        <w:rPr>
          <w:rFonts w:ascii="Times New Roman" w:hAnsi="Times New Roman"/>
          <w:color w:val="000000"/>
          <w:sz w:val="28"/>
          <w:szCs w:val="28"/>
        </w:rPr>
        <w:t xml:space="preserve"> насадками.</w:t>
      </w:r>
    </w:p>
    <w:p w:rsidR="007A473F" w:rsidRPr="00AF62FA" w:rsidRDefault="00D2706D" w:rsidP="00FC35F0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</w:t>
      </w:r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задачи</w:t>
      </w: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2C65A7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совершенствование навыков работы в большом коллективе и малой групп;</w:t>
      </w:r>
    </w:p>
    <w:p w:rsidR="007A473F" w:rsidRPr="00AF62FA" w:rsidRDefault="002C65A7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уважение к труду;</w:t>
      </w:r>
    </w:p>
    <w:p w:rsidR="007A473F" w:rsidRPr="00AF62FA" w:rsidRDefault="002C65A7" w:rsidP="00FC35F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мотивация к решению поставленных задач и реализация творческих идей.</w:t>
      </w:r>
    </w:p>
    <w:p w:rsidR="007A473F" w:rsidRPr="00AF62FA" w:rsidRDefault="007A473F" w:rsidP="00FC35F0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Профориентационные</w:t>
      </w:r>
      <w:proofErr w:type="spellEnd"/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задачи</w:t>
      </w: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332EA5" w:rsidRPr="00ED4CD1" w:rsidRDefault="002C65A7" w:rsidP="00A63B42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C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="007A473F" w:rsidRPr="00ED4C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ED4CD1" w:rsidRPr="00ED4C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скрыть особенности профессий, связанных с </w:t>
      </w:r>
      <w:r w:rsidR="007A473F" w:rsidRPr="00ED4C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фотографией, стилем, кинематографом и дизайном.</w:t>
      </w:r>
    </w:p>
    <w:p w:rsidR="00332EA5" w:rsidRPr="00AF62FA" w:rsidRDefault="00332EA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73F" w:rsidRDefault="007A473F" w:rsidP="00ED4CD1">
      <w:pPr>
        <w:pStyle w:val="2"/>
        <w:numPr>
          <w:ilvl w:val="1"/>
          <w:numId w:val="40"/>
        </w:numPr>
        <w:spacing w:before="0" w:line="240" w:lineRule="auto"/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8" w:name="_Toc46325143"/>
      <w:r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Содержание программы</w:t>
      </w:r>
      <w:bookmarkEnd w:id="8"/>
    </w:p>
    <w:p w:rsidR="00C613A6" w:rsidRPr="00C613A6" w:rsidRDefault="00C613A6" w:rsidP="00ED4CD1">
      <w:pPr>
        <w:pStyle w:val="a4"/>
        <w:spacing w:after="0" w:line="240" w:lineRule="auto"/>
        <w:ind w:left="0"/>
        <w:jc w:val="center"/>
        <w:rPr>
          <w:lang w:eastAsia="ru-RU"/>
        </w:rPr>
      </w:pPr>
    </w:p>
    <w:p w:rsidR="007A473F" w:rsidRDefault="007A473F" w:rsidP="00ED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Учебный план 1-го года обучения</w:t>
      </w:r>
    </w:p>
    <w:p w:rsidR="00C613A6" w:rsidRPr="00AF62FA" w:rsidRDefault="00C613A6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3179"/>
        <w:gridCol w:w="1089"/>
        <w:gridCol w:w="1245"/>
        <w:gridCol w:w="1492"/>
        <w:gridCol w:w="1719"/>
      </w:tblGrid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pStyle w:val="1"/>
              <w:spacing w:line="276" w:lineRule="auto"/>
              <w:jc w:val="both"/>
              <w:rPr>
                <w:b/>
                <w:szCs w:val="28"/>
              </w:rPr>
            </w:pPr>
          </w:p>
          <w:p w:rsidR="007A473F" w:rsidRPr="00AF62FA" w:rsidRDefault="00954331" w:rsidP="00AF62FA">
            <w:pPr>
              <w:pStyle w:val="1"/>
              <w:spacing w:line="276" w:lineRule="auto"/>
              <w:jc w:val="both"/>
              <w:rPr>
                <w:b/>
                <w:szCs w:val="28"/>
              </w:rPr>
            </w:pPr>
            <w:bookmarkStart w:id="9" w:name="_Toc46325144"/>
            <w:r w:rsidRPr="00AF62FA">
              <w:rPr>
                <w:b/>
                <w:szCs w:val="28"/>
              </w:rPr>
              <w:t>Наименование разделов и тем</w:t>
            </w:r>
            <w:bookmarkEnd w:id="9"/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Всего час.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Формы аттестации/ контроля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Техника безопасности. Вводное занятие.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Съёмка и обработка мужского портрета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Предметная съёмка, стили и обработка.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Смешанный свет в фотографии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Опрос, Фотосессия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Жесткая тень в творческой фотографии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Тест, Фотосессия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Репортаж спортивных мероприятий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Репортаж, фотоотчет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Женский портрет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Короткие и длинные выдержки в фотографии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фотоотчет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Аквасъёмка</w:t>
            </w:r>
            <w:proofErr w:type="spell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 в студии и в бассейне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Фотосессия 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Итоговые занятия</w:t>
            </w: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5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108</w:t>
            </w:r>
          </w:p>
        </w:tc>
        <w:tc>
          <w:tcPr>
            <w:tcW w:w="127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93</w:t>
            </w:r>
          </w:p>
        </w:tc>
        <w:tc>
          <w:tcPr>
            <w:tcW w:w="1526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598E" w:rsidRPr="00AF62FA" w:rsidRDefault="00B0598E" w:rsidP="00AF62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0598E" w:rsidRPr="00AF62FA" w:rsidRDefault="00B0598E" w:rsidP="00AF62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A473F" w:rsidRDefault="007A473F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lastRenderedPageBreak/>
        <w:t>Содержание учебного плана</w:t>
      </w:r>
      <w:r w:rsidR="00C613A6">
        <w:rPr>
          <w:rFonts w:ascii="Times New Roman" w:hAnsi="Times New Roman"/>
          <w:b/>
          <w:sz w:val="28"/>
          <w:szCs w:val="28"/>
        </w:rPr>
        <w:t xml:space="preserve"> 1 года обучения</w:t>
      </w:r>
    </w:p>
    <w:p w:rsidR="00C613A6" w:rsidRPr="00AF62FA" w:rsidRDefault="00C613A6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A473F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Инструктаж по технике безопасности. Вводное занятие (2ч.).</w:t>
      </w:r>
      <w:r w:rsidRPr="00AF62FA">
        <w:rPr>
          <w:rFonts w:ascii="Times New Roman" w:hAnsi="Times New Roman"/>
          <w:sz w:val="28"/>
          <w:szCs w:val="28"/>
        </w:rPr>
        <w:t xml:space="preserve"> Краткий обзор тем базовой программы для первого года обучения. Инструктаж по технике безопасности.</w:t>
      </w:r>
    </w:p>
    <w:p w:rsidR="007A473F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Съёмка и обработка мужского портрета (10ч.)</w:t>
      </w:r>
      <w:r w:rsidRPr="00AF62FA">
        <w:rPr>
          <w:rFonts w:ascii="Times New Roman" w:hAnsi="Times New Roman"/>
          <w:sz w:val="28"/>
          <w:szCs w:val="28"/>
        </w:rPr>
        <w:t xml:space="preserve">. Разбор световых схем, распределение мощности источников света. Подбор </w:t>
      </w:r>
      <w:proofErr w:type="spellStart"/>
      <w:r w:rsidRPr="00AF62FA">
        <w:rPr>
          <w:rFonts w:ascii="Times New Roman" w:hAnsi="Times New Roman"/>
          <w:sz w:val="28"/>
          <w:szCs w:val="28"/>
        </w:rPr>
        <w:t>светоформирующих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насадок. Психология мужского портрета. Обработка и ретушь готовых снимков без потери текстуры. Цветные и черно-белые снимки, драматизм по глубине тени.</w:t>
      </w:r>
    </w:p>
    <w:p w:rsidR="007A473F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Предметная съёмка, стили и обработка (24ч.).</w:t>
      </w:r>
      <w:r w:rsidRPr="00AF62FA">
        <w:rPr>
          <w:rFonts w:ascii="Times New Roman" w:hAnsi="Times New Roman"/>
          <w:sz w:val="28"/>
          <w:szCs w:val="28"/>
        </w:rPr>
        <w:t xml:space="preserve"> Съёмка статичных предметов с постоянным и импульсным светом. Световые схемы и ручная фокусировка в съёмке предметов. Особенности съёмки стекла, металлических и деревянных изделий. Световая кисть с использованием гелиевых фильтров. Заморозка воды в стиле </w:t>
      </w:r>
      <w:proofErr w:type="spellStart"/>
      <w:r w:rsidRPr="00AF62FA">
        <w:rPr>
          <w:rFonts w:ascii="Times New Roman" w:hAnsi="Times New Roman"/>
          <w:sz w:val="28"/>
          <w:szCs w:val="28"/>
        </w:rPr>
        <w:t>фрэш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, яркие снимки с фруктами и соками.  </w:t>
      </w:r>
    </w:p>
    <w:p w:rsidR="007A473F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Смешанный свет в фотографии (8ч.)</w:t>
      </w:r>
      <w:proofErr w:type="gramStart"/>
      <w:r w:rsidRPr="00AF62FA">
        <w:rPr>
          <w:rFonts w:ascii="Times New Roman" w:hAnsi="Times New Roman"/>
          <w:b/>
          <w:sz w:val="28"/>
          <w:szCs w:val="28"/>
        </w:rPr>
        <w:t>.</w:t>
      </w:r>
      <w:r w:rsidRPr="00AF62FA">
        <w:rPr>
          <w:rFonts w:ascii="Times New Roman" w:hAnsi="Times New Roman"/>
          <w:sz w:val="28"/>
          <w:szCs w:val="28"/>
        </w:rPr>
        <w:t>И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спользование источников постоянного и импульсного света в одном снимке. Расчёт мощности источников света. Использование </w:t>
      </w:r>
      <w:proofErr w:type="spellStart"/>
      <w:r w:rsidRPr="00AF62FA">
        <w:rPr>
          <w:rFonts w:ascii="Times New Roman" w:hAnsi="Times New Roman"/>
          <w:sz w:val="28"/>
          <w:szCs w:val="28"/>
        </w:rPr>
        <w:t>светоформирующих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насадок (</w:t>
      </w:r>
      <w:proofErr w:type="spellStart"/>
      <w:r w:rsidRPr="00AF62FA">
        <w:rPr>
          <w:rFonts w:ascii="Times New Roman" w:hAnsi="Times New Roman"/>
          <w:sz w:val="28"/>
          <w:szCs w:val="28"/>
        </w:rPr>
        <w:t>снут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, горшок, соты, шторки, </w:t>
      </w:r>
      <w:proofErr w:type="spellStart"/>
      <w:r w:rsidRPr="00AF62FA">
        <w:rPr>
          <w:rFonts w:ascii="Times New Roman" w:hAnsi="Times New Roman"/>
          <w:sz w:val="28"/>
          <w:szCs w:val="28"/>
        </w:rPr>
        <w:t>стрипбоксы</w:t>
      </w:r>
      <w:proofErr w:type="spellEnd"/>
      <w:r w:rsidRPr="00AF62FA">
        <w:rPr>
          <w:rFonts w:ascii="Times New Roman" w:hAnsi="Times New Roman"/>
          <w:sz w:val="28"/>
          <w:szCs w:val="28"/>
        </w:rPr>
        <w:t>) для точного освещения. Создание сюрреалистических сюжетов, портретов и мульти фотографий.</w:t>
      </w:r>
    </w:p>
    <w:p w:rsidR="007A473F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Жесткая тень в творческой фотографии (12ч.). </w:t>
      </w:r>
      <w:r w:rsidRPr="00AF62FA">
        <w:rPr>
          <w:rFonts w:ascii="Times New Roman" w:hAnsi="Times New Roman"/>
          <w:sz w:val="28"/>
          <w:szCs w:val="28"/>
        </w:rPr>
        <w:t xml:space="preserve">Использование жесткой тени, как средства повышения выразительности снимка. Жесткий свет и фактурные сетки, решетки, жалюзи и тюль для создания узоров. Обрисовка контура модели вспышкой через </w:t>
      </w:r>
      <w:proofErr w:type="spellStart"/>
      <w:r w:rsidRPr="00AF62FA">
        <w:rPr>
          <w:rFonts w:ascii="Times New Roman" w:hAnsi="Times New Roman"/>
          <w:sz w:val="28"/>
          <w:szCs w:val="28"/>
        </w:rPr>
        <w:t>стрипбокс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с сотами. Распределение мощности и перевод изображений в монохромный режим для усиления объёма.</w:t>
      </w:r>
    </w:p>
    <w:p w:rsidR="007A473F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Репортаж </w:t>
      </w:r>
      <w:proofErr w:type="gramStart"/>
      <w:r w:rsidRPr="00AF62FA">
        <w:rPr>
          <w:rFonts w:ascii="Times New Roman" w:hAnsi="Times New Roman"/>
          <w:b/>
          <w:sz w:val="28"/>
          <w:szCs w:val="28"/>
        </w:rPr>
        <w:t>спортивных</w:t>
      </w:r>
      <w:proofErr w:type="gramEnd"/>
      <w:r w:rsidRPr="00AF62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62FA">
        <w:rPr>
          <w:rFonts w:ascii="Times New Roman" w:hAnsi="Times New Roman"/>
          <w:b/>
          <w:sz w:val="28"/>
          <w:szCs w:val="28"/>
        </w:rPr>
        <w:t>мероприятиий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(8ч.).</w:t>
      </w:r>
      <w:r w:rsidRPr="00AF62FA">
        <w:rPr>
          <w:rFonts w:ascii="Times New Roman" w:hAnsi="Times New Roman"/>
          <w:sz w:val="28"/>
          <w:szCs w:val="28"/>
        </w:rPr>
        <w:t xml:space="preserve"> Основные особенности спортивной репортажной съёмки. Использование устрой</w:t>
      </w:r>
      <w:proofErr w:type="gramStart"/>
      <w:r w:rsidRPr="00AF62FA">
        <w:rPr>
          <w:rFonts w:ascii="Times New Roman" w:hAnsi="Times New Roman"/>
          <w:sz w:val="28"/>
          <w:szCs w:val="28"/>
        </w:rPr>
        <w:t>ств ст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абилизации изображения (штатив и </w:t>
      </w:r>
      <w:proofErr w:type="spellStart"/>
      <w:r w:rsidRPr="00AF62FA">
        <w:rPr>
          <w:rFonts w:ascii="Times New Roman" w:hAnsi="Times New Roman"/>
          <w:sz w:val="28"/>
          <w:szCs w:val="28"/>
        </w:rPr>
        <w:t>монопод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). Съёмка с проводкой и с короткой выдержкой. Создание спортивных </w:t>
      </w:r>
      <w:proofErr w:type="spellStart"/>
      <w:r w:rsidRPr="00AF62FA">
        <w:rPr>
          <w:rFonts w:ascii="Times New Roman" w:hAnsi="Times New Roman"/>
          <w:sz w:val="28"/>
          <w:szCs w:val="28"/>
        </w:rPr>
        <w:t>серийв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разных </w:t>
      </w:r>
      <w:proofErr w:type="gramStart"/>
      <w:r w:rsidRPr="00AF62FA">
        <w:rPr>
          <w:rFonts w:ascii="Times New Roman" w:hAnsi="Times New Roman"/>
          <w:sz w:val="28"/>
          <w:szCs w:val="28"/>
        </w:rPr>
        <w:t>видах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спорта.</w:t>
      </w:r>
    </w:p>
    <w:p w:rsidR="007A473F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Женский портрет (4ч.).</w:t>
      </w:r>
      <w:r w:rsidRPr="00AF62FA">
        <w:rPr>
          <w:rFonts w:ascii="Times New Roman" w:hAnsi="Times New Roman"/>
          <w:sz w:val="28"/>
          <w:szCs w:val="28"/>
        </w:rPr>
        <w:t xml:space="preserve"> Основные схемы в съёмке женского портрета. Особенности работы со светом и отражателями в </w:t>
      </w:r>
      <w:proofErr w:type="spellStart"/>
      <w:r w:rsidRPr="00AF62FA">
        <w:rPr>
          <w:rFonts w:ascii="Times New Roman" w:hAnsi="Times New Roman"/>
          <w:sz w:val="28"/>
          <w:szCs w:val="28"/>
        </w:rPr>
        <w:t>бьюти</w:t>
      </w:r>
      <w:proofErr w:type="spellEnd"/>
      <w:r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Короткие и длинные выдержки в фотографии (12ч.). </w:t>
      </w:r>
      <w:r w:rsidRPr="00AF62FA">
        <w:rPr>
          <w:rFonts w:ascii="Times New Roman" w:hAnsi="Times New Roman"/>
          <w:sz w:val="28"/>
          <w:szCs w:val="28"/>
        </w:rPr>
        <w:t xml:space="preserve">Быстрая корректировка настроек выдержки в фотоаппарате. Выставление </w:t>
      </w:r>
      <w:proofErr w:type="spellStart"/>
      <w:r w:rsidRPr="00AF62FA">
        <w:rPr>
          <w:rFonts w:ascii="Times New Roman" w:hAnsi="Times New Roman"/>
          <w:sz w:val="28"/>
          <w:szCs w:val="28"/>
        </w:rPr>
        <w:t>экспопары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. Короткая выдержка для заморозки движения </w:t>
      </w:r>
      <w:proofErr w:type="spellStart"/>
      <w:r w:rsidRPr="00AF62FA">
        <w:rPr>
          <w:rFonts w:ascii="Times New Roman" w:hAnsi="Times New Roman"/>
          <w:sz w:val="28"/>
          <w:szCs w:val="28"/>
        </w:rPr>
        <w:t>вактивных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F62FA">
        <w:rPr>
          <w:rFonts w:ascii="Times New Roman" w:hAnsi="Times New Roman"/>
          <w:sz w:val="28"/>
          <w:szCs w:val="28"/>
        </w:rPr>
        <w:t>видах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спорта. Использование длинной выдержки для показа движения или его исключения.</w:t>
      </w:r>
    </w:p>
    <w:p w:rsidR="007A473F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62FA">
        <w:rPr>
          <w:rFonts w:ascii="Times New Roman" w:hAnsi="Times New Roman"/>
          <w:b/>
          <w:sz w:val="28"/>
          <w:szCs w:val="28"/>
        </w:rPr>
        <w:t>Аквасъёмка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в студии и в бассейне (24ч.).</w:t>
      </w:r>
      <w:r w:rsidRPr="00AF62FA">
        <w:rPr>
          <w:rFonts w:ascii="Times New Roman" w:hAnsi="Times New Roman"/>
          <w:sz w:val="28"/>
          <w:szCs w:val="28"/>
        </w:rPr>
        <w:t xml:space="preserve"> Работа с брызгами воды в съёмках портретов на локации и в студии. Использование </w:t>
      </w:r>
      <w:proofErr w:type="spellStart"/>
      <w:r w:rsidRPr="00AF62FA">
        <w:rPr>
          <w:rFonts w:ascii="Times New Roman" w:hAnsi="Times New Roman"/>
          <w:sz w:val="28"/>
          <w:szCs w:val="28"/>
        </w:rPr>
        <w:lastRenderedPageBreak/>
        <w:t>стрипбоксов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для обрисовки капель воды, и интересных эффектов </w:t>
      </w:r>
      <w:proofErr w:type="gramStart"/>
      <w:r w:rsidRPr="00AF62FA">
        <w:rPr>
          <w:rFonts w:ascii="Times New Roman" w:hAnsi="Times New Roman"/>
          <w:sz w:val="28"/>
          <w:szCs w:val="28"/>
        </w:rPr>
        <w:t>боке</w:t>
      </w:r>
      <w:proofErr w:type="gramEnd"/>
      <w:r w:rsidRPr="00AF62FA">
        <w:rPr>
          <w:rFonts w:ascii="Times New Roman" w:hAnsi="Times New Roman"/>
          <w:sz w:val="28"/>
          <w:szCs w:val="28"/>
        </w:rPr>
        <w:t>. Всплески воды для создания эмоциональных портретов. Съёмка в корпусном бассейне с небольшим количеством воды и черным фоном, с интересными отражениями. Инструктаж по технике безопасности в спортивном бассейне. Распределение на малые съёмочные группы. Формирование световых схем и синхронизации импульса под водой. Подводные съёмки пловцов и танцоров с импульсным светом. Обработка подводных снимков с корректировкой цветовой температуры и оттенка, повышения резкости и чёткости.</w:t>
      </w:r>
    </w:p>
    <w:p w:rsidR="00954331" w:rsidRPr="00AF62FA" w:rsidRDefault="007A473F" w:rsidP="00AF62FA">
      <w:pPr>
        <w:numPr>
          <w:ilvl w:val="1"/>
          <w:numId w:val="9"/>
        </w:numPr>
        <w:tabs>
          <w:tab w:val="clear" w:pos="144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Итоговое занятие (4ч.).</w:t>
      </w:r>
      <w:r w:rsidRPr="00AF62FA">
        <w:rPr>
          <w:rFonts w:ascii="Times New Roman" w:hAnsi="Times New Roman"/>
          <w:sz w:val="28"/>
          <w:szCs w:val="28"/>
        </w:rPr>
        <w:t xml:space="preserve"> Подготовка к итоговой годовой выставке. Формирование отчёта для социальных сетей. Опрос и тестирование учащимся по изученным темам. Задания по наполнению портфолио за каникулярный период.</w:t>
      </w:r>
    </w:p>
    <w:p w:rsidR="00954331" w:rsidRPr="00AF62FA" w:rsidRDefault="00954331" w:rsidP="00AF62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473F" w:rsidRDefault="00A6250C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Учебный план 2-го года обучения</w:t>
      </w:r>
    </w:p>
    <w:p w:rsidR="00C613A6" w:rsidRPr="00AF62FA" w:rsidRDefault="00C613A6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8"/>
        <w:gridCol w:w="3115"/>
        <w:gridCol w:w="1251"/>
        <w:gridCol w:w="1136"/>
        <w:gridCol w:w="1492"/>
        <w:gridCol w:w="1719"/>
      </w:tblGrid>
      <w:tr w:rsidR="007A473F" w:rsidRPr="00AF62FA" w:rsidTr="00954331">
        <w:trPr>
          <w:trHeight w:val="1138"/>
        </w:trPr>
        <w:tc>
          <w:tcPr>
            <w:tcW w:w="709" w:type="dxa"/>
          </w:tcPr>
          <w:p w:rsidR="007A473F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2D58A9" w:rsidRPr="00AF62FA" w:rsidRDefault="002D58A9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260" w:type="dxa"/>
          </w:tcPr>
          <w:p w:rsidR="007A473F" w:rsidRPr="00AF62FA" w:rsidRDefault="007A473F" w:rsidP="00AF62FA">
            <w:pPr>
              <w:pStyle w:val="1"/>
              <w:spacing w:line="276" w:lineRule="auto"/>
              <w:jc w:val="both"/>
              <w:rPr>
                <w:b/>
                <w:szCs w:val="28"/>
              </w:rPr>
            </w:pPr>
          </w:p>
          <w:p w:rsidR="007A473F" w:rsidRPr="00AF62FA" w:rsidRDefault="007A473F" w:rsidP="00AF62FA">
            <w:pPr>
              <w:pStyle w:val="1"/>
              <w:spacing w:line="276" w:lineRule="auto"/>
              <w:jc w:val="both"/>
              <w:rPr>
                <w:b/>
                <w:szCs w:val="28"/>
              </w:rPr>
            </w:pPr>
            <w:bookmarkStart w:id="10" w:name="_Toc46325145"/>
            <w:r w:rsidRPr="00AF62FA">
              <w:rPr>
                <w:b/>
                <w:szCs w:val="28"/>
              </w:rPr>
              <w:t>Наименование разделов и тем</w:t>
            </w:r>
            <w:bookmarkEnd w:id="10"/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Всего час.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Формы аттестации/ контроля</w:t>
            </w:r>
          </w:p>
        </w:tc>
      </w:tr>
      <w:tr w:rsidR="007A473F" w:rsidRPr="00AF62FA" w:rsidTr="00954331">
        <w:trPr>
          <w:trHeight w:val="567"/>
        </w:trPr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Введение в программу. Инструктаж ТБ.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Художественная обработка портретов в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AdobePhotoshop</w:t>
            </w:r>
            <w:proofErr w:type="spellEnd"/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Эффект </w:t>
            </w:r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  <w:r w:rsidRPr="00AF62FA">
              <w:rPr>
                <w:rFonts w:ascii="Times New Roman" w:hAnsi="Times New Roman"/>
                <w:sz w:val="28"/>
                <w:szCs w:val="28"/>
              </w:rPr>
              <w:t>Левитации</w:t>
            </w:r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  <w:r w:rsidRPr="00AF62FA">
              <w:rPr>
                <w:rFonts w:ascii="Times New Roman" w:hAnsi="Times New Roman"/>
                <w:sz w:val="28"/>
                <w:szCs w:val="28"/>
              </w:rPr>
              <w:t xml:space="preserve"> в фотографии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Художественная жесткая тень с цветовым и световым заполнением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Зимний портрет с использованием эффектов и текстур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43" w:type="dxa"/>
          </w:tcPr>
          <w:p w:rsidR="007A473F" w:rsidRPr="00AF62FA" w:rsidRDefault="00866921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</w:t>
            </w:r>
            <w:r w:rsidR="00824B8C">
              <w:rPr>
                <w:rFonts w:ascii="Times New Roman" w:hAnsi="Times New Roman"/>
                <w:sz w:val="28"/>
                <w:szCs w:val="28"/>
              </w:rPr>
              <w:t>тосессия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62FA">
              <w:rPr>
                <w:rFonts w:ascii="Times New Roman" w:hAnsi="Times New Roman"/>
                <w:sz w:val="28"/>
                <w:szCs w:val="28"/>
              </w:rPr>
              <w:t>Боке</w:t>
            </w:r>
            <w:proofErr w:type="gram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 в художественной фотографии.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набор текстур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Оптические эффекты в съёмках на локации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43" w:type="dxa"/>
          </w:tcPr>
          <w:p w:rsidR="007A473F" w:rsidRPr="00AF62FA" w:rsidRDefault="00332EA5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Фотосессии с бликами и </w:t>
            </w:r>
            <w:r w:rsidRPr="00AF62FA">
              <w:rPr>
                <w:rFonts w:ascii="Times New Roman" w:hAnsi="Times New Roman"/>
                <w:sz w:val="28"/>
                <w:szCs w:val="28"/>
              </w:rPr>
              <w:lastRenderedPageBreak/>
              <w:t>засветками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Использование набора кистей, стилей и текстур “Снег и лёд” от Рона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Девинея</w:t>
            </w:r>
            <w:proofErr w:type="spellEnd"/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Коллаж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Работа с программой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AdobeLightroom</w:t>
            </w:r>
            <w:proofErr w:type="spellEnd"/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43" w:type="dxa"/>
          </w:tcPr>
          <w:p w:rsidR="007A473F" w:rsidRPr="00AF62FA" w:rsidRDefault="00332EA5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Занятия по обработке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Готовые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экшны</w:t>
            </w:r>
            <w:proofErr w:type="spell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Adobe</w:t>
            </w:r>
            <w:r w:rsidR="00332EA5" w:rsidRPr="00AF62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Photoshop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643" w:type="dxa"/>
          </w:tcPr>
          <w:p w:rsidR="007A473F" w:rsidRPr="00AF62FA" w:rsidRDefault="00824B8C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Стилизованные съёмки в современном военном обмундировании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Женский портрет.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Фэшн</w:t>
            </w:r>
            <w:proofErr w:type="spellEnd"/>
            <w:r w:rsidRPr="00AF62F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Фотосессия. Выставка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Макросъёмка и обработка макро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Съёмка с расширенным динамическим диапазоном (</w:t>
            </w:r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HDR</w:t>
            </w:r>
            <w:r w:rsidRPr="00AF62F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43" w:type="dxa"/>
          </w:tcPr>
          <w:p w:rsidR="007A473F" w:rsidRPr="00AF62FA" w:rsidRDefault="00332EA5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62FA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Пасхальный натюрморт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Жанровая и кинематографическая фотография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Спортивный репортаж с использованием вспышек и эффектов.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43" w:type="dxa"/>
          </w:tcPr>
          <w:p w:rsidR="007A473F" w:rsidRPr="00AF62FA" w:rsidRDefault="00824B8C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Творческие проекты и итоговая фотовыставка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7A473F" w:rsidRPr="00AF62FA" w:rsidTr="00954331">
        <w:tc>
          <w:tcPr>
            <w:tcW w:w="7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216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188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473F" w:rsidRPr="00AF62FA" w:rsidRDefault="007A473F" w:rsidP="00AF62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A473F" w:rsidRDefault="007A473F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Содержание учебного плана</w:t>
      </w:r>
      <w:r w:rsidR="00C613A6">
        <w:rPr>
          <w:rFonts w:ascii="Times New Roman" w:hAnsi="Times New Roman"/>
          <w:b/>
          <w:sz w:val="28"/>
          <w:szCs w:val="28"/>
        </w:rPr>
        <w:t xml:space="preserve"> 2 года обучения</w:t>
      </w:r>
    </w:p>
    <w:p w:rsidR="00C613A6" w:rsidRPr="00AF62FA" w:rsidRDefault="00C613A6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Введение в программу. Инструктаж ТБ (2ч.). </w:t>
      </w:r>
      <w:r w:rsidRPr="00AF62FA">
        <w:rPr>
          <w:rFonts w:ascii="Times New Roman" w:hAnsi="Times New Roman"/>
          <w:sz w:val="28"/>
          <w:szCs w:val="28"/>
        </w:rPr>
        <w:t xml:space="preserve">Краткий обзор тем базовой программы для второго года обучения. Инструктаж по технике безопасности. 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Художественная обработка портретов в </w:t>
      </w:r>
      <w:proofErr w:type="spellStart"/>
      <w:r w:rsidRPr="00AF62FA">
        <w:rPr>
          <w:rFonts w:ascii="Times New Roman" w:hAnsi="Times New Roman"/>
          <w:b/>
          <w:sz w:val="28"/>
          <w:szCs w:val="28"/>
          <w:lang w:val="en-US"/>
        </w:rPr>
        <w:t>AdobePhotoshop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(24 ч.).</w:t>
      </w:r>
      <w:r w:rsidRPr="00AF62FA">
        <w:rPr>
          <w:rFonts w:ascii="Times New Roman" w:hAnsi="Times New Roman"/>
          <w:sz w:val="28"/>
          <w:szCs w:val="28"/>
        </w:rPr>
        <w:t xml:space="preserve"> Применение различных эффектов в художественной обработке </w:t>
      </w:r>
      <w:r w:rsidRPr="00AF62FA">
        <w:rPr>
          <w:rFonts w:ascii="Times New Roman" w:hAnsi="Times New Roman"/>
          <w:sz w:val="28"/>
          <w:szCs w:val="28"/>
        </w:rPr>
        <w:lastRenderedPageBreak/>
        <w:t xml:space="preserve">портретов. Использование плагина “Масляная краска” в портретах. Эффект распад на частицы. Обработка в стиле комикс. Контурная  обрисовка объектов фотографии. Карандашный рисунок, обработка “Скетч”. Текстовое заполнение фотографий: внешнее заполнение, внутреннее заполнение, замена текстуры текстом, </w:t>
      </w:r>
      <w:proofErr w:type="gramStart"/>
      <w:r w:rsidRPr="00AF62FA">
        <w:rPr>
          <w:rFonts w:ascii="Times New Roman" w:hAnsi="Times New Roman"/>
          <w:sz w:val="28"/>
          <w:szCs w:val="28"/>
        </w:rPr>
        <w:t>типографический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постер, обрисовка по направляющим. 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Эффект ”Левитации” в фотографии (12 ч.).</w:t>
      </w:r>
      <w:r w:rsidRPr="00AF62FA">
        <w:rPr>
          <w:rFonts w:ascii="Times New Roman" w:hAnsi="Times New Roman"/>
          <w:sz w:val="28"/>
          <w:szCs w:val="28"/>
        </w:rPr>
        <w:t xml:space="preserve"> Работа с масками слоя в </w:t>
      </w:r>
      <w:proofErr w:type="spellStart"/>
      <w:r w:rsidRPr="00AF62FA">
        <w:rPr>
          <w:rFonts w:ascii="Times New Roman" w:hAnsi="Times New Roman"/>
          <w:sz w:val="28"/>
          <w:szCs w:val="28"/>
          <w:lang w:val="en-US"/>
        </w:rPr>
        <w:t>AdobePhotoshop</w:t>
      </w:r>
      <w:proofErr w:type="spellEnd"/>
      <w:r w:rsidRPr="00AF62FA">
        <w:rPr>
          <w:rFonts w:ascii="Times New Roman" w:hAnsi="Times New Roman"/>
          <w:sz w:val="28"/>
          <w:szCs w:val="28"/>
        </w:rPr>
        <w:t>. Съёмка со штативом и метками для создания эффекта левитации. Использование стульев, лестниц, веревок для стабилизации модели. Настройки камеры для работы с масками слоя. Итоговые съёмки учащихся и постобработка.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Художественная жесткая тень с цветовым и световым заполнением</w:t>
      </w:r>
      <w:r w:rsidR="00C613A6">
        <w:rPr>
          <w:rFonts w:ascii="Times New Roman" w:hAnsi="Times New Roman"/>
          <w:b/>
          <w:sz w:val="28"/>
          <w:szCs w:val="28"/>
        </w:rPr>
        <w:t xml:space="preserve"> </w:t>
      </w:r>
      <w:r w:rsidR="00954331" w:rsidRPr="00AF62FA">
        <w:rPr>
          <w:rFonts w:ascii="Times New Roman" w:hAnsi="Times New Roman"/>
          <w:b/>
          <w:sz w:val="28"/>
          <w:szCs w:val="28"/>
        </w:rPr>
        <w:t>(</w:t>
      </w:r>
      <w:r w:rsidRPr="00AF62FA">
        <w:rPr>
          <w:rFonts w:ascii="Times New Roman" w:hAnsi="Times New Roman"/>
          <w:b/>
          <w:sz w:val="28"/>
          <w:szCs w:val="28"/>
        </w:rPr>
        <w:t xml:space="preserve">12ч.). </w:t>
      </w:r>
      <w:r w:rsidRPr="00AF62FA">
        <w:rPr>
          <w:rFonts w:ascii="Times New Roman" w:hAnsi="Times New Roman"/>
          <w:sz w:val="28"/>
          <w:szCs w:val="28"/>
        </w:rPr>
        <w:t xml:space="preserve">Создание портретов с двухцветным заполнением и двумя жесткими или мягкими источниками света. </w:t>
      </w:r>
      <w:proofErr w:type="spellStart"/>
      <w:r w:rsidRPr="00AF62FA">
        <w:rPr>
          <w:rFonts w:ascii="Times New Roman" w:hAnsi="Times New Roman"/>
          <w:sz w:val="28"/>
          <w:szCs w:val="28"/>
        </w:rPr>
        <w:t>Бьюти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F62FA">
        <w:rPr>
          <w:rFonts w:ascii="Times New Roman" w:hAnsi="Times New Roman"/>
          <w:sz w:val="28"/>
          <w:szCs w:val="28"/>
        </w:rPr>
        <w:t>фэшн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портреты с использованием цветных гелиевых фильтров.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Зимний портрет с использованием эффектов и текстур (22ч.). </w:t>
      </w:r>
      <w:r w:rsidRPr="00AF62FA">
        <w:rPr>
          <w:rFonts w:ascii="Times New Roman" w:hAnsi="Times New Roman"/>
          <w:sz w:val="28"/>
          <w:szCs w:val="28"/>
        </w:rPr>
        <w:t xml:space="preserve">Съёмка стилизованных портретов в холодных тонах. Портреты на локациях с открытой диафрагмой и объёмными текстурами. Наложение текстур снега и мелких частиц для создания  зимней стилистики. Наложение оптических эффектов </w:t>
      </w:r>
      <w:proofErr w:type="gramStart"/>
      <w:r w:rsidRPr="00AF62FA">
        <w:rPr>
          <w:rFonts w:ascii="Times New Roman" w:hAnsi="Times New Roman"/>
          <w:sz w:val="28"/>
          <w:szCs w:val="28"/>
        </w:rPr>
        <w:t>боке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. Текстура тумана для увеличения воздушной перспективы. </w:t>
      </w:r>
      <w:proofErr w:type="gramStart"/>
      <w:r w:rsidRPr="00AF62FA">
        <w:rPr>
          <w:rFonts w:ascii="Times New Roman" w:hAnsi="Times New Roman"/>
          <w:sz w:val="28"/>
          <w:szCs w:val="28"/>
        </w:rPr>
        <w:t>Итоговые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фотоссесии учащихся и постобработка зимних портретов.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AF62FA">
        <w:rPr>
          <w:rFonts w:ascii="Times New Roman" w:hAnsi="Times New Roman"/>
          <w:b/>
          <w:sz w:val="28"/>
          <w:szCs w:val="28"/>
        </w:rPr>
        <w:t>Боке</w:t>
      </w:r>
      <w:proofErr w:type="gramEnd"/>
      <w:r w:rsidRPr="00AF62FA">
        <w:rPr>
          <w:rFonts w:ascii="Times New Roman" w:hAnsi="Times New Roman"/>
          <w:b/>
          <w:sz w:val="28"/>
          <w:szCs w:val="28"/>
        </w:rPr>
        <w:t xml:space="preserve"> в художественной фотографии</w:t>
      </w:r>
      <w:r w:rsidR="00676CDC" w:rsidRPr="00AF62FA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b/>
          <w:sz w:val="28"/>
          <w:szCs w:val="28"/>
        </w:rPr>
        <w:t xml:space="preserve">(10ч.). </w:t>
      </w:r>
      <w:proofErr w:type="gramStart"/>
      <w:r w:rsidRPr="00AF62FA">
        <w:rPr>
          <w:rFonts w:ascii="Times New Roman" w:hAnsi="Times New Roman"/>
          <w:sz w:val="28"/>
          <w:szCs w:val="28"/>
        </w:rPr>
        <w:t>Боке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, как оптический эффект. Использование художественного размытия фона. Изготовление флагов с отверстиями для изменения формы </w:t>
      </w:r>
      <w:proofErr w:type="gramStart"/>
      <w:r w:rsidRPr="00AF62FA">
        <w:rPr>
          <w:rFonts w:ascii="Times New Roman" w:hAnsi="Times New Roman"/>
          <w:sz w:val="28"/>
          <w:szCs w:val="28"/>
        </w:rPr>
        <w:t>боке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. Испытание накладок на объектив на локациях, на открытой диафрагме. Реализация творческих идей с использованием текстур </w:t>
      </w:r>
      <w:proofErr w:type="gramStart"/>
      <w:r w:rsidRPr="00AF62FA">
        <w:rPr>
          <w:rFonts w:ascii="Times New Roman" w:hAnsi="Times New Roman"/>
          <w:sz w:val="28"/>
          <w:szCs w:val="28"/>
        </w:rPr>
        <w:t>боке</w:t>
      </w:r>
      <w:proofErr w:type="gramEnd"/>
      <w:r w:rsidRPr="00AF62FA">
        <w:rPr>
          <w:rFonts w:ascii="Times New Roman" w:hAnsi="Times New Roman"/>
          <w:sz w:val="28"/>
          <w:szCs w:val="28"/>
        </w:rPr>
        <w:t>. Съёмка в новогодней студии с наложением текстур боке.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 Оптические эффекты в съёмках на локации (14ч.).</w:t>
      </w:r>
      <w:r w:rsidR="00676CDC" w:rsidRPr="00AF62FA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Использование оптических искажений в фотосъёмке. Применение призм для создания продольных бликов. Съёмка через капроновую сетку для создания рассеянного свечения. Нанесение геля на защитный фильтр для художественного смазывания. Использование цветных гелей для </w:t>
      </w:r>
      <w:proofErr w:type="spellStart"/>
      <w:r w:rsidRPr="00AF62FA">
        <w:rPr>
          <w:rFonts w:ascii="Times New Roman" w:hAnsi="Times New Roman"/>
          <w:sz w:val="28"/>
          <w:szCs w:val="28"/>
        </w:rPr>
        <w:t>биколорных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изображений.  Применение стекла для дублирования отражений. 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Использование набора кистей, стилей и текстур “Снег и лёд” от Рона </w:t>
      </w:r>
      <w:proofErr w:type="spellStart"/>
      <w:r w:rsidRPr="00AF62FA">
        <w:rPr>
          <w:rFonts w:ascii="Times New Roman" w:hAnsi="Times New Roman"/>
          <w:b/>
          <w:sz w:val="28"/>
          <w:szCs w:val="28"/>
        </w:rPr>
        <w:t>Девинея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(10ч.).</w:t>
      </w:r>
      <w:r w:rsidRPr="00AF62FA">
        <w:rPr>
          <w:rFonts w:ascii="Times New Roman" w:hAnsi="Times New Roman"/>
          <w:sz w:val="28"/>
          <w:szCs w:val="28"/>
        </w:rPr>
        <w:t xml:space="preserve"> Работа с дизайнерскими наборами для ретуши и </w:t>
      </w:r>
      <w:proofErr w:type="spellStart"/>
      <w:r w:rsidRPr="00AF62FA">
        <w:rPr>
          <w:rFonts w:ascii="Times New Roman" w:hAnsi="Times New Roman"/>
          <w:sz w:val="28"/>
          <w:szCs w:val="28"/>
        </w:rPr>
        <w:t>калажирования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AF62FA">
        <w:rPr>
          <w:rFonts w:ascii="Times New Roman" w:hAnsi="Times New Roman"/>
          <w:sz w:val="28"/>
          <w:szCs w:val="28"/>
        </w:rPr>
        <w:t>программных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62FA">
        <w:rPr>
          <w:rFonts w:ascii="Times New Roman" w:hAnsi="Times New Roman"/>
          <w:sz w:val="28"/>
          <w:szCs w:val="28"/>
        </w:rPr>
        <w:t>редакторых</w:t>
      </w:r>
      <w:proofErr w:type="spellEnd"/>
      <w:r w:rsidRPr="00AF62FA">
        <w:rPr>
          <w:rFonts w:ascii="Times New Roman" w:hAnsi="Times New Roman"/>
          <w:sz w:val="28"/>
          <w:szCs w:val="28"/>
        </w:rPr>
        <w:t>. Загрузка, настройка и определение необходимого параметра в работе с кистями “снег и лед”.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Работа с программой </w:t>
      </w:r>
      <w:proofErr w:type="spellStart"/>
      <w:r w:rsidRPr="00AF62FA">
        <w:rPr>
          <w:rFonts w:ascii="Times New Roman" w:hAnsi="Times New Roman"/>
          <w:b/>
          <w:sz w:val="28"/>
          <w:szCs w:val="28"/>
          <w:lang w:val="en-US"/>
        </w:rPr>
        <w:t>AdobeLightroom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(10ч.).</w:t>
      </w:r>
      <w:r w:rsidR="00676CDC" w:rsidRPr="00AF62FA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Обзор основных функций, возможностей и настроек программы </w:t>
      </w:r>
      <w:proofErr w:type="spellStart"/>
      <w:r w:rsidRPr="00AF62FA">
        <w:rPr>
          <w:rFonts w:ascii="Times New Roman" w:hAnsi="Times New Roman"/>
          <w:sz w:val="28"/>
          <w:szCs w:val="28"/>
          <w:lang w:val="en-US"/>
        </w:rPr>
        <w:t>Lightroom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. Применение </w:t>
      </w:r>
      <w:r w:rsidRPr="00AF62FA">
        <w:rPr>
          <w:rFonts w:ascii="Times New Roman" w:hAnsi="Times New Roman"/>
          <w:sz w:val="28"/>
          <w:szCs w:val="28"/>
        </w:rPr>
        <w:lastRenderedPageBreak/>
        <w:t xml:space="preserve">пакетной обработки для большого количества фотографий. Разбор различных </w:t>
      </w:r>
      <w:proofErr w:type="spellStart"/>
      <w:r w:rsidRPr="00AF62FA">
        <w:rPr>
          <w:rFonts w:ascii="Times New Roman" w:hAnsi="Times New Roman"/>
          <w:sz w:val="28"/>
          <w:szCs w:val="28"/>
        </w:rPr>
        <w:t>пресетов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возможность и целесообразность их применения.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Готовые </w:t>
      </w:r>
      <w:proofErr w:type="spellStart"/>
      <w:r w:rsidRPr="00AF62FA">
        <w:rPr>
          <w:rFonts w:ascii="Times New Roman" w:hAnsi="Times New Roman"/>
          <w:b/>
          <w:sz w:val="28"/>
          <w:szCs w:val="28"/>
        </w:rPr>
        <w:t>экшны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для </w:t>
      </w:r>
      <w:proofErr w:type="spellStart"/>
      <w:r w:rsidRPr="00AF62FA">
        <w:rPr>
          <w:rFonts w:ascii="Times New Roman" w:hAnsi="Times New Roman"/>
          <w:b/>
          <w:sz w:val="28"/>
          <w:szCs w:val="28"/>
          <w:lang w:val="en-US"/>
        </w:rPr>
        <w:t>AdobePhotoshop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(6ч.).</w:t>
      </w:r>
      <w:r w:rsidR="00676CDC" w:rsidRPr="00AF62FA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Запись, чтение и применение программных алгоритмов в </w:t>
      </w:r>
      <w:proofErr w:type="spellStart"/>
      <w:r w:rsidRPr="00AF62FA">
        <w:rPr>
          <w:rFonts w:ascii="Times New Roman" w:hAnsi="Times New Roman"/>
          <w:sz w:val="28"/>
          <w:szCs w:val="28"/>
          <w:lang w:val="en-US"/>
        </w:rPr>
        <w:t>AdobePhotoshop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. Применение </w:t>
      </w:r>
      <w:proofErr w:type="spellStart"/>
      <w:r w:rsidRPr="00AF62FA">
        <w:rPr>
          <w:rFonts w:ascii="Times New Roman" w:hAnsi="Times New Roman"/>
          <w:sz w:val="28"/>
          <w:szCs w:val="28"/>
        </w:rPr>
        <w:t>экшнов</w:t>
      </w:r>
      <w:proofErr w:type="gramStart"/>
      <w:r w:rsidRPr="00AF62FA">
        <w:rPr>
          <w:rFonts w:ascii="Times New Roman" w:hAnsi="Times New Roman"/>
          <w:sz w:val="28"/>
          <w:szCs w:val="28"/>
        </w:rPr>
        <w:t>“Т</w:t>
      </w:r>
      <w:proofErr w:type="gramEnd"/>
      <w:r w:rsidRPr="00AF62FA">
        <w:rPr>
          <w:rFonts w:ascii="Times New Roman" w:hAnsi="Times New Roman"/>
          <w:sz w:val="28"/>
          <w:szCs w:val="28"/>
        </w:rPr>
        <w:t>орнадо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, Скетч, Дым, Ярость, Слава, фрактур, геометрия, пластика, современное искусство”. Подготовка изображений. 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Стилизованные съёмки в современном военном обмундировании (12ч.).</w:t>
      </w:r>
      <w:r w:rsidR="00866921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В рамках месячника </w:t>
      </w:r>
      <w:proofErr w:type="spellStart"/>
      <w:r w:rsidRPr="00AF62FA">
        <w:rPr>
          <w:rFonts w:ascii="Times New Roman" w:hAnsi="Times New Roman"/>
          <w:sz w:val="28"/>
          <w:szCs w:val="28"/>
        </w:rPr>
        <w:t>оборонномассовой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работы и уроков мужества рассматривается военная жанровая и портретная фотография. </w:t>
      </w:r>
      <w:proofErr w:type="gramStart"/>
      <w:r w:rsidRPr="00AF62FA">
        <w:rPr>
          <w:rFonts w:ascii="Times New Roman" w:hAnsi="Times New Roman"/>
          <w:sz w:val="28"/>
          <w:szCs w:val="28"/>
        </w:rPr>
        <w:t>Подробное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занятии по военной фотожурналистике в СССР и современной России с рассмотрением наиболее значимых исторических кадров. Рассмотрение световых схем для съёмки военных. Фотосессия </w:t>
      </w:r>
      <w:proofErr w:type="spellStart"/>
      <w:r w:rsidRPr="00AF62FA">
        <w:rPr>
          <w:rFonts w:ascii="Times New Roman" w:hAnsi="Times New Roman"/>
          <w:sz w:val="28"/>
          <w:szCs w:val="28"/>
        </w:rPr>
        <w:t>страйкболистов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в полном военном обмундировании и вооружении. Жанровая съёмка во дворе ЦТ с моделированием различных ситуаций.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Женский портрет. </w:t>
      </w:r>
      <w:proofErr w:type="spellStart"/>
      <w:r w:rsidRPr="00AF62FA">
        <w:rPr>
          <w:rFonts w:ascii="Times New Roman" w:hAnsi="Times New Roman"/>
          <w:b/>
          <w:sz w:val="28"/>
          <w:szCs w:val="28"/>
        </w:rPr>
        <w:t>Бьюти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AF62FA">
        <w:rPr>
          <w:rFonts w:ascii="Times New Roman" w:hAnsi="Times New Roman"/>
          <w:b/>
          <w:sz w:val="28"/>
          <w:szCs w:val="28"/>
        </w:rPr>
        <w:t>Фэшн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(12ч.).</w:t>
      </w:r>
      <w:r w:rsidRPr="00AF62FA">
        <w:rPr>
          <w:rFonts w:ascii="Times New Roman" w:hAnsi="Times New Roman"/>
          <w:sz w:val="28"/>
          <w:szCs w:val="28"/>
        </w:rPr>
        <w:t xml:space="preserve"> Вводное занятие в </w:t>
      </w:r>
      <w:proofErr w:type="spellStart"/>
      <w:r w:rsidRPr="00AF62FA">
        <w:rPr>
          <w:rFonts w:ascii="Times New Roman" w:hAnsi="Times New Roman"/>
          <w:sz w:val="28"/>
          <w:szCs w:val="28"/>
        </w:rPr>
        <w:t>бьюти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F62FA">
        <w:rPr>
          <w:rFonts w:ascii="Times New Roman" w:hAnsi="Times New Roman"/>
          <w:sz w:val="28"/>
          <w:szCs w:val="28"/>
        </w:rPr>
        <w:t>фэшн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съёмку для рекламы косметических средств и женских аксессуаров. Первая съёмка совместно с визажистом и парикмахером.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Макросъёмка и обработка макро (12ч.). </w:t>
      </w:r>
      <w:r w:rsidRPr="00AF62FA">
        <w:rPr>
          <w:rFonts w:ascii="Times New Roman" w:hAnsi="Times New Roman"/>
          <w:sz w:val="28"/>
          <w:szCs w:val="28"/>
        </w:rPr>
        <w:t xml:space="preserve">Определение макро, описание особенностей съёмки. Выбор объектива и фокус </w:t>
      </w:r>
      <w:proofErr w:type="spellStart"/>
      <w:r w:rsidRPr="00AF62FA">
        <w:rPr>
          <w:rFonts w:ascii="Times New Roman" w:hAnsi="Times New Roman"/>
          <w:sz w:val="28"/>
          <w:szCs w:val="28"/>
        </w:rPr>
        <w:t>стекинг</w:t>
      </w:r>
      <w:proofErr w:type="spellEnd"/>
      <w:r w:rsidRPr="00AF62FA">
        <w:rPr>
          <w:rFonts w:ascii="Times New Roman" w:hAnsi="Times New Roman"/>
          <w:sz w:val="28"/>
          <w:szCs w:val="28"/>
        </w:rPr>
        <w:t>. Специальные объективы с измененной геометрией расположения линз, для корректировки плоскости фокусировки (</w:t>
      </w:r>
      <w:proofErr w:type="spellStart"/>
      <w:r w:rsidRPr="00AF62FA">
        <w:rPr>
          <w:rFonts w:ascii="Times New Roman" w:hAnsi="Times New Roman"/>
          <w:sz w:val="28"/>
          <w:szCs w:val="28"/>
        </w:rPr>
        <w:t>тилшифт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). Съёмка насекомых и цветов в макро. 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Съёмка с расширенным динамическим диапазоном (</w:t>
      </w:r>
      <w:r w:rsidRPr="00AF62FA">
        <w:rPr>
          <w:rFonts w:ascii="Times New Roman" w:hAnsi="Times New Roman"/>
          <w:b/>
          <w:sz w:val="28"/>
          <w:szCs w:val="28"/>
          <w:lang w:val="en-US"/>
        </w:rPr>
        <w:t>HDR</w:t>
      </w:r>
      <w:r w:rsidRPr="00AF62FA">
        <w:rPr>
          <w:rFonts w:ascii="Times New Roman" w:hAnsi="Times New Roman"/>
          <w:b/>
          <w:sz w:val="28"/>
          <w:szCs w:val="28"/>
        </w:rPr>
        <w:t>) (10ч.).</w:t>
      </w:r>
      <w:r w:rsidR="002733F1" w:rsidRPr="00AF62FA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AF62FA">
        <w:rPr>
          <w:rFonts w:ascii="Times New Roman" w:hAnsi="Times New Roman"/>
          <w:sz w:val="28"/>
          <w:szCs w:val="28"/>
        </w:rPr>
        <w:t xml:space="preserve">Анализ динамического </w:t>
      </w:r>
      <w:proofErr w:type="spellStart"/>
      <w:r w:rsidRPr="00AF62FA">
        <w:rPr>
          <w:rFonts w:ascii="Times New Roman" w:hAnsi="Times New Roman"/>
          <w:sz w:val="28"/>
          <w:szCs w:val="28"/>
        </w:rPr>
        <w:t>диапозонапрофессональных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и любительских фотокамер и приёмы для его увеличения.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Съёмки на улице Красной фасада Дома </w:t>
      </w:r>
      <w:proofErr w:type="spellStart"/>
      <w:r w:rsidRPr="00AF62FA">
        <w:rPr>
          <w:rFonts w:ascii="Times New Roman" w:hAnsi="Times New Roman"/>
          <w:sz w:val="28"/>
          <w:szCs w:val="28"/>
        </w:rPr>
        <w:t>Культурыи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Храма ст. Динской на различных выдержках. Объединение </w:t>
      </w:r>
      <w:proofErr w:type="gramStart"/>
      <w:r w:rsidRPr="00AF62FA">
        <w:rPr>
          <w:rFonts w:ascii="Times New Roman" w:hAnsi="Times New Roman"/>
          <w:sz w:val="28"/>
          <w:szCs w:val="28"/>
          <w:lang w:val="en-US"/>
        </w:rPr>
        <w:t>HDR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фотографий. Два стиля обработки </w:t>
      </w:r>
      <w:r w:rsidRPr="00AF62FA">
        <w:rPr>
          <w:rFonts w:ascii="Times New Roman" w:hAnsi="Times New Roman"/>
          <w:sz w:val="28"/>
          <w:szCs w:val="28"/>
          <w:lang w:val="en-US"/>
        </w:rPr>
        <w:t>Nature</w:t>
      </w:r>
      <w:proofErr w:type="gramStart"/>
      <w:r w:rsidRPr="00AF62FA">
        <w:rPr>
          <w:rFonts w:ascii="Times New Roman" w:hAnsi="Times New Roman"/>
          <w:sz w:val="28"/>
          <w:szCs w:val="28"/>
        </w:rPr>
        <w:t>и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  <w:lang w:val="en-US"/>
        </w:rPr>
        <w:t>Wild</w:t>
      </w:r>
      <w:r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Пасхальный натюрморт (4ч.).</w:t>
      </w:r>
      <w:r w:rsidR="002733F1" w:rsidRPr="00AF62FA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>Составление натюрмортов из куличей, окрашенных яиц, вербы и деревянной текстуры. Съёмка натюрмортов с 1 – 2 источниками света.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Жанровая и кинематографическая фотография (28ч.).</w:t>
      </w:r>
      <w:r w:rsidR="002733F1" w:rsidRPr="00AF62FA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Изучение основ жанровой фотографии, </w:t>
      </w:r>
      <w:proofErr w:type="spellStart"/>
      <w:r w:rsidRPr="00AF62FA">
        <w:rPr>
          <w:rFonts w:ascii="Times New Roman" w:hAnsi="Times New Roman"/>
          <w:sz w:val="28"/>
          <w:szCs w:val="28"/>
        </w:rPr>
        <w:t>стритфото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и фотожурналистики. Создание символических работ, умение ловить момент. Рассмотрение работ признанных стрит фотографов и фотожурналистов. Выход в парк на поиск сюжетов и символичных ситуаций. Составление коротких фото историй с интересными деталями.  Изучение основ кинематографической обработки изображение. Поиск сюжетов и рассмотрение скриншотов из популярных кинокартин. Съёмки учащихся в кинематографической стилистике.</w:t>
      </w:r>
    </w:p>
    <w:p w:rsidR="007A473F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lastRenderedPageBreak/>
        <w:t xml:space="preserve">Спортивный репортаж с использованием вспышек и эффектов (10ч.). </w:t>
      </w:r>
      <w:r w:rsidRPr="00AF62FA">
        <w:rPr>
          <w:rFonts w:ascii="Times New Roman" w:hAnsi="Times New Roman"/>
          <w:sz w:val="28"/>
          <w:szCs w:val="28"/>
        </w:rPr>
        <w:t xml:space="preserve">Использование длинных и коротких выдержек в фоторепортажах для повышения динамики. Использование завала горизонта для повышения динамики снимков. Применение вспышки на минимальной мощности для заморозки движения. </w:t>
      </w:r>
    </w:p>
    <w:p w:rsidR="00713217" w:rsidRPr="00AF62FA" w:rsidRDefault="007A473F" w:rsidP="00AF62FA">
      <w:pPr>
        <w:numPr>
          <w:ilvl w:val="0"/>
          <w:numId w:val="1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Подготовка к итоговой выставке (6ч.).</w:t>
      </w:r>
      <w:r w:rsidRPr="00AF62FA">
        <w:rPr>
          <w:rFonts w:ascii="Times New Roman" w:hAnsi="Times New Roman"/>
          <w:sz w:val="28"/>
          <w:szCs w:val="28"/>
        </w:rPr>
        <w:t xml:space="preserve"> Формирование отчёта для социальных сетей. Опрос и тестирование учащимся по изученным темам. Задания по наполнению портфолио за каникулярный период.</w:t>
      </w:r>
    </w:p>
    <w:p w:rsidR="00C613A6" w:rsidRPr="00AF62FA" w:rsidRDefault="00C613A6" w:rsidP="00AF62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A473F" w:rsidRDefault="007A473F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Учебный план 3-го года обучения</w:t>
      </w:r>
    </w:p>
    <w:p w:rsidR="00C613A6" w:rsidRPr="00AF62FA" w:rsidRDefault="00C613A6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"/>
        <w:gridCol w:w="2855"/>
        <w:gridCol w:w="1275"/>
        <w:gridCol w:w="1136"/>
        <w:gridCol w:w="1492"/>
        <w:gridCol w:w="1849"/>
      </w:tblGrid>
      <w:tr w:rsidR="007A473F" w:rsidRPr="00AF62FA" w:rsidTr="00954331">
        <w:trPr>
          <w:trHeight w:val="1138"/>
        </w:trPr>
        <w:tc>
          <w:tcPr>
            <w:tcW w:w="851" w:type="dxa"/>
          </w:tcPr>
          <w:p w:rsidR="000718D0" w:rsidRPr="00AF62FA" w:rsidRDefault="000718D0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0718D0" w:rsidRPr="00AF62FA">
              <w:rPr>
                <w:rFonts w:ascii="Times New Roman" w:hAnsi="Times New Roman"/>
                <w:b/>
                <w:sz w:val="28"/>
                <w:szCs w:val="28"/>
              </w:rPr>
              <w:t xml:space="preserve"> п\</w:t>
            </w:r>
            <w:proofErr w:type="gramStart"/>
            <w:r w:rsidR="000718D0" w:rsidRPr="00AF62F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118" w:type="dxa"/>
          </w:tcPr>
          <w:p w:rsidR="007A473F" w:rsidRPr="00AF62FA" w:rsidRDefault="007A473F" w:rsidP="00AF62FA">
            <w:pPr>
              <w:pStyle w:val="1"/>
              <w:spacing w:line="276" w:lineRule="auto"/>
              <w:jc w:val="both"/>
              <w:rPr>
                <w:b/>
                <w:szCs w:val="28"/>
              </w:rPr>
            </w:pPr>
          </w:p>
          <w:p w:rsidR="007A473F" w:rsidRPr="00AF62FA" w:rsidRDefault="007A473F" w:rsidP="00AF62FA">
            <w:pPr>
              <w:pStyle w:val="1"/>
              <w:spacing w:line="276" w:lineRule="auto"/>
              <w:jc w:val="both"/>
              <w:rPr>
                <w:b/>
                <w:szCs w:val="28"/>
              </w:rPr>
            </w:pPr>
            <w:bookmarkStart w:id="11" w:name="_Toc46325146"/>
            <w:r w:rsidRPr="00AF62FA">
              <w:rPr>
                <w:b/>
                <w:szCs w:val="28"/>
              </w:rPr>
              <w:t>Наименование разделов и тем</w:t>
            </w:r>
            <w:bookmarkEnd w:id="11"/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Всего час.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Формы аттестации/ контроля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gramStart"/>
            <w:r w:rsidRPr="00AF62FA">
              <w:rPr>
                <w:rFonts w:ascii="Times New Roman" w:hAnsi="Times New Roman"/>
                <w:sz w:val="28"/>
                <w:szCs w:val="28"/>
              </w:rPr>
              <w:t>массовых</w:t>
            </w:r>
            <w:proofErr w:type="gram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мероприятийи</w:t>
            </w:r>
            <w:proofErr w:type="spell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 составление фотоотчетов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43" w:type="dxa"/>
          </w:tcPr>
          <w:p w:rsidR="007A473F" w:rsidRPr="00AF62FA" w:rsidRDefault="00332EA5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 с составлением фотоотчета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Фудстилистика</w:t>
            </w:r>
            <w:proofErr w:type="spell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фудсъёмка</w:t>
            </w:r>
            <w:proofErr w:type="spellEnd"/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Фотосессия 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Портреты с оригинальными схемами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Опрос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Натюрморты в фотографии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Снэп</w:t>
            </w:r>
            <w:proofErr w:type="spellEnd"/>
            <w:r w:rsidRPr="00AF62FA">
              <w:rPr>
                <w:rFonts w:ascii="Times New Roman" w:hAnsi="Times New Roman"/>
                <w:sz w:val="28"/>
                <w:szCs w:val="28"/>
              </w:rPr>
              <w:t>. Модельные портфолио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Осенний портрет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Металлические объекты на черном фоне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Опрос, фотосессия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62FA">
              <w:rPr>
                <w:rFonts w:ascii="Times New Roman" w:hAnsi="Times New Roman"/>
                <w:sz w:val="28"/>
                <w:szCs w:val="28"/>
              </w:rPr>
              <w:t>Студийное</w:t>
            </w:r>
            <w:proofErr w:type="gram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 портфолио, спортсмены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 xml:space="preserve">Заморозка движения,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мультивспышка</w:t>
            </w:r>
            <w:proofErr w:type="spellEnd"/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Опрос, Фотосессия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Голливудский ретро портрет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Микростоки</w:t>
            </w:r>
            <w:proofErr w:type="spell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фотобиржи</w:t>
            </w:r>
            <w:proofErr w:type="spellEnd"/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43" w:type="dxa"/>
          </w:tcPr>
          <w:p w:rsidR="007A473F" w:rsidRPr="00AF62FA" w:rsidRDefault="00824B8C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Честь, Доблесть, Мужество. Съёмка патриотических, мужественных образов.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 w:rsidRPr="00AF62FA">
              <w:rPr>
                <w:rFonts w:ascii="Times New Roman" w:hAnsi="Times New Roman"/>
                <w:sz w:val="28"/>
                <w:szCs w:val="28"/>
              </w:rPr>
              <w:t xml:space="preserve"> со сложным гримом и прическами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Тема праздника “Пасхи” в фотографии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Фотосессия, выставка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62FA">
              <w:rPr>
                <w:rFonts w:ascii="Times New Roman" w:hAnsi="Times New Roman"/>
                <w:sz w:val="28"/>
                <w:szCs w:val="28"/>
              </w:rPr>
              <w:t>Анималистика</w:t>
            </w:r>
            <w:proofErr w:type="spellEnd"/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Репортаж, выставка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Пейзажи, склейки, панорамы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Итоговые снимки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День победы. Фоторепортаж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Репортаж. Фотоотчет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Рекламные съемки фруктов и овощей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1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Итоговые занятия. Творческие проекты.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2FA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7A473F" w:rsidRPr="00AF62FA" w:rsidTr="00954331">
        <w:tc>
          <w:tcPr>
            <w:tcW w:w="851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A473F" w:rsidRPr="00AF62FA" w:rsidRDefault="00984461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8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216</w:t>
            </w:r>
          </w:p>
        </w:tc>
        <w:tc>
          <w:tcPr>
            <w:tcW w:w="1052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309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62FA">
              <w:rPr>
                <w:rFonts w:ascii="Times New Roman" w:hAnsi="Times New Roman"/>
                <w:b/>
                <w:sz w:val="28"/>
                <w:szCs w:val="28"/>
              </w:rPr>
              <w:t>197</w:t>
            </w:r>
          </w:p>
        </w:tc>
        <w:tc>
          <w:tcPr>
            <w:tcW w:w="1643" w:type="dxa"/>
          </w:tcPr>
          <w:p w:rsidR="007A473F" w:rsidRPr="00AF62FA" w:rsidRDefault="007A473F" w:rsidP="00AF62F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473F" w:rsidRPr="00AF62FA" w:rsidRDefault="007A473F" w:rsidP="00AF62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A473F" w:rsidRDefault="007A473F" w:rsidP="00C613A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Содержание учебного плана</w:t>
      </w:r>
      <w:r w:rsidR="00C613A6">
        <w:rPr>
          <w:rFonts w:ascii="Times New Roman" w:hAnsi="Times New Roman"/>
          <w:b/>
          <w:sz w:val="28"/>
          <w:szCs w:val="28"/>
        </w:rPr>
        <w:t xml:space="preserve"> 3 года обучения</w:t>
      </w:r>
    </w:p>
    <w:p w:rsidR="00C613A6" w:rsidRPr="00AF62FA" w:rsidRDefault="00C613A6" w:rsidP="00C613A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Съёмка массовых мероприятий и составление фотоотчетов (12ч.).</w:t>
      </w:r>
      <w:r w:rsidRPr="00AF62FA">
        <w:rPr>
          <w:rFonts w:ascii="Times New Roman" w:hAnsi="Times New Roman"/>
          <w:sz w:val="28"/>
          <w:szCs w:val="28"/>
        </w:rPr>
        <w:t xml:space="preserve"> Инструктаж по технике </w:t>
      </w:r>
      <w:proofErr w:type="spellStart"/>
      <w:r w:rsidRPr="00AF62FA">
        <w:rPr>
          <w:rFonts w:ascii="Times New Roman" w:hAnsi="Times New Roman"/>
          <w:sz w:val="28"/>
          <w:szCs w:val="28"/>
        </w:rPr>
        <w:t>безопасностьи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.  Основные правила съёмки массовых мероприятий. Использование длиннофокусной оптики для упрощения </w:t>
      </w:r>
      <w:proofErr w:type="spellStart"/>
      <w:r w:rsidRPr="00AF62FA">
        <w:rPr>
          <w:rFonts w:ascii="Times New Roman" w:hAnsi="Times New Roman"/>
          <w:sz w:val="28"/>
          <w:szCs w:val="28"/>
        </w:rPr>
        <w:t>зумирования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.  Пакетная обработка фотографий для фотоотчетов. Сжатие снимков в пакетном режиме для ускорения передачи и публикации. Написание авторских </w:t>
      </w:r>
      <w:proofErr w:type="spellStart"/>
      <w:r w:rsidRPr="00AF62FA">
        <w:rPr>
          <w:rFonts w:ascii="Times New Roman" w:hAnsi="Times New Roman"/>
          <w:sz w:val="28"/>
          <w:szCs w:val="28"/>
        </w:rPr>
        <w:t>экшнов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для упрощения обработки. (12 часов).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F62FA">
        <w:rPr>
          <w:rFonts w:ascii="Times New Roman" w:hAnsi="Times New Roman"/>
          <w:b/>
          <w:sz w:val="28"/>
          <w:szCs w:val="28"/>
        </w:rPr>
        <w:t>Фудстилистика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AF62FA">
        <w:rPr>
          <w:rFonts w:ascii="Times New Roman" w:hAnsi="Times New Roman"/>
          <w:b/>
          <w:sz w:val="28"/>
          <w:szCs w:val="28"/>
        </w:rPr>
        <w:t>фудсъёмка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(4ч.).</w:t>
      </w:r>
      <w:r w:rsidR="00ED4CD1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Рассмотрение основ </w:t>
      </w:r>
      <w:proofErr w:type="spellStart"/>
      <w:r w:rsidRPr="00AF62FA">
        <w:rPr>
          <w:rFonts w:ascii="Times New Roman" w:hAnsi="Times New Roman"/>
          <w:sz w:val="28"/>
          <w:szCs w:val="28"/>
        </w:rPr>
        <w:t>фудстилистики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, полезные приёмы в </w:t>
      </w:r>
      <w:proofErr w:type="spellStart"/>
      <w:r w:rsidRPr="00AF62FA">
        <w:rPr>
          <w:rFonts w:ascii="Times New Roman" w:hAnsi="Times New Roman"/>
          <w:sz w:val="28"/>
          <w:szCs w:val="28"/>
        </w:rPr>
        <w:t>фудсъёмке</w:t>
      </w:r>
      <w:proofErr w:type="spellEnd"/>
      <w:r w:rsidRPr="00AF62FA">
        <w:rPr>
          <w:rFonts w:ascii="Times New Roman" w:hAnsi="Times New Roman"/>
          <w:sz w:val="28"/>
          <w:szCs w:val="28"/>
        </w:rPr>
        <w:t>. Съёмка горячих блюд и салатов.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Портреты с оригинальными схемами (10ч.).</w:t>
      </w:r>
      <w:r w:rsidR="00ED4CD1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Использование </w:t>
      </w:r>
      <w:proofErr w:type="spellStart"/>
      <w:r w:rsidRPr="00AF62FA">
        <w:rPr>
          <w:rFonts w:ascii="Times New Roman" w:hAnsi="Times New Roman"/>
          <w:sz w:val="28"/>
          <w:szCs w:val="28"/>
        </w:rPr>
        <w:t>стрибоксов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с сотами для точной обрисовки. Работа с верхним светом и отражателем. Съёмка портрета только с </w:t>
      </w:r>
      <w:proofErr w:type="spellStart"/>
      <w:r w:rsidRPr="00AF62FA">
        <w:rPr>
          <w:rFonts w:ascii="Times New Roman" w:hAnsi="Times New Roman"/>
          <w:sz w:val="28"/>
          <w:szCs w:val="28"/>
        </w:rPr>
        <w:t>контровым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светом и </w:t>
      </w:r>
      <w:proofErr w:type="gramStart"/>
      <w:r w:rsidRPr="00AF62FA">
        <w:rPr>
          <w:rFonts w:ascii="Times New Roman" w:hAnsi="Times New Roman"/>
          <w:sz w:val="28"/>
          <w:szCs w:val="28"/>
        </w:rPr>
        <w:t>светом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lastRenderedPageBreak/>
        <w:t xml:space="preserve">отраженным от рукавов. Применение портретной схемы от Мартина </w:t>
      </w:r>
      <w:proofErr w:type="spellStart"/>
      <w:r w:rsidRPr="00AF62FA">
        <w:rPr>
          <w:rFonts w:ascii="Times New Roman" w:hAnsi="Times New Roman"/>
          <w:sz w:val="28"/>
          <w:szCs w:val="28"/>
        </w:rPr>
        <w:t>Шоллера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(кошачий глаз).  Съёмка с нижним светом для стилизации портрета под тематику фильмов ужасов и триллеров. Обработка и ретушь фотографий с </w:t>
      </w:r>
      <w:proofErr w:type="gramStart"/>
      <w:r w:rsidRPr="00AF62FA">
        <w:rPr>
          <w:rFonts w:ascii="Times New Roman" w:hAnsi="Times New Roman"/>
          <w:sz w:val="28"/>
          <w:szCs w:val="28"/>
        </w:rPr>
        <w:t>оригинальными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световыми.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Натюрморты в фотографии (14ч.).</w:t>
      </w:r>
      <w:r w:rsidRPr="00AF62FA">
        <w:rPr>
          <w:rFonts w:ascii="Times New Roman" w:hAnsi="Times New Roman"/>
          <w:sz w:val="28"/>
          <w:szCs w:val="28"/>
        </w:rPr>
        <w:t xml:space="preserve"> Разбор композиции и </w:t>
      </w:r>
      <w:proofErr w:type="spellStart"/>
      <w:r w:rsidRPr="00AF62FA">
        <w:rPr>
          <w:rFonts w:ascii="Times New Roman" w:hAnsi="Times New Roman"/>
          <w:sz w:val="28"/>
          <w:szCs w:val="28"/>
        </w:rPr>
        <w:t>компановки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предметов в натюрморте. Съёмка натюрморта с одним источником света и отражателями. Плоскостная фотография, абстрактные натюрморты. Цветовые и световые решения в натюрмортах.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F62FA">
        <w:rPr>
          <w:rFonts w:ascii="Times New Roman" w:hAnsi="Times New Roman"/>
          <w:b/>
          <w:sz w:val="28"/>
          <w:szCs w:val="28"/>
        </w:rPr>
        <w:t>Снэп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>. Модельные портфолио (4ч.).</w:t>
      </w:r>
      <w:r w:rsidRPr="00AF62FA">
        <w:rPr>
          <w:rFonts w:ascii="Times New Roman" w:hAnsi="Times New Roman"/>
          <w:sz w:val="28"/>
          <w:szCs w:val="28"/>
        </w:rPr>
        <w:t xml:space="preserve"> Съёмка модельных портфолио без косметики в нейтральной одежде для проб и кастингов.</w:t>
      </w:r>
    </w:p>
    <w:p w:rsidR="007A473F" w:rsidRPr="00AF62FA" w:rsidRDefault="00ED4CD1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Осенний портрет </w:t>
      </w:r>
      <w:r w:rsidR="007A473F" w:rsidRPr="00AF62FA">
        <w:rPr>
          <w:rFonts w:ascii="Times New Roman" w:hAnsi="Times New Roman"/>
          <w:b/>
          <w:sz w:val="28"/>
          <w:szCs w:val="28"/>
        </w:rPr>
        <w:t>(6ч.).</w:t>
      </w:r>
      <w:r w:rsidR="007A473F" w:rsidRPr="00AF62FA">
        <w:rPr>
          <w:rFonts w:ascii="Times New Roman" w:hAnsi="Times New Roman"/>
          <w:sz w:val="28"/>
          <w:szCs w:val="28"/>
        </w:rPr>
        <w:t xml:space="preserve"> Съёмка портретов на осенних локациях в режиме </w:t>
      </w:r>
      <w:r w:rsidR="007A473F" w:rsidRPr="00AF62FA">
        <w:rPr>
          <w:rFonts w:ascii="Times New Roman" w:hAnsi="Times New Roman"/>
          <w:sz w:val="28"/>
          <w:szCs w:val="28"/>
          <w:lang w:val="en-US"/>
        </w:rPr>
        <w:t>HSS</w:t>
      </w:r>
      <w:r w:rsidR="007A473F" w:rsidRPr="00AF62FA">
        <w:rPr>
          <w:rFonts w:ascii="Times New Roman" w:hAnsi="Times New Roman"/>
          <w:sz w:val="28"/>
          <w:szCs w:val="28"/>
        </w:rPr>
        <w:t>. Высокоскоростная синхронизация, как необходимый элемент съёмки при ярком солнечном свете. Обработка осеннего портрета.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Металлические объекты на черном фоне (4ч.). </w:t>
      </w:r>
      <w:r w:rsidRPr="00AF62FA">
        <w:rPr>
          <w:rFonts w:ascii="Times New Roman" w:hAnsi="Times New Roman"/>
          <w:sz w:val="28"/>
          <w:szCs w:val="28"/>
        </w:rPr>
        <w:t>Съёмка и обработка хромированных медицинских инструментов на чёрном фоне.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AF62FA">
        <w:rPr>
          <w:rFonts w:ascii="Times New Roman" w:hAnsi="Times New Roman"/>
          <w:b/>
          <w:sz w:val="28"/>
          <w:szCs w:val="28"/>
        </w:rPr>
        <w:t>Студийное</w:t>
      </w:r>
      <w:proofErr w:type="gramEnd"/>
      <w:r w:rsidRPr="00AF62FA">
        <w:rPr>
          <w:rFonts w:ascii="Times New Roman" w:hAnsi="Times New Roman"/>
          <w:b/>
          <w:sz w:val="28"/>
          <w:szCs w:val="28"/>
        </w:rPr>
        <w:t xml:space="preserve"> портфолио, спортсмены (4ч.).</w:t>
      </w:r>
      <w:r w:rsidR="00ED4CD1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Съёмка спортсменов студии. Создание </w:t>
      </w:r>
      <w:proofErr w:type="gramStart"/>
      <w:r w:rsidRPr="00AF62FA">
        <w:rPr>
          <w:rFonts w:ascii="Times New Roman" w:hAnsi="Times New Roman"/>
          <w:sz w:val="28"/>
          <w:szCs w:val="28"/>
        </w:rPr>
        <w:t>интересных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62FA">
        <w:rPr>
          <w:rFonts w:ascii="Times New Roman" w:hAnsi="Times New Roman"/>
          <w:sz w:val="28"/>
          <w:szCs w:val="28"/>
        </w:rPr>
        <w:t>силуетов</w:t>
      </w:r>
      <w:proofErr w:type="spellEnd"/>
      <w:r w:rsidRPr="00AF62FA">
        <w:rPr>
          <w:rFonts w:ascii="Times New Roman" w:hAnsi="Times New Roman"/>
          <w:sz w:val="28"/>
          <w:szCs w:val="28"/>
        </w:rPr>
        <w:t>, способы подчеркнуть мускулатуру световыми схемами. Обработка и ретушь снимков со спортсменами.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Заморозка движения, </w:t>
      </w:r>
      <w:proofErr w:type="spellStart"/>
      <w:r w:rsidRPr="00AF62FA">
        <w:rPr>
          <w:rFonts w:ascii="Times New Roman" w:hAnsi="Times New Roman"/>
          <w:b/>
          <w:sz w:val="28"/>
          <w:szCs w:val="28"/>
        </w:rPr>
        <w:t>мультивспышка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(16ч.).</w:t>
      </w:r>
      <w:r w:rsidR="00ED4CD1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Заморозка движения вспышкой на минимальной мощности коротким импульсом. Съёмка капли воды, </w:t>
      </w:r>
      <w:proofErr w:type="spellStart"/>
      <w:r w:rsidRPr="00AF62FA">
        <w:rPr>
          <w:rFonts w:ascii="Times New Roman" w:hAnsi="Times New Roman"/>
          <w:sz w:val="28"/>
          <w:szCs w:val="28"/>
        </w:rPr>
        <w:t>сплэша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</w:t>
      </w:r>
      <w:r w:rsidR="00ED4CD1">
        <w:rPr>
          <w:rFonts w:ascii="Times New Roman" w:hAnsi="Times New Roman"/>
          <w:sz w:val="28"/>
          <w:szCs w:val="28"/>
        </w:rPr>
        <w:t>в фужере. Съёмка текстуры снега</w:t>
      </w:r>
      <w:r w:rsidRPr="00AF62FA">
        <w:rPr>
          <w:rFonts w:ascii="Times New Roman" w:hAnsi="Times New Roman"/>
          <w:sz w:val="28"/>
          <w:szCs w:val="28"/>
        </w:rPr>
        <w:t>,</w:t>
      </w:r>
      <w:r w:rsidR="00ED4CD1">
        <w:rPr>
          <w:rFonts w:ascii="Times New Roman" w:hAnsi="Times New Roman"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>пыли и дыма в заморозке. Обработка отснятого материала.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Голливудский ретро портрет (24ч.)</w:t>
      </w:r>
      <w:r w:rsidRPr="00AF62FA">
        <w:rPr>
          <w:rFonts w:ascii="Times New Roman" w:hAnsi="Times New Roman"/>
          <w:sz w:val="28"/>
          <w:szCs w:val="28"/>
        </w:rPr>
        <w:t xml:space="preserve">. Съёмка женского портрета со </w:t>
      </w:r>
      <w:proofErr w:type="spellStart"/>
      <w:r w:rsidRPr="00AF62FA">
        <w:rPr>
          <w:rFonts w:ascii="Times New Roman" w:hAnsi="Times New Roman"/>
          <w:sz w:val="28"/>
          <w:szCs w:val="28"/>
        </w:rPr>
        <w:t>множесто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жестких источников света. Использование оптической насадки для съёмки гламурного портрета в </w:t>
      </w:r>
      <w:proofErr w:type="spellStart"/>
      <w:r w:rsidRPr="00AF62FA">
        <w:rPr>
          <w:rFonts w:ascii="Times New Roman" w:hAnsi="Times New Roman"/>
          <w:sz w:val="28"/>
          <w:szCs w:val="28"/>
        </w:rPr>
        <w:t>ретростиле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. Рассмотрение образов и фотографий 50-60-х годов 20 века. Обрисовка силуэта модели с помощью </w:t>
      </w:r>
      <w:proofErr w:type="spellStart"/>
      <w:r w:rsidRPr="00AF62FA">
        <w:rPr>
          <w:rFonts w:ascii="Times New Roman" w:hAnsi="Times New Roman"/>
          <w:sz w:val="28"/>
          <w:szCs w:val="28"/>
        </w:rPr>
        <w:t>стрипбоксов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. Добавление спецэффектов (дыма) для </w:t>
      </w:r>
      <w:proofErr w:type="spellStart"/>
      <w:r w:rsidRPr="00AF62FA">
        <w:rPr>
          <w:rFonts w:ascii="Times New Roman" w:hAnsi="Times New Roman"/>
          <w:sz w:val="28"/>
          <w:szCs w:val="28"/>
        </w:rPr>
        <w:t>созщдания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объёма и воздушной перспективы фотографий. Итоговые съёмки по теме и обработка учащихся.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F62FA">
        <w:rPr>
          <w:rFonts w:ascii="Times New Roman" w:hAnsi="Times New Roman"/>
          <w:b/>
          <w:sz w:val="28"/>
          <w:szCs w:val="28"/>
        </w:rPr>
        <w:t>Микростоки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AF62FA">
        <w:rPr>
          <w:rFonts w:ascii="Times New Roman" w:hAnsi="Times New Roman"/>
          <w:b/>
          <w:sz w:val="28"/>
          <w:szCs w:val="28"/>
        </w:rPr>
        <w:t>фотобиржи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(8ч.). </w:t>
      </w:r>
      <w:r w:rsidRPr="00AF62FA">
        <w:rPr>
          <w:rFonts w:ascii="Times New Roman" w:hAnsi="Times New Roman"/>
          <w:sz w:val="28"/>
          <w:szCs w:val="28"/>
        </w:rPr>
        <w:t xml:space="preserve">Определение </w:t>
      </w:r>
      <w:proofErr w:type="spellStart"/>
      <w:r w:rsidRPr="00AF62FA">
        <w:rPr>
          <w:rFonts w:ascii="Times New Roman" w:hAnsi="Times New Roman"/>
          <w:sz w:val="28"/>
          <w:szCs w:val="28"/>
        </w:rPr>
        <w:t>фотостоков</w:t>
      </w:r>
      <w:proofErr w:type="spellEnd"/>
      <w:r w:rsidRPr="00AF62FA">
        <w:rPr>
          <w:rFonts w:ascii="Times New Roman" w:hAnsi="Times New Roman"/>
          <w:sz w:val="28"/>
          <w:szCs w:val="28"/>
        </w:rPr>
        <w:t>, фотографий подходящих для продажи. Написание релизов и правовая сторона стоковой деятельности.</w:t>
      </w:r>
      <w:r w:rsidR="00ED4CD1">
        <w:rPr>
          <w:rFonts w:ascii="Times New Roman" w:hAnsi="Times New Roman"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Работа с </w:t>
      </w:r>
      <w:proofErr w:type="spellStart"/>
      <w:r w:rsidRPr="00AF62FA">
        <w:rPr>
          <w:rFonts w:ascii="Times New Roman" w:hAnsi="Times New Roman"/>
          <w:sz w:val="28"/>
          <w:szCs w:val="28"/>
        </w:rPr>
        <w:t>эдиториал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изображениями или фотографиями, редакционными материалами.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Честь, Доблесть, Мужество. Съёмка патриотических, мужественных образов (24ч.).</w:t>
      </w:r>
      <w:r w:rsidRPr="00AF62FA">
        <w:rPr>
          <w:rFonts w:ascii="Times New Roman" w:hAnsi="Times New Roman"/>
          <w:sz w:val="28"/>
          <w:szCs w:val="28"/>
        </w:rPr>
        <w:t xml:space="preserve"> В рамках месячника </w:t>
      </w:r>
      <w:proofErr w:type="spellStart"/>
      <w:r w:rsidRPr="00AF62FA">
        <w:rPr>
          <w:rFonts w:ascii="Times New Roman" w:hAnsi="Times New Roman"/>
          <w:sz w:val="28"/>
          <w:szCs w:val="28"/>
        </w:rPr>
        <w:t>оборонномассовой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работы и уроков мужества рассматривается военная жанровая и портретная фотография. </w:t>
      </w:r>
      <w:proofErr w:type="gramStart"/>
      <w:r w:rsidRPr="00AF62FA">
        <w:rPr>
          <w:rFonts w:ascii="Times New Roman" w:hAnsi="Times New Roman"/>
          <w:sz w:val="28"/>
          <w:szCs w:val="28"/>
        </w:rPr>
        <w:t>Подробное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занятии по военной фотожурналистике в СССР и современной России с рассмотрением наиболее значимых исторических кадров. Рассмотрение световых схем для съёмки военных. Фотосессия </w:t>
      </w:r>
      <w:proofErr w:type="spellStart"/>
      <w:r w:rsidRPr="00AF62FA">
        <w:rPr>
          <w:rFonts w:ascii="Times New Roman" w:hAnsi="Times New Roman"/>
          <w:sz w:val="28"/>
          <w:szCs w:val="28"/>
        </w:rPr>
        <w:lastRenderedPageBreak/>
        <w:t>страйкболистов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в полном военном обмундировании и вооружении. Жанровая съёмка во дворе ЦТ с моделированием различных ситуаций. Подготовка работ дл</w:t>
      </w:r>
      <w:r w:rsidR="00ED4CD1">
        <w:rPr>
          <w:rFonts w:ascii="Times New Roman" w:hAnsi="Times New Roman"/>
          <w:sz w:val="28"/>
          <w:szCs w:val="28"/>
        </w:rPr>
        <w:t>я фотоконкурса “Юность России”.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F62FA">
        <w:rPr>
          <w:rFonts w:ascii="Times New Roman" w:hAnsi="Times New Roman"/>
          <w:b/>
          <w:sz w:val="28"/>
          <w:szCs w:val="28"/>
        </w:rPr>
        <w:t>Бьюти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со сложным гримом и прическами (12ч.). </w:t>
      </w:r>
      <w:r w:rsidRPr="00AF62FA">
        <w:rPr>
          <w:rFonts w:ascii="Times New Roman" w:hAnsi="Times New Roman"/>
          <w:sz w:val="28"/>
          <w:szCs w:val="28"/>
        </w:rPr>
        <w:t xml:space="preserve"> Съёмка рекламных, коммерческих фотографий, крупных портретов с ярким макияжем и прическами. Использование весенних образов </w:t>
      </w:r>
      <w:proofErr w:type="gramStart"/>
      <w:r w:rsidRPr="00AF62FA">
        <w:rPr>
          <w:rFonts w:ascii="Times New Roman" w:hAnsi="Times New Roman"/>
          <w:sz w:val="28"/>
          <w:szCs w:val="28"/>
        </w:rPr>
        <w:t>с живим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цветами в прическах. Обработка и составление сложных </w:t>
      </w:r>
      <w:proofErr w:type="spellStart"/>
      <w:r w:rsidRPr="00AF62FA">
        <w:rPr>
          <w:rFonts w:ascii="Times New Roman" w:hAnsi="Times New Roman"/>
          <w:sz w:val="28"/>
          <w:szCs w:val="28"/>
        </w:rPr>
        <w:t>бьюти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коллажей. </w:t>
      </w:r>
      <w:proofErr w:type="spellStart"/>
      <w:r w:rsidRPr="00AF62FA">
        <w:rPr>
          <w:rFonts w:ascii="Times New Roman" w:hAnsi="Times New Roman"/>
          <w:sz w:val="28"/>
          <w:szCs w:val="28"/>
        </w:rPr>
        <w:t>Фейшн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съёмка с живыми и искусственными цветами.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Тема праздника “Пасхи” в фотографии (20ч.).</w:t>
      </w:r>
      <w:r w:rsidR="00ED4CD1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 xml:space="preserve">Рассмотрение сюжетов в живописи и кинематографе для создания пасхальных сюжетов в фотографии. Съёмка пасхальных натюрмортов с одним источником света. Съёмка на дощатой поверхности с формированием </w:t>
      </w:r>
      <w:proofErr w:type="spellStart"/>
      <w:r w:rsidRPr="00AF62FA">
        <w:rPr>
          <w:rFonts w:ascii="Times New Roman" w:hAnsi="Times New Roman"/>
          <w:sz w:val="28"/>
          <w:szCs w:val="28"/>
        </w:rPr>
        <w:t>кописпейс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для текста. </w:t>
      </w:r>
      <w:proofErr w:type="gramStart"/>
      <w:r w:rsidRPr="00AF62FA">
        <w:rPr>
          <w:rFonts w:ascii="Times New Roman" w:hAnsi="Times New Roman"/>
          <w:sz w:val="28"/>
          <w:szCs w:val="28"/>
        </w:rPr>
        <w:t xml:space="preserve">Пасхальные </w:t>
      </w:r>
      <w:proofErr w:type="spellStart"/>
      <w:r w:rsidRPr="00AF62FA">
        <w:rPr>
          <w:rFonts w:ascii="Times New Roman" w:hAnsi="Times New Roman"/>
          <w:sz w:val="28"/>
          <w:szCs w:val="28"/>
        </w:rPr>
        <w:t>тестуры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из вербы и крашеных яиц.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Портреты пасхальной тематики и </w:t>
      </w:r>
      <w:proofErr w:type="gramStart"/>
      <w:r w:rsidRPr="00AF62FA">
        <w:rPr>
          <w:rFonts w:ascii="Times New Roman" w:hAnsi="Times New Roman"/>
          <w:sz w:val="28"/>
          <w:szCs w:val="28"/>
        </w:rPr>
        <w:t>пасхальный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62FA">
        <w:rPr>
          <w:rFonts w:ascii="Times New Roman" w:hAnsi="Times New Roman"/>
          <w:sz w:val="28"/>
          <w:szCs w:val="28"/>
        </w:rPr>
        <w:t>лайфстайл</w:t>
      </w:r>
      <w:proofErr w:type="spellEnd"/>
      <w:r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F62FA">
        <w:rPr>
          <w:rFonts w:ascii="Times New Roman" w:hAnsi="Times New Roman"/>
          <w:b/>
          <w:sz w:val="28"/>
          <w:szCs w:val="28"/>
        </w:rPr>
        <w:t>Анималистика</w:t>
      </w:r>
      <w:proofErr w:type="spellEnd"/>
      <w:r w:rsidRPr="00AF62FA">
        <w:rPr>
          <w:rFonts w:ascii="Times New Roman" w:hAnsi="Times New Roman"/>
          <w:b/>
          <w:sz w:val="28"/>
          <w:szCs w:val="28"/>
        </w:rPr>
        <w:t xml:space="preserve"> (18ч.).</w:t>
      </w:r>
      <w:r w:rsidR="00ED4CD1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>Съёмка домашних и диких животных в различных условиях. Студийное фото собак на белом фоне. Студийная съёмка котов и кошек на черном и сером фонах. Съёмка домашних животных на локациях. Обработка студийных снимков с домашними животными, изоляция на белом и черном фонах. Подготовка фотографий к выставке.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Пейзажи, склейки, панорамы (12ч.). </w:t>
      </w:r>
      <w:r w:rsidRPr="00AF62FA">
        <w:rPr>
          <w:rFonts w:ascii="Times New Roman" w:hAnsi="Times New Roman"/>
          <w:sz w:val="28"/>
          <w:szCs w:val="28"/>
        </w:rPr>
        <w:t xml:space="preserve">Съёмка пейзажей с использованием штатива и формирование панорам, </w:t>
      </w:r>
      <w:proofErr w:type="spellStart"/>
      <w:r w:rsidRPr="00AF62FA">
        <w:rPr>
          <w:rFonts w:ascii="Times New Roman" w:hAnsi="Times New Roman"/>
          <w:sz w:val="28"/>
          <w:szCs w:val="28"/>
        </w:rPr>
        <w:t>склеек</w:t>
      </w:r>
      <w:proofErr w:type="gramStart"/>
      <w:r w:rsidRPr="00AF62FA">
        <w:rPr>
          <w:rFonts w:ascii="Times New Roman" w:hAnsi="Times New Roman"/>
          <w:sz w:val="28"/>
          <w:szCs w:val="28"/>
        </w:rPr>
        <w:t>.С</w:t>
      </w:r>
      <w:proofErr w:type="gramEnd"/>
      <w:r w:rsidRPr="00AF62FA">
        <w:rPr>
          <w:rFonts w:ascii="Times New Roman" w:hAnsi="Times New Roman"/>
          <w:sz w:val="28"/>
          <w:szCs w:val="28"/>
        </w:rPr>
        <w:t>ъёмка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вертикальных и горизонтальных панорам для увеличения качества, детализации и динамического </w:t>
      </w:r>
      <w:proofErr w:type="spellStart"/>
      <w:r w:rsidRPr="00AF62FA">
        <w:rPr>
          <w:rFonts w:ascii="Times New Roman" w:hAnsi="Times New Roman"/>
          <w:sz w:val="28"/>
          <w:szCs w:val="28"/>
        </w:rPr>
        <w:t>диапозона</w:t>
      </w:r>
      <w:proofErr w:type="spellEnd"/>
      <w:r w:rsidRPr="00AF62FA">
        <w:rPr>
          <w:rFonts w:ascii="Times New Roman" w:hAnsi="Times New Roman"/>
          <w:sz w:val="28"/>
          <w:szCs w:val="28"/>
        </w:rPr>
        <w:t>. Использование поляризационных и НД фильтров для длинной выдержки и уменьшения бликов при ярком свете.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День победы. Фоторепортаж (8ч.).</w:t>
      </w:r>
      <w:r w:rsidRPr="00AF62FA">
        <w:rPr>
          <w:rFonts w:ascii="Times New Roman" w:hAnsi="Times New Roman"/>
          <w:sz w:val="28"/>
          <w:szCs w:val="28"/>
        </w:rPr>
        <w:t xml:space="preserve"> Съёмка мероприятий посвященных Дню Победы. Разбор и анализ снимков, сделанных на мероприятиях. Составление фотоотчетов и </w:t>
      </w:r>
      <w:proofErr w:type="spellStart"/>
      <w:r w:rsidRPr="00AF62FA">
        <w:rPr>
          <w:rFonts w:ascii="Times New Roman" w:hAnsi="Times New Roman"/>
          <w:sz w:val="28"/>
          <w:szCs w:val="28"/>
        </w:rPr>
        <w:t>фотоисторий</w:t>
      </w:r>
      <w:proofErr w:type="spellEnd"/>
      <w:r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AF62F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 xml:space="preserve">Рекламные съемки фруктов и овощей (6ч.). </w:t>
      </w:r>
      <w:r w:rsidRPr="00AF62FA">
        <w:rPr>
          <w:rFonts w:ascii="Times New Roman" w:hAnsi="Times New Roman"/>
          <w:sz w:val="28"/>
          <w:szCs w:val="28"/>
        </w:rPr>
        <w:t xml:space="preserve">Основы рекламной съёмки свежих фруктов и овощей. Съёмка с </w:t>
      </w:r>
      <w:proofErr w:type="spellStart"/>
      <w:r w:rsidRPr="00AF62FA">
        <w:rPr>
          <w:rFonts w:ascii="Times New Roman" w:hAnsi="Times New Roman"/>
          <w:sz w:val="28"/>
          <w:szCs w:val="28"/>
        </w:rPr>
        <w:t>контровым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F62FA">
        <w:rPr>
          <w:rFonts w:ascii="Times New Roman" w:hAnsi="Times New Roman"/>
          <w:sz w:val="28"/>
          <w:szCs w:val="28"/>
        </w:rPr>
        <w:t>описывающем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светом, яркими цветами. Ретушь ре</w:t>
      </w:r>
      <w:r w:rsidR="005E68F8" w:rsidRPr="00AF62FA">
        <w:rPr>
          <w:rFonts w:ascii="Times New Roman" w:hAnsi="Times New Roman"/>
          <w:sz w:val="28"/>
          <w:szCs w:val="28"/>
        </w:rPr>
        <w:t>к</w:t>
      </w:r>
      <w:r w:rsidRPr="00AF62FA">
        <w:rPr>
          <w:rFonts w:ascii="Times New Roman" w:hAnsi="Times New Roman"/>
          <w:sz w:val="28"/>
          <w:szCs w:val="28"/>
        </w:rPr>
        <w:t>ламной съёмки фруктов и овощей.</w:t>
      </w:r>
    </w:p>
    <w:p w:rsidR="007A473F" w:rsidRPr="001800C1" w:rsidRDefault="007A473F" w:rsidP="00C613A6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Итоговые занятия. Творческие проекты(10ч.)</w:t>
      </w:r>
      <w:r w:rsidR="002D58A9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</w:rPr>
        <w:t>Формирование отчёта для социальных се</w:t>
      </w:r>
      <w:r w:rsidR="006C64FC" w:rsidRPr="00AF62FA">
        <w:rPr>
          <w:rFonts w:ascii="Times New Roman" w:hAnsi="Times New Roman"/>
          <w:sz w:val="28"/>
          <w:szCs w:val="28"/>
        </w:rPr>
        <w:t>тей. Опрос и тестирование учащих</w:t>
      </w:r>
      <w:r w:rsidRPr="00AF62FA">
        <w:rPr>
          <w:rFonts w:ascii="Times New Roman" w:hAnsi="Times New Roman"/>
          <w:sz w:val="28"/>
          <w:szCs w:val="28"/>
        </w:rPr>
        <w:t xml:space="preserve">ся по изученным темам. Итоговые задания для учащихся, </w:t>
      </w:r>
      <w:r w:rsidR="006C64FC" w:rsidRPr="00AF62FA">
        <w:rPr>
          <w:rFonts w:ascii="Times New Roman" w:hAnsi="Times New Roman"/>
          <w:sz w:val="28"/>
          <w:szCs w:val="28"/>
        </w:rPr>
        <w:t>к</w:t>
      </w:r>
      <w:r w:rsidRPr="00AF62FA">
        <w:rPr>
          <w:rFonts w:ascii="Times New Roman" w:hAnsi="Times New Roman"/>
          <w:sz w:val="28"/>
          <w:szCs w:val="28"/>
        </w:rPr>
        <w:t>оторые выпускаются из объединения.</w:t>
      </w:r>
    </w:p>
    <w:p w:rsidR="001800C1" w:rsidRDefault="001800C1" w:rsidP="001800C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800C1" w:rsidRDefault="001800C1" w:rsidP="001800C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800C1" w:rsidRPr="00AF62FA" w:rsidRDefault="001800C1" w:rsidP="001800C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84461" w:rsidRPr="00AF62FA" w:rsidRDefault="00984461" w:rsidP="00C613A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613A6" w:rsidRDefault="007A473F" w:rsidP="002D58A9">
      <w:pPr>
        <w:pStyle w:val="2"/>
        <w:numPr>
          <w:ilvl w:val="1"/>
          <w:numId w:val="40"/>
        </w:numPr>
        <w:spacing w:before="0"/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46325147"/>
      <w:r w:rsidRPr="00C613A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Планируемые результаты</w:t>
      </w:r>
      <w:bookmarkEnd w:id="12"/>
    </w:p>
    <w:p w:rsidR="00C613A6" w:rsidRPr="00C613A6" w:rsidRDefault="00C613A6" w:rsidP="002D58A9">
      <w:pPr>
        <w:spacing w:after="0"/>
      </w:pPr>
    </w:p>
    <w:p w:rsidR="007A473F" w:rsidRPr="00AF62FA" w:rsidRDefault="007A473F" w:rsidP="002D58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Первый год</w:t>
      </w:r>
      <w:r w:rsidR="002733F1" w:rsidRPr="00AF62FA">
        <w:rPr>
          <w:rFonts w:ascii="Times New Roman" w:hAnsi="Times New Roman"/>
          <w:b/>
          <w:sz w:val="28"/>
          <w:szCs w:val="28"/>
        </w:rPr>
        <w:t xml:space="preserve"> </w:t>
      </w:r>
      <w:r w:rsidRPr="00AF62FA">
        <w:rPr>
          <w:rFonts w:ascii="Times New Roman" w:hAnsi="Times New Roman"/>
          <w:b/>
          <w:sz w:val="28"/>
          <w:szCs w:val="28"/>
        </w:rPr>
        <w:t>обучения</w:t>
      </w:r>
    </w:p>
    <w:p w:rsidR="00897278" w:rsidRPr="00AF62FA" w:rsidRDefault="002D0F8E" w:rsidP="00C613A6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Предметные результаты</w:t>
      </w:r>
      <w:r w:rsidR="00897278" w:rsidRPr="00AF62FA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2D0F8E" w:rsidRPr="00AF62FA" w:rsidRDefault="002D0F8E" w:rsidP="00C613A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Требования к знаниям, умениям </w:t>
      </w:r>
      <w:r w:rsidR="000718D0" w:rsidRPr="00AF62FA">
        <w:rPr>
          <w:rFonts w:ascii="Times New Roman" w:hAnsi="Times New Roman"/>
          <w:color w:val="000000"/>
          <w:sz w:val="28"/>
          <w:szCs w:val="28"/>
          <w:lang w:eastAsia="ru-RU"/>
        </w:rPr>
        <w:t>и навыкам, которые должен приобрести  обучающийся в процессе занятий по окончанию</w:t>
      </w:r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1-го года обучения:</w:t>
      </w:r>
    </w:p>
    <w:p w:rsidR="007A473F" w:rsidRPr="00AF62FA" w:rsidRDefault="00B0598E" w:rsidP="00C613A6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знает</w:t>
      </w:r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2FA">
        <w:rPr>
          <w:rFonts w:ascii="Times New Roman" w:hAnsi="Times New Roman"/>
          <w:color w:val="000000"/>
          <w:sz w:val="28"/>
          <w:szCs w:val="28"/>
        </w:rPr>
        <w:t>характеристики</w:t>
      </w:r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зеркальных и </w:t>
      </w:r>
      <w:proofErr w:type="spellStart"/>
      <w:r w:rsidR="00984461" w:rsidRPr="00AF62FA">
        <w:rPr>
          <w:rFonts w:ascii="Times New Roman" w:hAnsi="Times New Roman"/>
          <w:color w:val="000000"/>
          <w:sz w:val="28"/>
          <w:szCs w:val="28"/>
        </w:rPr>
        <w:t>беззеркальных</w:t>
      </w:r>
      <w:proofErr w:type="spellEnd"/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камер на базовом уровне;</w:t>
      </w:r>
    </w:p>
    <w:p w:rsidR="007A473F" w:rsidRPr="00AF62FA" w:rsidRDefault="00B0598E" w:rsidP="00C613A6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умеет</w:t>
      </w:r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оперативно настраивать фотоаппаратуру в ручном режиме под любые условия освещения;</w:t>
      </w:r>
    </w:p>
    <w:p w:rsidR="007A473F" w:rsidRPr="00AF62FA" w:rsidRDefault="00A643E2" w:rsidP="00AF62FA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владе</w:t>
      </w:r>
      <w:r w:rsidR="00B0598E" w:rsidRPr="00AF62FA">
        <w:rPr>
          <w:rFonts w:ascii="Times New Roman" w:hAnsi="Times New Roman"/>
          <w:color w:val="000000"/>
          <w:sz w:val="28"/>
          <w:szCs w:val="28"/>
        </w:rPr>
        <w:t>ет</w:t>
      </w:r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основами обработки полученных снимков в разных программных редакторах;</w:t>
      </w:r>
    </w:p>
    <w:p w:rsidR="007A473F" w:rsidRPr="00AF62FA" w:rsidRDefault="00A643E2" w:rsidP="00AF62FA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овладе</w:t>
      </w:r>
      <w:r w:rsidR="00B0598E" w:rsidRPr="00AF62FA">
        <w:rPr>
          <w:rFonts w:ascii="Times New Roman" w:hAnsi="Times New Roman"/>
          <w:color w:val="000000"/>
          <w:sz w:val="28"/>
          <w:szCs w:val="28"/>
        </w:rPr>
        <w:t>ет</w:t>
      </w:r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 навыками работы со светом и умением  выставлять световые схемы для решения поставленных задач съёмки;</w:t>
      </w:r>
    </w:p>
    <w:p w:rsidR="007A473F" w:rsidRPr="00AF62FA" w:rsidRDefault="00B0598E" w:rsidP="00AF62FA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увеличена  скорость</w:t>
      </w:r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съёмки в сложных, изменяющихся условиях освещения.</w:t>
      </w:r>
    </w:p>
    <w:p w:rsidR="007A473F" w:rsidRPr="00AF62FA" w:rsidRDefault="00984461" w:rsidP="00AF62FA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="002D0F8E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="00C2120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C21200" w:rsidRPr="00AF62FA" w:rsidRDefault="00B0598E" w:rsidP="00AF62FA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сформировано композиционное</w:t>
      </w:r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и эстети</w:t>
      </w:r>
      <w:r w:rsidRPr="00AF62FA">
        <w:rPr>
          <w:rFonts w:ascii="Times New Roman" w:hAnsi="Times New Roman"/>
          <w:color w:val="000000"/>
          <w:sz w:val="28"/>
          <w:szCs w:val="28"/>
        </w:rPr>
        <w:t>ческое художественное видение</w:t>
      </w:r>
      <w:r w:rsidR="00C21200"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7A473F" w:rsidRPr="00AF62FA" w:rsidRDefault="00A643E2" w:rsidP="00AF62FA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 умеет</w:t>
      </w:r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осуществлять  поиск нужной информации для выполнения художественной задачи с использованием учеб</w:t>
      </w:r>
      <w:r w:rsidR="00053E3B" w:rsidRPr="00AF62FA">
        <w:rPr>
          <w:rFonts w:ascii="Times New Roman" w:hAnsi="Times New Roman"/>
          <w:color w:val="000000"/>
          <w:sz w:val="28"/>
          <w:szCs w:val="28"/>
        </w:rPr>
        <w:t>ной и дополнительной литературы;</w:t>
      </w:r>
    </w:p>
    <w:p w:rsidR="007A473F" w:rsidRPr="00AF62FA" w:rsidRDefault="00E01326" w:rsidP="00AF62FA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развита мелкая</w:t>
      </w:r>
      <w:r w:rsidR="00984461" w:rsidRPr="00AF62FA">
        <w:rPr>
          <w:rFonts w:ascii="Times New Roman" w:hAnsi="Times New Roman"/>
          <w:color w:val="000000"/>
          <w:sz w:val="28"/>
          <w:szCs w:val="28"/>
        </w:rPr>
        <w:t xml:space="preserve"> моторики рук при обработке и ретуши снимков</w:t>
      </w:r>
    </w:p>
    <w:p w:rsidR="007A473F" w:rsidRPr="00AF62FA" w:rsidRDefault="002B590A" w:rsidP="00AF62FA">
      <w:pPr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</w:t>
      </w:r>
      <w:r w:rsidR="000718D0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7A473F" w:rsidRPr="00AF62FA" w:rsidRDefault="00C21200" w:rsidP="00AF62FA">
      <w:pPr>
        <w:numPr>
          <w:ilvl w:val="0"/>
          <w:numId w:val="29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>с</w:t>
      </w:r>
      <w:r w:rsidR="00CD1B35"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формирован</w:t>
      </w:r>
      <w:r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интерес</w:t>
      </w:r>
      <w:r w:rsidR="00432932"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к фотоискусству</w:t>
      </w:r>
      <w:r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7A473F" w:rsidRPr="00AF62FA" w:rsidRDefault="00CD1B35" w:rsidP="00AF62FA">
      <w:pPr>
        <w:numPr>
          <w:ilvl w:val="0"/>
          <w:numId w:val="11"/>
        </w:numPr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проявляет 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>нравственно-эстетические</w:t>
      </w:r>
      <w:r w:rsidR="00432932" w:rsidRPr="00AF62FA">
        <w:rPr>
          <w:rFonts w:ascii="Times New Roman" w:hAnsi="Times New Roman"/>
          <w:color w:val="000000"/>
          <w:sz w:val="28"/>
          <w:szCs w:val="28"/>
        </w:rPr>
        <w:t xml:space="preserve"> качеств</w:t>
      </w:r>
      <w:r w:rsidRPr="00AF62FA">
        <w:rPr>
          <w:rFonts w:ascii="Times New Roman" w:hAnsi="Times New Roman"/>
          <w:color w:val="000000"/>
          <w:sz w:val="28"/>
          <w:szCs w:val="28"/>
        </w:rPr>
        <w:t>а</w:t>
      </w:r>
      <w:r w:rsidR="00432932" w:rsidRPr="00AF62FA">
        <w:rPr>
          <w:rFonts w:ascii="Times New Roman" w:hAnsi="Times New Roman"/>
          <w:color w:val="000000"/>
          <w:sz w:val="28"/>
          <w:szCs w:val="28"/>
        </w:rPr>
        <w:t xml:space="preserve"> личности</w:t>
      </w:r>
      <w:r w:rsidR="00C21200"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7A473F" w:rsidRPr="00AF62FA" w:rsidRDefault="00897278" w:rsidP="00AF62FA">
      <w:pPr>
        <w:numPr>
          <w:ilvl w:val="0"/>
          <w:numId w:val="11"/>
        </w:numPr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сформировано умение работать </w:t>
      </w:r>
      <w:r w:rsidR="00432932" w:rsidRPr="00AF62FA">
        <w:rPr>
          <w:rFonts w:ascii="Times New Roman" w:hAnsi="Times New Roman"/>
          <w:color w:val="000000"/>
          <w:sz w:val="28"/>
          <w:szCs w:val="28"/>
        </w:rPr>
        <w:t xml:space="preserve"> в большом коллективе и малой группе</w:t>
      </w:r>
      <w:r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A643E2" w:rsidRPr="00AF62FA" w:rsidRDefault="00A643E2" w:rsidP="00AF62FA">
      <w:pPr>
        <w:numPr>
          <w:ilvl w:val="0"/>
          <w:numId w:val="11"/>
        </w:numPr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F62FA">
        <w:rPr>
          <w:rFonts w:ascii="Times New Roman" w:hAnsi="Times New Roman"/>
          <w:color w:val="000000"/>
          <w:sz w:val="28"/>
          <w:szCs w:val="28"/>
        </w:rPr>
        <w:t>мотивирован</w:t>
      </w:r>
      <w:proofErr w:type="gramEnd"/>
      <w:r w:rsidR="00432932" w:rsidRPr="00AF62FA">
        <w:rPr>
          <w:rFonts w:ascii="Times New Roman" w:hAnsi="Times New Roman"/>
          <w:color w:val="000000"/>
          <w:sz w:val="28"/>
          <w:szCs w:val="28"/>
        </w:rPr>
        <w:t xml:space="preserve"> к решению поставленных задач и реализация творческих идей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>.</w:t>
      </w:r>
    </w:p>
    <w:p w:rsidR="007A473F" w:rsidRPr="00AF62FA" w:rsidRDefault="007A473F" w:rsidP="00AF62FA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sz w:val="28"/>
          <w:szCs w:val="28"/>
          <w:lang w:eastAsia="ru-RU"/>
        </w:rPr>
        <w:t>Профориентационные</w:t>
      </w:r>
      <w:proofErr w:type="spellEnd"/>
      <w:r w:rsidR="000718D0" w:rsidRPr="00AF62F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результаты</w:t>
      </w:r>
      <w:r w:rsidRPr="00AF62FA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7A473F" w:rsidRPr="00AF62FA" w:rsidRDefault="00A643E2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имеет представление </w:t>
      </w:r>
      <w:r w:rsidR="00432932"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</w:t>
      </w:r>
      <w:r w:rsidR="007A473F"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="00432932"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рофессиях, связанных с </w:t>
      </w:r>
      <w:r w:rsidR="007A473F"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фотографией, стилем, кинематографом и дизайном.</w:t>
      </w:r>
    </w:p>
    <w:p w:rsidR="007A473F" w:rsidRDefault="007A473F" w:rsidP="00AF62F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4CD1" w:rsidRDefault="00ED4CD1" w:rsidP="00AF62F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4CD1" w:rsidRDefault="00ED4CD1" w:rsidP="00AF62F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4CD1" w:rsidRPr="00AF62FA" w:rsidRDefault="00ED4CD1" w:rsidP="00AF62F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73F" w:rsidRPr="00AF62FA" w:rsidRDefault="007A473F" w:rsidP="00C613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lastRenderedPageBreak/>
        <w:t>Второй год обучения</w:t>
      </w:r>
    </w:p>
    <w:p w:rsidR="007A473F" w:rsidRPr="00AF62FA" w:rsidRDefault="00EF5266" w:rsidP="00AF62FA">
      <w:pPr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="00A643E2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A643E2" w:rsidRPr="00AF62FA" w:rsidRDefault="00A643E2" w:rsidP="00AF62F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Требования к знаниям, умениям и навыкам, которые должен </w:t>
      </w:r>
      <w:r w:rsidR="002D58A9" w:rsidRPr="00AF62FA">
        <w:rPr>
          <w:rFonts w:ascii="Times New Roman" w:hAnsi="Times New Roman"/>
          <w:color w:val="000000"/>
          <w:sz w:val="28"/>
          <w:szCs w:val="28"/>
          <w:lang w:eastAsia="ru-RU"/>
        </w:rPr>
        <w:t>приобрести обучающийся</w:t>
      </w:r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процессе </w:t>
      </w:r>
      <w:r w:rsidR="002D58A9" w:rsidRPr="00AF62FA">
        <w:rPr>
          <w:rFonts w:ascii="Times New Roman" w:hAnsi="Times New Roman"/>
          <w:color w:val="000000"/>
          <w:sz w:val="28"/>
          <w:szCs w:val="28"/>
          <w:lang w:eastAsia="ru-RU"/>
        </w:rPr>
        <w:t>занятий по</w:t>
      </w:r>
      <w:r w:rsidRPr="00AF62F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окончанию 2-го года обучения:</w:t>
      </w:r>
    </w:p>
    <w:p w:rsidR="007A473F" w:rsidRPr="00AF62FA" w:rsidRDefault="00B0598E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знает</w:t>
      </w:r>
      <w:r w:rsidR="00EF5266" w:rsidRPr="00AF62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 xml:space="preserve">основные приемы и стили компьютерной обработки снимков, </w:t>
      </w:r>
      <w:proofErr w:type="spellStart"/>
      <w:r w:rsidR="00897278" w:rsidRPr="00AF62FA">
        <w:rPr>
          <w:rFonts w:ascii="Times New Roman" w:hAnsi="Times New Roman"/>
          <w:color w:val="000000"/>
          <w:sz w:val="28"/>
          <w:szCs w:val="28"/>
        </w:rPr>
        <w:t>обтравки</w:t>
      </w:r>
      <w:proofErr w:type="spellEnd"/>
      <w:r w:rsidR="00897278" w:rsidRPr="00AF62FA">
        <w:rPr>
          <w:rFonts w:ascii="Times New Roman" w:hAnsi="Times New Roman"/>
          <w:color w:val="000000"/>
          <w:sz w:val="28"/>
          <w:szCs w:val="28"/>
        </w:rPr>
        <w:t xml:space="preserve"> и ретуши;</w:t>
      </w:r>
    </w:p>
    <w:p w:rsidR="007A473F" w:rsidRPr="00AF62FA" w:rsidRDefault="002D58A9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владеет техникой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 xml:space="preserve"> нанесения световых, цветовых эффектов;</w:t>
      </w:r>
    </w:p>
    <w:p w:rsidR="007A473F" w:rsidRPr="00AF62FA" w:rsidRDefault="00A643E2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умеет 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>применять компьютерную графику в ретуши снимков;</w:t>
      </w:r>
    </w:p>
    <w:p w:rsidR="007A473F" w:rsidRPr="00AF62FA" w:rsidRDefault="00A643E2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F62FA">
        <w:rPr>
          <w:rFonts w:ascii="Times New Roman" w:hAnsi="Times New Roman"/>
          <w:color w:val="000000"/>
          <w:sz w:val="28"/>
          <w:szCs w:val="28"/>
        </w:rPr>
        <w:t>умее</w:t>
      </w:r>
      <w:r w:rsidR="00EF5266" w:rsidRPr="00AF62FA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>создавать спецэффекты (дым, искры, блики, огонь, дождь) в программных редакторах;</w:t>
      </w:r>
      <w:proofErr w:type="gramEnd"/>
    </w:p>
    <w:p w:rsidR="007A473F" w:rsidRPr="00AF62FA" w:rsidRDefault="00B0598E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F62FA">
        <w:rPr>
          <w:rFonts w:ascii="Times New Roman" w:hAnsi="Times New Roman"/>
          <w:color w:val="000000"/>
          <w:sz w:val="28"/>
          <w:szCs w:val="28"/>
        </w:rPr>
        <w:t>ознакомлен</w:t>
      </w:r>
      <w:proofErr w:type="gramEnd"/>
      <w:r w:rsidRPr="00AF62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 xml:space="preserve">с </w:t>
      </w:r>
      <w:proofErr w:type="spellStart"/>
      <w:r w:rsidR="00897278" w:rsidRPr="00AF62FA">
        <w:rPr>
          <w:rFonts w:ascii="Times New Roman" w:hAnsi="Times New Roman"/>
          <w:color w:val="000000"/>
          <w:sz w:val="28"/>
          <w:szCs w:val="28"/>
        </w:rPr>
        <w:t>экшнами</w:t>
      </w:r>
      <w:proofErr w:type="spellEnd"/>
      <w:r w:rsidR="00897278" w:rsidRPr="00AF62FA">
        <w:rPr>
          <w:rFonts w:ascii="Times New Roman" w:hAnsi="Times New Roman"/>
          <w:color w:val="000000"/>
          <w:sz w:val="28"/>
          <w:szCs w:val="28"/>
        </w:rPr>
        <w:t xml:space="preserve"> обработки.</w:t>
      </w:r>
    </w:p>
    <w:p w:rsidR="007A473F" w:rsidRPr="00AF62FA" w:rsidRDefault="00897278" w:rsidP="00AF62FA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="00EF5266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A643E2" w:rsidP="00AF62FA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умеет</w:t>
      </w:r>
      <w:r w:rsidR="007A473F" w:rsidRPr="00AF62FA">
        <w:rPr>
          <w:rFonts w:ascii="Times New Roman" w:hAnsi="Times New Roman"/>
          <w:color w:val="000000"/>
          <w:sz w:val="28"/>
          <w:szCs w:val="28"/>
        </w:rPr>
        <w:t xml:space="preserve"> проявлять сырые снимки в формате </w:t>
      </w:r>
      <w:r w:rsidR="007A473F" w:rsidRPr="00AF62FA">
        <w:rPr>
          <w:rFonts w:ascii="Times New Roman" w:hAnsi="Times New Roman"/>
          <w:color w:val="000000"/>
          <w:sz w:val="28"/>
          <w:szCs w:val="28"/>
          <w:lang w:val="en-US"/>
        </w:rPr>
        <w:t>RAW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7A473F" w:rsidRPr="00AF62FA" w:rsidRDefault="00A643E2" w:rsidP="00AF62FA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умее</w:t>
      </w:r>
      <w:r w:rsidR="00EF5266" w:rsidRPr="00AF62FA">
        <w:rPr>
          <w:rFonts w:ascii="Times New Roman" w:hAnsi="Times New Roman"/>
          <w:color w:val="000000"/>
          <w:sz w:val="28"/>
          <w:szCs w:val="28"/>
        </w:rPr>
        <w:t>т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 xml:space="preserve"> применять фильтры для стилизации фотографий и повышения их качества;</w:t>
      </w:r>
    </w:p>
    <w:p w:rsidR="001218E0" w:rsidRPr="00AF62FA" w:rsidRDefault="00A643E2" w:rsidP="00AF62FA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 умее</w:t>
      </w:r>
      <w:r w:rsidR="001218E0" w:rsidRPr="00AF62FA">
        <w:rPr>
          <w:rFonts w:ascii="Times New Roman" w:hAnsi="Times New Roman"/>
          <w:color w:val="000000"/>
          <w:sz w:val="28"/>
          <w:szCs w:val="28"/>
        </w:rPr>
        <w:t>т составлять коллажи, склейки и сложные композиции;</w:t>
      </w:r>
    </w:p>
    <w:p w:rsidR="007A473F" w:rsidRPr="00AF62FA" w:rsidRDefault="001218E0" w:rsidP="00AF62FA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A643E2" w:rsidRPr="00AF62FA">
        <w:rPr>
          <w:rFonts w:ascii="Times New Roman" w:hAnsi="Times New Roman"/>
          <w:color w:val="000000"/>
          <w:sz w:val="28"/>
          <w:szCs w:val="28"/>
        </w:rPr>
        <w:t>мее</w:t>
      </w:r>
      <w:r w:rsidRPr="00AF62FA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>анализировать объекты, выделять главное;</w:t>
      </w:r>
    </w:p>
    <w:p w:rsidR="00CA5C8F" w:rsidRPr="00AF62FA" w:rsidRDefault="00CA5C8F" w:rsidP="00AF62FA">
      <w:pPr>
        <w:pStyle w:val="a4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F62FA">
        <w:rPr>
          <w:rFonts w:ascii="Times New Roman" w:hAnsi="Times New Roman"/>
          <w:color w:val="000000"/>
          <w:sz w:val="28"/>
          <w:szCs w:val="28"/>
        </w:rPr>
        <w:t>мотивирован</w:t>
      </w:r>
      <w:proofErr w:type="gramEnd"/>
      <w:r w:rsidRPr="00AF62FA">
        <w:rPr>
          <w:rFonts w:ascii="Times New Roman" w:hAnsi="Times New Roman"/>
          <w:color w:val="000000"/>
          <w:sz w:val="28"/>
          <w:szCs w:val="28"/>
        </w:rPr>
        <w:t xml:space="preserve"> к решению поставленных задач и реализация творческих идей.</w:t>
      </w:r>
    </w:p>
    <w:p w:rsidR="00713217" w:rsidRPr="00AF62FA" w:rsidRDefault="00A643E2" w:rsidP="00AF62FA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освоено</w:t>
      </w:r>
      <w:r w:rsidR="00897278" w:rsidRPr="00AF62FA">
        <w:rPr>
          <w:rFonts w:ascii="Times New Roman" w:hAnsi="Times New Roman"/>
          <w:color w:val="000000"/>
          <w:sz w:val="28"/>
          <w:szCs w:val="28"/>
        </w:rPr>
        <w:t xml:space="preserve"> результативное и продуктивное использование </w:t>
      </w:r>
      <w:r w:rsidR="007A473F" w:rsidRPr="00AF62FA">
        <w:rPr>
          <w:rFonts w:ascii="Times New Roman" w:hAnsi="Times New Roman"/>
          <w:color w:val="000000"/>
          <w:sz w:val="28"/>
          <w:szCs w:val="28"/>
        </w:rPr>
        <w:t>ПК в обработке снимков.</w:t>
      </w:r>
    </w:p>
    <w:p w:rsidR="007A473F" w:rsidRPr="00AF62FA" w:rsidRDefault="00897278" w:rsidP="00AF62FA">
      <w:pPr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</w:t>
      </w:r>
      <w:r w:rsidR="00EF5266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1218E0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сформирован интерес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 к новым видам искусства, проявление познавательной инициативы, устойчивого и</w:t>
      </w:r>
      <w:r w:rsidRPr="00AF62FA">
        <w:rPr>
          <w:rFonts w:ascii="Times New Roman" w:hAnsi="Times New Roman"/>
          <w:color w:val="000000"/>
          <w:sz w:val="28"/>
          <w:szCs w:val="28"/>
        </w:rPr>
        <w:t>нтереса к новым видам познания;</w:t>
      </w:r>
    </w:p>
    <w:p w:rsidR="007A473F" w:rsidRPr="00AF62FA" w:rsidRDefault="001218E0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развито трудолюбие, творческое отношение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 к </w:t>
      </w:r>
      <w:r w:rsidRPr="00AF62FA">
        <w:rPr>
          <w:rFonts w:ascii="Times New Roman" w:hAnsi="Times New Roman"/>
          <w:color w:val="000000"/>
          <w:sz w:val="28"/>
          <w:szCs w:val="28"/>
        </w:rPr>
        <w:t>обучению, труду, жизни;</w:t>
      </w:r>
    </w:p>
    <w:p w:rsidR="007A473F" w:rsidRPr="00AF62FA" w:rsidRDefault="001218E0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сформированы навыки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 трудовой деятельности в коллективе</w:t>
      </w:r>
      <w:r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7A473F" w:rsidRPr="00AF62FA" w:rsidRDefault="007A473F" w:rsidP="00AF62FA">
      <w:pPr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Профориентационные</w:t>
      </w:r>
      <w:proofErr w:type="spellEnd"/>
      <w:r w:rsidR="00EF5266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A643E2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владеет </w:t>
      </w:r>
      <w:r w:rsidR="002D58A9"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знаниями о</w:t>
      </w:r>
      <w:r w:rsidR="007A473F"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профессиях, связанных с фотографией, стилем, кинематографом и дизайном.</w:t>
      </w:r>
    </w:p>
    <w:p w:rsidR="007A473F" w:rsidRPr="00AF62FA" w:rsidRDefault="007A473F" w:rsidP="00AF62F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473F" w:rsidRPr="00AF62FA" w:rsidRDefault="007A473F" w:rsidP="00C613A6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F62FA">
        <w:rPr>
          <w:rFonts w:ascii="Times New Roman" w:hAnsi="Times New Roman"/>
          <w:b/>
          <w:color w:val="000000"/>
          <w:sz w:val="28"/>
          <w:szCs w:val="28"/>
        </w:rPr>
        <w:t>Третий год обучения</w:t>
      </w:r>
    </w:p>
    <w:p w:rsidR="000718D0" w:rsidRPr="00AF62FA" w:rsidRDefault="000718D0" w:rsidP="00AF62FA">
      <w:pPr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Требования к знаниям, умениям и навыкам, которые должен </w:t>
      </w:r>
      <w:r w:rsidR="002D58A9"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приобрести обучающийся</w:t>
      </w:r>
      <w:r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процессе </w:t>
      </w:r>
      <w:r w:rsidR="002D58A9"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занятий по</w:t>
      </w:r>
      <w:r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окончанию</w:t>
      </w:r>
      <w:r w:rsidR="00A643E2"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3</w:t>
      </w:r>
      <w:r w:rsidRPr="00AF62FA">
        <w:rPr>
          <w:rFonts w:ascii="Times New Roman" w:hAnsi="Times New Roman"/>
          <w:bCs/>
          <w:color w:val="000000"/>
          <w:sz w:val="28"/>
          <w:szCs w:val="28"/>
          <w:lang w:eastAsia="ru-RU"/>
        </w:rPr>
        <w:t>-го года обучения:</w:t>
      </w:r>
    </w:p>
    <w:p w:rsidR="007A473F" w:rsidRPr="00AF62FA" w:rsidRDefault="00EF5266" w:rsidP="00AF62F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A643E2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знает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 все виды съемок: репортаж, портрет, п</w:t>
      </w:r>
      <w:r w:rsidRPr="00AF62FA">
        <w:rPr>
          <w:rFonts w:ascii="Times New Roman" w:hAnsi="Times New Roman"/>
          <w:color w:val="000000"/>
          <w:sz w:val="28"/>
          <w:szCs w:val="28"/>
        </w:rPr>
        <w:t>ейзаж, жанр и рекламная съёмка;</w:t>
      </w:r>
    </w:p>
    <w:p w:rsidR="007A473F" w:rsidRPr="00AF62FA" w:rsidRDefault="002D58A9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lastRenderedPageBreak/>
        <w:t>развиты навыки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 пакетной обработки для ускорения работы с большим количеством</w:t>
      </w:r>
      <w:r w:rsidR="00A643E2" w:rsidRPr="00AF62FA">
        <w:rPr>
          <w:rFonts w:ascii="Times New Roman" w:hAnsi="Times New Roman"/>
          <w:color w:val="000000"/>
          <w:sz w:val="28"/>
          <w:szCs w:val="28"/>
        </w:rPr>
        <w:t xml:space="preserve"> снимков;</w:t>
      </w:r>
    </w:p>
    <w:p w:rsidR="007A473F" w:rsidRPr="00AF62FA" w:rsidRDefault="00A643E2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умеет 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>самостоятельно организовывать съёмки и продумывать сеты для серии снимков</w:t>
      </w:r>
      <w:r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7A473F" w:rsidRPr="00AF62FA" w:rsidRDefault="00A643E2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овладее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т технологиями создания и написания авторских </w:t>
      </w:r>
      <w:proofErr w:type="spellStart"/>
      <w:r w:rsidR="00FD69BB" w:rsidRPr="00AF62FA">
        <w:rPr>
          <w:rFonts w:ascii="Times New Roman" w:hAnsi="Times New Roman"/>
          <w:color w:val="000000"/>
          <w:sz w:val="28"/>
          <w:szCs w:val="28"/>
        </w:rPr>
        <w:t>экшнов</w:t>
      </w:r>
      <w:proofErr w:type="spellEnd"/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 для пакетной обработки</w:t>
      </w:r>
      <w:r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7A473F" w:rsidRPr="00AF62FA" w:rsidRDefault="00A643E2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владеет техникой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 грамотного разбора снимков по всем критериям</w:t>
      </w:r>
      <w:r w:rsidRPr="00AF62FA">
        <w:rPr>
          <w:rFonts w:ascii="Times New Roman" w:hAnsi="Times New Roman"/>
          <w:color w:val="000000"/>
          <w:sz w:val="28"/>
          <w:szCs w:val="28"/>
        </w:rPr>
        <w:t>.</w:t>
      </w:r>
    </w:p>
    <w:p w:rsidR="007A473F" w:rsidRPr="00AF62FA" w:rsidRDefault="00FD69BB" w:rsidP="00AF62FA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="00EF5266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3C3C00" w:rsidRPr="00AF62FA" w:rsidRDefault="002D58A9" w:rsidP="00AF62FA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умеет выполнять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 технические задания по съёмкам</w:t>
      </w:r>
      <w:r w:rsidR="003C3C00" w:rsidRPr="00AF62FA">
        <w:rPr>
          <w:rFonts w:ascii="Times New Roman" w:hAnsi="Times New Roman"/>
          <w:color w:val="000000"/>
          <w:sz w:val="28"/>
          <w:szCs w:val="28"/>
        </w:rPr>
        <w:t>;</w:t>
      </w:r>
    </w:p>
    <w:p w:rsidR="007A473F" w:rsidRPr="00AF62FA" w:rsidRDefault="002D58A9" w:rsidP="00AF62FA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умеет составлять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>, совмещать различные виды съёмок для создания художественных, композиционно правильных и осмысленных</w:t>
      </w:r>
      <w:r w:rsidR="00707DB4" w:rsidRPr="00AF62FA">
        <w:rPr>
          <w:rFonts w:ascii="Times New Roman" w:hAnsi="Times New Roman"/>
          <w:color w:val="000000"/>
          <w:sz w:val="28"/>
          <w:szCs w:val="28"/>
        </w:rPr>
        <w:t xml:space="preserve"> снимков;</w:t>
      </w:r>
    </w:p>
    <w:p w:rsidR="007A473F" w:rsidRPr="00AF62FA" w:rsidRDefault="003C3C00" w:rsidP="00AF62FA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улучшено качества отснятых фотографий;</w:t>
      </w:r>
    </w:p>
    <w:p w:rsidR="007A473F" w:rsidRPr="00AF62FA" w:rsidRDefault="00FD69BB" w:rsidP="00AF62FA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развиты навыки расстановки и настройк</w:t>
      </w:r>
      <w:r w:rsidR="003C3C00" w:rsidRPr="00AF62FA">
        <w:rPr>
          <w:rFonts w:ascii="Times New Roman" w:hAnsi="Times New Roman"/>
          <w:color w:val="000000"/>
          <w:sz w:val="28"/>
          <w:szCs w:val="28"/>
        </w:rPr>
        <w:t>и источников света;</w:t>
      </w:r>
    </w:p>
    <w:p w:rsidR="007A473F" w:rsidRPr="00AF62FA" w:rsidRDefault="003C3C00" w:rsidP="00AF62FA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уверенно работает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 xml:space="preserve"> со вс</w:t>
      </w:r>
      <w:r w:rsidRPr="00AF62FA">
        <w:rPr>
          <w:rFonts w:ascii="Times New Roman" w:hAnsi="Times New Roman"/>
          <w:color w:val="000000"/>
          <w:sz w:val="28"/>
          <w:szCs w:val="28"/>
        </w:rPr>
        <w:t xml:space="preserve">еми </w:t>
      </w:r>
      <w:proofErr w:type="spellStart"/>
      <w:r w:rsidRPr="00AF62FA">
        <w:rPr>
          <w:rFonts w:ascii="Times New Roman" w:hAnsi="Times New Roman"/>
          <w:color w:val="000000"/>
          <w:sz w:val="28"/>
          <w:szCs w:val="28"/>
        </w:rPr>
        <w:t>светоформирующими</w:t>
      </w:r>
      <w:proofErr w:type="spellEnd"/>
      <w:r w:rsidRPr="00AF62FA">
        <w:rPr>
          <w:rFonts w:ascii="Times New Roman" w:hAnsi="Times New Roman"/>
          <w:color w:val="000000"/>
          <w:sz w:val="28"/>
          <w:szCs w:val="28"/>
        </w:rPr>
        <w:t xml:space="preserve"> насадками;</w:t>
      </w:r>
    </w:p>
    <w:p w:rsidR="003C3C00" w:rsidRPr="00AF62FA" w:rsidRDefault="003C3C00" w:rsidP="00AF62FA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F62FA">
        <w:rPr>
          <w:rFonts w:ascii="Times New Roman" w:hAnsi="Times New Roman"/>
          <w:color w:val="000000"/>
          <w:sz w:val="28"/>
          <w:szCs w:val="28"/>
        </w:rPr>
        <w:t>мотивирован</w:t>
      </w:r>
      <w:proofErr w:type="gramEnd"/>
      <w:r w:rsidRPr="00AF62FA">
        <w:rPr>
          <w:rFonts w:ascii="Times New Roman" w:hAnsi="Times New Roman"/>
          <w:color w:val="000000"/>
          <w:sz w:val="28"/>
          <w:szCs w:val="28"/>
        </w:rPr>
        <w:t xml:space="preserve"> на саморазвитие и самообразование;</w:t>
      </w:r>
    </w:p>
    <w:p w:rsidR="003C3C00" w:rsidRPr="00AF62FA" w:rsidRDefault="003C3C00" w:rsidP="00AF62FA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 xml:space="preserve">уверенно использует </w:t>
      </w:r>
      <w:r w:rsidR="00FD69BB" w:rsidRPr="00AF62FA">
        <w:rPr>
          <w:rFonts w:ascii="Times New Roman" w:hAnsi="Times New Roman"/>
          <w:color w:val="000000"/>
          <w:sz w:val="28"/>
          <w:szCs w:val="28"/>
        </w:rPr>
        <w:t>методы и приемы художественно-творческой де</w:t>
      </w:r>
      <w:r w:rsidRPr="00AF62FA">
        <w:rPr>
          <w:rFonts w:ascii="Times New Roman" w:hAnsi="Times New Roman"/>
          <w:color w:val="000000"/>
          <w:sz w:val="28"/>
          <w:szCs w:val="28"/>
        </w:rPr>
        <w:t>ятельности в повседневной жизни.</w:t>
      </w:r>
    </w:p>
    <w:p w:rsidR="007A473F" w:rsidRPr="00AF62FA" w:rsidRDefault="00FD69BB" w:rsidP="00AF62FA">
      <w:pPr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</w:t>
      </w:r>
      <w:r w:rsidR="00EF5266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3C3C00" w:rsidRPr="00AF62FA" w:rsidRDefault="003C3C00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эффективно сотрудничает со сверстниками в составе творческой группы;</w:t>
      </w:r>
    </w:p>
    <w:p w:rsidR="007A473F" w:rsidRPr="00AF62FA" w:rsidRDefault="00FD69BB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</w:rPr>
        <w:t>сформировано уважит</w:t>
      </w:r>
      <w:r w:rsidR="003C3C00" w:rsidRPr="00AF62FA">
        <w:rPr>
          <w:rFonts w:ascii="Times New Roman" w:hAnsi="Times New Roman"/>
          <w:color w:val="000000"/>
          <w:sz w:val="28"/>
          <w:szCs w:val="28"/>
        </w:rPr>
        <w:t>ельное отношение к любому труду;</w:t>
      </w:r>
    </w:p>
    <w:p w:rsidR="007A473F" w:rsidRPr="00AF62FA" w:rsidRDefault="007A473F" w:rsidP="00AF62FA">
      <w:pPr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Профориентационные</w:t>
      </w:r>
      <w:proofErr w:type="spellEnd"/>
      <w:r w:rsidR="00EF5266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3C3C00" w:rsidP="00AF62FA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владеет </w:t>
      </w:r>
      <w:r w:rsidR="007A473F"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знания</w:t>
      </w:r>
      <w:r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ми </w:t>
      </w:r>
      <w:r w:rsidR="007A473F" w:rsidRPr="00AF62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 профессиях, связанных с фотографией, стилем, кинематографом и дизайном.</w:t>
      </w:r>
    </w:p>
    <w:p w:rsidR="007A473F" w:rsidRPr="00AF62FA" w:rsidRDefault="007A473F" w:rsidP="00AF62F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73F" w:rsidRPr="00AF62FA" w:rsidRDefault="009C7472" w:rsidP="00AF62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По окончанию реализации</w:t>
      </w:r>
      <w:r w:rsidR="007A473F" w:rsidRPr="00AF62FA">
        <w:rPr>
          <w:rFonts w:ascii="Times New Roman" w:hAnsi="Times New Roman"/>
          <w:sz w:val="28"/>
          <w:szCs w:val="28"/>
        </w:rPr>
        <w:t xml:space="preserve"> программы учащиеся должны уметь получать </w:t>
      </w:r>
      <w:r w:rsidR="002D58A9" w:rsidRPr="00AF62FA">
        <w:rPr>
          <w:rFonts w:ascii="Times New Roman" w:hAnsi="Times New Roman"/>
          <w:sz w:val="28"/>
          <w:szCs w:val="28"/>
        </w:rPr>
        <w:t>фотоснимки в</w:t>
      </w:r>
      <w:r w:rsidR="007A473F" w:rsidRPr="00AF62FA">
        <w:rPr>
          <w:rFonts w:ascii="Times New Roman" w:hAnsi="Times New Roman"/>
          <w:sz w:val="28"/>
          <w:szCs w:val="28"/>
        </w:rPr>
        <w:t xml:space="preserve"> различных жанрах фотографии. Лучшие из них помещаются на ст</w:t>
      </w:r>
      <w:r w:rsidR="00B0598E" w:rsidRPr="00AF62FA">
        <w:rPr>
          <w:rFonts w:ascii="Times New Roman" w:hAnsi="Times New Roman"/>
          <w:sz w:val="28"/>
          <w:szCs w:val="28"/>
        </w:rPr>
        <w:t>ранице фотокружка на сайте образовательной организации и на отчётных фотовыставках</w:t>
      </w:r>
      <w:r w:rsidR="007A473F" w:rsidRPr="00AF62FA">
        <w:rPr>
          <w:rFonts w:ascii="Times New Roman" w:hAnsi="Times New Roman"/>
          <w:sz w:val="28"/>
          <w:szCs w:val="28"/>
        </w:rPr>
        <w:t xml:space="preserve">. Учащиеся должны получить представление о возникновении, истории и развитии фотографии, о роли и месте фотографии в современной жизни, получить основные навыки оценивания фотоснимка. Важный результат – желание учащихся продолжать обучение и совершенствовать своё мастерство, развитие интереса к фотографии как визуальному искусству. </w:t>
      </w:r>
      <w:r w:rsidR="00B0598E" w:rsidRPr="00AF62FA">
        <w:rPr>
          <w:rFonts w:ascii="Times New Roman" w:hAnsi="Times New Roman"/>
          <w:sz w:val="28"/>
          <w:szCs w:val="28"/>
        </w:rPr>
        <w:t>П</w:t>
      </w:r>
      <w:r w:rsidR="007A473F" w:rsidRPr="00AF62FA">
        <w:rPr>
          <w:rFonts w:ascii="Times New Roman" w:hAnsi="Times New Roman"/>
          <w:sz w:val="28"/>
          <w:szCs w:val="28"/>
        </w:rPr>
        <w:t xml:space="preserve">о результатам внутренних конкурсов </w:t>
      </w:r>
      <w:r w:rsidR="00B0598E" w:rsidRPr="00AF62FA">
        <w:rPr>
          <w:rFonts w:ascii="Times New Roman" w:hAnsi="Times New Roman"/>
          <w:sz w:val="28"/>
          <w:szCs w:val="28"/>
        </w:rPr>
        <w:t xml:space="preserve">предоставляется </w:t>
      </w:r>
      <w:r w:rsidR="007A473F" w:rsidRPr="00AF62FA">
        <w:rPr>
          <w:rFonts w:ascii="Times New Roman" w:hAnsi="Times New Roman"/>
          <w:sz w:val="28"/>
          <w:szCs w:val="28"/>
        </w:rPr>
        <w:t xml:space="preserve">возможность пройти практику в </w:t>
      </w:r>
      <w:proofErr w:type="gramStart"/>
      <w:r w:rsidR="007A473F" w:rsidRPr="00AF62FA">
        <w:rPr>
          <w:rFonts w:ascii="Times New Roman" w:hAnsi="Times New Roman"/>
          <w:sz w:val="28"/>
          <w:szCs w:val="28"/>
        </w:rPr>
        <w:t>профессиональной</w:t>
      </w:r>
      <w:proofErr w:type="gramEnd"/>
      <w:r w:rsidR="007A473F" w:rsidRPr="00AF62FA">
        <w:rPr>
          <w:rFonts w:ascii="Times New Roman" w:hAnsi="Times New Roman"/>
          <w:sz w:val="28"/>
          <w:szCs w:val="28"/>
        </w:rPr>
        <w:t xml:space="preserve"> фотостудии с последующим трудоустройством.</w:t>
      </w:r>
    </w:p>
    <w:p w:rsidR="007A473F" w:rsidRPr="00AF62FA" w:rsidRDefault="007A473F" w:rsidP="00AF62FA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A473F" w:rsidRDefault="002D58A9" w:rsidP="00ED4CD1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3" w:name="_Toc46325148"/>
      <w:r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Раздел №</w:t>
      </w:r>
      <w:r w:rsidR="007A473F"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2 «Комплекс организационно-педагогических условий, включающий формы аттестации»</w:t>
      </w:r>
      <w:bookmarkEnd w:id="13"/>
    </w:p>
    <w:p w:rsidR="00ED4CD1" w:rsidRPr="00ED4CD1" w:rsidRDefault="00ED4CD1" w:rsidP="00ED4CD1">
      <w:pPr>
        <w:spacing w:after="0"/>
        <w:rPr>
          <w:lang w:eastAsia="ru-RU"/>
        </w:rPr>
      </w:pPr>
    </w:p>
    <w:p w:rsidR="007A473F" w:rsidRPr="00C52062" w:rsidRDefault="007A473F" w:rsidP="00FF246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4" w:name="_Toc46325149"/>
      <w:r w:rsidRPr="00C52062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2.1.</w:t>
      </w:r>
      <w:r w:rsidR="00833C50" w:rsidRPr="00C52062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C52062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Календарный учебный график</w:t>
      </w:r>
      <w:bookmarkEnd w:id="14"/>
      <w:r w:rsidRPr="00C520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52062" w:rsidRPr="00C52062">
        <w:rPr>
          <w:rFonts w:ascii="Times New Roman" w:hAnsi="Times New Roman"/>
          <w:b/>
          <w:bCs/>
          <w:sz w:val="28"/>
          <w:szCs w:val="28"/>
          <w:lang w:eastAsia="ru-RU"/>
        </w:rPr>
        <w:t>для очной и дистанционной форм обучения</w:t>
      </w:r>
      <w:r w:rsidR="00E30D8B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C52062" w:rsidRPr="00C520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1 год обучения </w:t>
      </w:r>
      <w:r w:rsidRPr="00C52062">
        <w:rPr>
          <w:rFonts w:ascii="Times New Roman" w:hAnsi="Times New Roman"/>
          <w:b/>
          <w:bCs/>
          <w:sz w:val="28"/>
          <w:szCs w:val="28"/>
          <w:lang w:eastAsia="ru-RU"/>
        </w:rPr>
        <w:t>(Приложение № 1)</w:t>
      </w:r>
    </w:p>
    <w:p w:rsidR="00C52062" w:rsidRPr="00C52062" w:rsidRDefault="00C52062" w:rsidP="00FF246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2062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Календарный учебный график</w:t>
      </w:r>
      <w:r w:rsidRPr="00C520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для очной и дистанционной форм обучения</w:t>
      </w:r>
      <w:r w:rsidR="00E30D8B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C520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 год обучения (Приложение № 2)</w:t>
      </w:r>
    </w:p>
    <w:p w:rsidR="00C52062" w:rsidRDefault="00C52062" w:rsidP="00FF246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2062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Календарный учебный график</w:t>
      </w:r>
      <w:r w:rsidRPr="00C520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для очной</w:t>
      </w:r>
      <w:r w:rsidR="00BC7E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дистанционной форм обучения</w:t>
      </w:r>
      <w:r w:rsidR="00E30D8B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BC7E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3</w:t>
      </w:r>
      <w:r w:rsidRPr="00C520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обучения (Приложение № 3)</w:t>
      </w:r>
    </w:p>
    <w:p w:rsidR="00ED4CD1" w:rsidRPr="00C613A6" w:rsidRDefault="00ED4CD1" w:rsidP="00FF2460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A5C8F" w:rsidRDefault="007A473F" w:rsidP="00ED4CD1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5" w:name="_Toc46325150"/>
      <w:r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2</w:t>
      </w:r>
      <w:r w:rsidR="00CA5C8F"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.2. Условия реализации программы</w:t>
      </w:r>
      <w:bookmarkEnd w:id="15"/>
    </w:p>
    <w:p w:rsidR="00ED4CD1" w:rsidRPr="00ED4CD1" w:rsidRDefault="00ED4CD1" w:rsidP="00ED4CD1">
      <w:pPr>
        <w:spacing w:after="0"/>
        <w:rPr>
          <w:lang w:eastAsia="ru-RU"/>
        </w:rPr>
      </w:pPr>
    </w:p>
    <w:p w:rsidR="007A473F" w:rsidRPr="00AF62FA" w:rsidRDefault="00CA5C8F" w:rsidP="00AF62FA">
      <w:pPr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</w:t>
      </w:r>
      <w:r w:rsidR="007A473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атериально-техническое обеспечение</w:t>
      </w: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 xml:space="preserve">зеркальные полноформатные камеры </w:t>
      </w:r>
      <w:proofErr w:type="spellStart"/>
      <w:r w:rsidRPr="00AF62FA">
        <w:rPr>
          <w:rFonts w:ascii="Times New Roman" w:hAnsi="Times New Roman"/>
          <w:sz w:val="28"/>
          <w:szCs w:val="28"/>
        </w:rPr>
        <w:t>никон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д800 и д750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набор объективов 85мм, 24-70мм, 16мм, 50мм, 105мм, 50мм макро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 xml:space="preserve">система синхронизации </w:t>
      </w:r>
      <w:proofErr w:type="spellStart"/>
      <w:r w:rsidRPr="00AF62FA">
        <w:rPr>
          <w:rFonts w:ascii="Times New Roman" w:hAnsi="Times New Roman"/>
          <w:sz w:val="28"/>
          <w:szCs w:val="28"/>
        </w:rPr>
        <w:t>янгнуо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3 приемника и один передатчик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 xml:space="preserve">набор </w:t>
      </w:r>
      <w:r w:rsidR="002D58A9" w:rsidRPr="00AF62FA">
        <w:rPr>
          <w:rFonts w:ascii="Times New Roman" w:hAnsi="Times New Roman"/>
          <w:sz w:val="28"/>
          <w:szCs w:val="28"/>
        </w:rPr>
        <w:t>стоек 2</w:t>
      </w:r>
      <w:r w:rsidRPr="00AF62FA">
        <w:rPr>
          <w:rFonts w:ascii="Times New Roman" w:hAnsi="Times New Roman"/>
          <w:sz w:val="28"/>
          <w:szCs w:val="28"/>
        </w:rPr>
        <w:t xml:space="preserve"> под фон и 4 оборудование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штатив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 xml:space="preserve">набор </w:t>
      </w:r>
      <w:proofErr w:type="spellStart"/>
      <w:r w:rsidRPr="00AF62FA">
        <w:rPr>
          <w:rFonts w:ascii="Times New Roman" w:hAnsi="Times New Roman"/>
          <w:sz w:val="28"/>
          <w:szCs w:val="28"/>
        </w:rPr>
        <w:t>светоформирующих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</w:t>
      </w:r>
      <w:r w:rsidR="002D58A9" w:rsidRPr="00AF62FA">
        <w:rPr>
          <w:rFonts w:ascii="Times New Roman" w:hAnsi="Times New Roman"/>
          <w:sz w:val="28"/>
          <w:szCs w:val="28"/>
        </w:rPr>
        <w:t>насадок: горшки</w:t>
      </w:r>
      <w:r w:rsidRPr="00AF62F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62FA">
        <w:rPr>
          <w:rFonts w:ascii="Times New Roman" w:hAnsi="Times New Roman"/>
          <w:sz w:val="28"/>
          <w:szCs w:val="28"/>
        </w:rPr>
        <w:t>софтбоксы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62FA">
        <w:rPr>
          <w:rFonts w:ascii="Times New Roman" w:hAnsi="Times New Roman"/>
          <w:sz w:val="28"/>
          <w:szCs w:val="28"/>
        </w:rPr>
        <w:t>снуты</w:t>
      </w:r>
      <w:proofErr w:type="spellEnd"/>
      <w:r w:rsidRPr="00AF62FA">
        <w:rPr>
          <w:rFonts w:ascii="Times New Roman" w:hAnsi="Times New Roman"/>
          <w:sz w:val="28"/>
          <w:szCs w:val="28"/>
        </w:rPr>
        <w:t>, оптическая насадка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ноутбук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экран проектора и проектор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бумажные фоны 2.7х11м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набор отражателей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белое оргстекло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4 фотовспышки</w:t>
      </w:r>
    </w:p>
    <w:p w:rsidR="007A473F" w:rsidRPr="00AF62FA" w:rsidRDefault="00CA5C8F" w:rsidP="00AF62F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 xml:space="preserve">2 галогеновых источника света со шторками и 2 </w:t>
      </w:r>
      <w:proofErr w:type="gramStart"/>
      <w:r w:rsidRPr="00AF62FA">
        <w:rPr>
          <w:rFonts w:ascii="Times New Roman" w:hAnsi="Times New Roman"/>
          <w:sz w:val="28"/>
          <w:szCs w:val="28"/>
        </w:rPr>
        <w:t>светодиодных</w:t>
      </w:r>
      <w:proofErr w:type="gramEnd"/>
      <w:r w:rsidRPr="00AF62FA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AF62FA">
        <w:rPr>
          <w:rFonts w:ascii="Times New Roman" w:hAnsi="Times New Roman"/>
          <w:sz w:val="28"/>
          <w:szCs w:val="28"/>
        </w:rPr>
        <w:t>софтбоксами</w:t>
      </w:r>
      <w:proofErr w:type="spellEnd"/>
    </w:p>
    <w:p w:rsidR="007A473F" w:rsidRPr="00AF62FA" w:rsidRDefault="007A473F" w:rsidP="00AF62FA">
      <w:pPr>
        <w:pStyle w:val="a4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A473F" w:rsidRPr="00AF62FA" w:rsidRDefault="007A473F" w:rsidP="002D58A9">
      <w:pPr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Кадровое обеспечение</w:t>
      </w:r>
      <w:r w:rsidR="00CA5C8F" w:rsidRPr="00AF62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7A473F" w:rsidRDefault="007A473F" w:rsidP="002D58A9">
      <w:pPr>
        <w:spacing w:after="0"/>
        <w:ind w:firstLine="708"/>
        <w:jc w:val="both"/>
        <w:rPr>
          <w:rStyle w:val="FontStyle102"/>
          <w:sz w:val="28"/>
          <w:szCs w:val="28"/>
        </w:rPr>
      </w:pPr>
      <w:r w:rsidRPr="00AF62FA">
        <w:rPr>
          <w:rStyle w:val="FontStyle102"/>
          <w:sz w:val="28"/>
          <w:szCs w:val="28"/>
        </w:rPr>
        <w:t>Для реализации программы требуется педагог, обладающий профессиональными знаниями в предметно</w:t>
      </w:r>
      <w:r w:rsidR="00CA5C8F" w:rsidRPr="00AF62FA">
        <w:rPr>
          <w:rStyle w:val="FontStyle102"/>
          <w:sz w:val="28"/>
          <w:szCs w:val="28"/>
        </w:rPr>
        <w:t>й области, знающий специфику системы дополнительного образования</w:t>
      </w:r>
      <w:r w:rsidRPr="00AF62FA">
        <w:rPr>
          <w:rStyle w:val="FontStyle102"/>
          <w:sz w:val="28"/>
          <w:szCs w:val="28"/>
        </w:rPr>
        <w:t>, имеющий практические навыки в сфере организации интерактивной деятельности детей.</w:t>
      </w:r>
    </w:p>
    <w:p w:rsidR="002D58A9" w:rsidRPr="00AF62FA" w:rsidRDefault="002D58A9" w:rsidP="002D58A9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A473F" w:rsidRDefault="007A473F" w:rsidP="002D58A9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6" w:name="_Toc46325151"/>
      <w:r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2.3.</w:t>
      </w:r>
      <w:r w:rsidR="00833C50"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Формы аттестации</w:t>
      </w:r>
      <w:bookmarkEnd w:id="16"/>
    </w:p>
    <w:p w:rsidR="002D58A9" w:rsidRPr="002D58A9" w:rsidRDefault="002D58A9" w:rsidP="002D58A9">
      <w:pPr>
        <w:spacing w:after="0"/>
        <w:rPr>
          <w:lang w:eastAsia="ru-RU"/>
        </w:rPr>
      </w:pPr>
    </w:p>
    <w:p w:rsidR="007A473F" w:rsidRPr="00AF62FA" w:rsidRDefault="007A473F" w:rsidP="002D58A9">
      <w:pPr>
        <w:spacing w:after="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F62FA">
        <w:rPr>
          <w:rFonts w:ascii="Times New Roman" w:hAnsi="Times New Roman"/>
          <w:bCs/>
          <w:sz w:val="28"/>
          <w:szCs w:val="28"/>
        </w:rPr>
        <w:t xml:space="preserve">В процессе реализации программы осуществляются следующие формы педагогического контроля: </w:t>
      </w:r>
    </w:p>
    <w:p w:rsidR="007A473F" w:rsidRPr="001800C1" w:rsidRDefault="007C7BBD" w:rsidP="002D58A9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1800C1">
        <w:rPr>
          <w:rFonts w:ascii="Times New Roman" w:hAnsi="Times New Roman"/>
          <w:bCs/>
          <w:sz w:val="28"/>
          <w:szCs w:val="28"/>
        </w:rPr>
        <w:t>прос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800C1" w:rsidRPr="001800C1" w:rsidRDefault="007C7BBD" w:rsidP="002D58A9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1800C1">
        <w:rPr>
          <w:rFonts w:ascii="Times New Roman" w:hAnsi="Times New Roman"/>
          <w:bCs/>
          <w:sz w:val="28"/>
          <w:szCs w:val="28"/>
        </w:rPr>
        <w:t>фотосессия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800C1" w:rsidRPr="001800C1" w:rsidRDefault="007C7BBD" w:rsidP="002D58A9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1800C1">
        <w:rPr>
          <w:rFonts w:ascii="Times New Roman" w:hAnsi="Times New Roman"/>
          <w:bCs/>
          <w:sz w:val="28"/>
          <w:szCs w:val="28"/>
        </w:rPr>
        <w:t>обработка на компьютере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800C1" w:rsidRPr="001800C1" w:rsidRDefault="007C7BBD" w:rsidP="002D58A9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1800C1">
        <w:rPr>
          <w:rFonts w:ascii="Times New Roman" w:hAnsi="Times New Roman"/>
          <w:bCs/>
          <w:sz w:val="28"/>
          <w:szCs w:val="28"/>
        </w:rPr>
        <w:t>практические работы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A473F" w:rsidRPr="001800C1" w:rsidRDefault="007C7BBD" w:rsidP="00AF62FA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выставка фоторабот.</w:t>
      </w:r>
    </w:p>
    <w:p w:rsidR="00DB2C55" w:rsidRPr="001800C1" w:rsidRDefault="00DB2C55" w:rsidP="00DB2C55">
      <w:pPr>
        <w:spacing w:after="0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1800C1">
        <w:rPr>
          <w:rFonts w:ascii="Times New Roman" w:hAnsi="Times New Roman"/>
          <w:bCs/>
          <w:sz w:val="28"/>
          <w:szCs w:val="28"/>
        </w:rPr>
        <w:t>При дистанционной форме обучения используются следующие формы педагогического контроля</w:t>
      </w:r>
      <w:r w:rsidR="001800C1" w:rsidRPr="001800C1">
        <w:rPr>
          <w:rFonts w:ascii="Times New Roman" w:hAnsi="Times New Roman"/>
          <w:bCs/>
          <w:sz w:val="28"/>
          <w:szCs w:val="28"/>
        </w:rPr>
        <w:t>:</w:t>
      </w:r>
    </w:p>
    <w:p w:rsidR="001800C1" w:rsidRPr="001800C1" w:rsidRDefault="007C7BBD" w:rsidP="001800C1">
      <w:pPr>
        <w:numPr>
          <w:ilvl w:val="0"/>
          <w:numId w:val="43"/>
        </w:numPr>
        <w:spacing w:after="0"/>
        <w:ind w:left="709" w:hanging="28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онлайн-опрос;</w:t>
      </w:r>
    </w:p>
    <w:p w:rsidR="001800C1" w:rsidRPr="001800C1" w:rsidRDefault="007C7BBD" w:rsidP="001800C1">
      <w:pPr>
        <w:numPr>
          <w:ilvl w:val="0"/>
          <w:numId w:val="43"/>
        </w:numPr>
        <w:spacing w:after="0"/>
        <w:ind w:left="709" w:hanging="28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оценка фотографий в живом чате;</w:t>
      </w:r>
    </w:p>
    <w:p w:rsidR="001800C1" w:rsidRPr="001800C1" w:rsidRDefault="007C7BBD" w:rsidP="001800C1">
      <w:pPr>
        <w:numPr>
          <w:ilvl w:val="0"/>
          <w:numId w:val="43"/>
        </w:numPr>
        <w:spacing w:after="0"/>
        <w:ind w:left="709" w:hanging="283"/>
        <w:jc w:val="both"/>
        <w:rPr>
          <w:rFonts w:ascii="Times New Roman" w:hAnsi="Times New Roman"/>
          <w:bCs/>
          <w:sz w:val="28"/>
          <w:szCs w:val="28"/>
        </w:rPr>
      </w:pPr>
      <w:r w:rsidRPr="001800C1">
        <w:rPr>
          <w:rFonts w:ascii="Times New Roman" w:hAnsi="Times New Roman"/>
          <w:bCs/>
          <w:sz w:val="28"/>
          <w:szCs w:val="28"/>
        </w:rPr>
        <w:t>обработка на компьютере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800C1" w:rsidRPr="001800C1" w:rsidRDefault="007C7BBD" w:rsidP="001800C1">
      <w:pPr>
        <w:numPr>
          <w:ilvl w:val="0"/>
          <w:numId w:val="43"/>
        </w:numPr>
        <w:spacing w:after="0"/>
        <w:ind w:left="709" w:hanging="283"/>
        <w:jc w:val="both"/>
        <w:rPr>
          <w:rFonts w:ascii="Times New Roman" w:hAnsi="Times New Roman"/>
          <w:bCs/>
          <w:sz w:val="28"/>
          <w:szCs w:val="28"/>
        </w:rPr>
      </w:pPr>
      <w:r w:rsidRPr="001800C1">
        <w:rPr>
          <w:rFonts w:ascii="Times New Roman" w:hAnsi="Times New Roman"/>
          <w:bCs/>
          <w:sz w:val="28"/>
          <w:szCs w:val="28"/>
        </w:rPr>
        <w:t>практические работы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800C1" w:rsidRPr="001800C1" w:rsidRDefault="007C7BBD" w:rsidP="001800C1">
      <w:pPr>
        <w:pStyle w:val="a4"/>
        <w:numPr>
          <w:ilvl w:val="0"/>
          <w:numId w:val="43"/>
        </w:numPr>
        <w:spacing w:after="0"/>
        <w:ind w:left="709" w:hanging="28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выставка фото</w:t>
      </w:r>
      <w:r w:rsidRPr="001800C1">
        <w:rPr>
          <w:rFonts w:ascii="Times New Roman" w:hAnsi="Times New Roman"/>
          <w:bCs/>
          <w:sz w:val="28"/>
          <w:szCs w:val="28"/>
        </w:rPr>
        <w:t>работ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bCs/>
          <w:sz w:val="28"/>
          <w:szCs w:val="28"/>
        </w:rPr>
        <w:t>Интернет-площадках</w:t>
      </w:r>
      <w:proofErr w:type="gramEnd"/>
      <w:r>
        <w:rPr>
          <w:rFonts w:ascii="Times New Roman" w:hAnsi="Times New Roman"/>
          <w:bCs/>
          <w:sz w:val="28"/>
          <w:szCs w:val="28"/>
        </w:rPr>
        <w:t>.</w:t>
      </w:r>
    </w:p>
    <w:p w:rsidR="007A473F" w:rsidRPr="00AF62FA" w:rsidRDefault="007A473F" w:rsidP="00AF62FA">
      <w:pPr>
        <w:pStyle w:val="a4"/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AF62FA">
        <w:rPr>
          <w:rFonts w:ascii="Times New Roman" w:hAnsi="Times New Roman"/>
          <w:bCs/>
          <w:sz w:val="28"/>
          <w:szCs w:val="28"/>
        </w:rPr>
        <w:t>На основе результатов текущего контроля проводится вводная, промежуточная диагностика и итоговая аттестация:</w:t>
      </w:r>
    </w:p>
    <w:p w:rsidR="007A473F" w:rsidRPr="00AF62FA" w:rsidRDefault="007A473F" w:rsidP="00AF62FA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F62FA">
        <w:rPr>
          <w:rFonts w:ascii="Times New Roman" w:hAnsi="Times New Roman"/>
          <w:bCs/>
          <w:sz w:val="28"/>
          <w:szCs w:val="28"/>
        </w:rPr>
        <w:t>Вводная диагностика.</w:t>
      </w:r>
      <w:r w:rsidR="00B0598E" w:rsidRPr="00AF62FA">
        <w:rPr>
          <w:rFonts w:ascii="Times New Roman" w:hAnsi="Times New Roman"/>
          <w:bCs/>
          <w:sz w:val="28"/>
          <w:szCs w:val="28"/>
        </w:rPr>
        <w:t xml:space="preserve"> </w:t>
      </w:r>
      <w:r w:rsidRPr="00AF62FA">
        <w:rPr>
          <w:rFonts w:ascii="Times New Roman" w:hAnsi="Times New Roman"/>
          <w:bCs/>
          <w:sz w:val="28"/>
          <w:szCs w:val="28"/>
        </w:rPr>
        <w:t xml:space="preserve">На этом этапе оценивается общий уровень готовности учащегося к освоению дополнительной общеобразовательной программы. Для педагога важно установить исходное соответствие познавательных возможностей каждого учащегося, чтобы рационально организовать процесс обучения. </w:t>
      </w:r>
    </w:p>
    <w:p w:rsidR="007A473F" w:rsidRPr="00AF62FA" w:rsidRDefault="007A473F" w:rsidP="00AF62FA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F62FA">
        <w:rPr>
          <w:rFonts w:ascii="Times New Roman" w:hAnsi="Times New Roman"/>
          <w:bCs/>
          <w:sz w:val="28"/>
          <w:szCs w:val="28"/>
        </w:rPr>
        <w:t xml:space="preserve">Промежуточная диагностика. Промежуточная диагностика основывается на систематическом наблюдении за учебной деятельностью учащихся, усвоением ими учебного материала, формированием общих знаний, умений и навыков. Целью данной диагностики является оценка успешности прохождения образовательного маршрута. И возможности корректировки методов и средств обучения. </w:t>
      </w:r>
    </w:p>
    <w:p w:rsidR="007A473F" w:rsidRPr="00AF62FA" w:rsidRDefault="007A473F" w:rsidP="00AF62FA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F62FA">
        <w:rPr>
          <w:rFonts w:ascii="Times New Roman" w:hAnsi="Times New Roman"/>
          <w:bCs/>
          <w:sz w:val="28"/>
          <w:szCs w:val="28"/>
        </w:rPr>
        <w:t>Итоговая аттестация. Данный этап мониторинга предполагает анализ результатов обучения, оценку эффективности усвоения общеобразовательной программы учащимися.</w:t>
      </w:r>
    </w:p>
    <w:p w:rsidR="007A473F" w:rsidRPr="00AF62FA" w:rsidRDefault="00B0598E" w:rsidP="00AF62FA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Формами</w:t>
      </w:r>
      <w:r w:rsidR="007A473F" w:rsidRPr="00AF62FA">
        <w:rPr>
          <w:rFonts w:ascii="Times New Roman" w:hAnsi="Times New Roman"/>
          <w:sz w:val="28"/>
          <w:szCs w:val="28"/>
        </w:rPr>
        <w:t xml:space="preserve"> освоения данной программы являются: творческая защита работ, самооценка, коллекти</w:t>
      </w:r>
      <w:r w:rsidRPr="00AF62FA">
        <w:rPr>
          <w:rFonts w:ascii="Times New Roman" w:hAnsi="Times New Roman"/>
          <w:sz w:val="28"/>
          <w:szCs w:val="28"/>
        </w:rPr>
        <w:t>вное обсуждение. Итоговая аттестация</w:t>
      </w:r>
      <w:r w:rsidR="005B7BF1">
        <w:rPr>
          <w:rFonts w:ascii="Times New Roman" w:hAnsi="Times New Roman"/>
          <w:sz w:val="28"/>
          <w:szCs w:val="28"/>
        </w:rPr>
        <w:t xml:space="preserve"> </w:t>
      </w:r>
      <w:r w:rsidR="007A473F" w:rsidRPr="00AF62FA">
        <w:rPr>
          <w:rFonts w:ascii="Times New Roman" w:hAnsi="Times New Roman"/>
          <w:sz w:val="28"/>
          <w:szCs w:val="28"/>
        </w:rPr>
        <w:t xml:space="preserve">осуществляется в форме показа лучших работ на </w:t>
      </w:r>
      <w:r w:rsidRPr="00AF62FA">
        <w:rPr>
          <w:rFonts w:ascii="Times New Roman" w:hAnsi="Times New Roman"/>
          <w:sz w:val="28"/>
          <w:szCs w:val="28"/>
        </w:rPr>
        <w:t>фото</w:t>
      </w:r>
      <w:r w:rsidR="007A473F" w:rsidRPr="00AF62FA">
        <w:rPr>
          <w:rFonts w:ascii="Times New Roman" w:hAnsi="Times New Roman"/>
          <w:sz w:val="28"/>
          <w:szCs w:val="28"/>
        </w:rPr>
        <w:t>выставках.</w:t>
      </w:r>
    </w:p>
    <w:p w:rsidR="007A473F" w:rsidRDefault="007A473F" w:rsidP="00AF62FA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15FA5" w:rsidRDefault="00715FA5" w:rsidP="00AF62FA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15FA5" w:rsidRPr="00AF62FA" w:rsidRDefault="00715FA5" w:rsidP="00AF62FA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473F" w:rsidRPr="00AF62FA" w:rsidRDefault="007A473F" w:rsidP="00C613A6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bookmarkStart w:id="17" w:name="_Toc46325152"/>
      <w:r w:rsidRPr="00C613A6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lastRenderedPageBreak/>
        <w:t>2.4.</w:t>
      </w:r>
      <w:r w:rsidR="00833C50" w:rsidRPr="00C613A6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C613A6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Оценочные материалы</w:t>
      </w:r>
      <w:bookmarkEnd w:id="17"/>
      <w:r w:rsidRPr="00AF62F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D95291">
        <w:rPr>
          <w:rFonts w:ascii="Times New Roman" w:hAnsi="Times New Roman"/>
          <w:bCs/>
          <w:sz w:val="28"/>
          <w:szCs w:val="28"/>
          <w:lang w:eastAsia="ru-RU"/>
        </w:rPr>
        <w:t>(Приложение № 4</w:t>
      </w:r>
      <w:r w:rsidRPr="00AF62FA">
        <w:rPr>
          <w:rFonts w:ascii="Times New Roman" w:hAnsi="Times New Roman"/>
          <w:bCs/>
          <w:sz w:val="28"/>
          <w:szCs w:val="28"/>
          <w:lang w:eastAsia="ru-RU"/>
        </w:rPr>
        <w:t>)</w:t>
      </w:r>
    </w:p>
    <w:p w:rsidR="007A473F" w:rsidRDefault="00B85A9D" w:rsidP="00AF62FA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F62FA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7A473F" w:rsidRPr="00AF62FA">
        <w:rPr>
          <w:rFonts w:ascii="Times New Roman" w:hAnsi="Times New Roman"/>
          <w:bCs/>
          <w:sz w:val="28"/>
          <w:szCs w:val="28"/>
          <w:lang w:eastAsia="ru-RU"/>
        </w:rPr>
        <w:t>еречень (пакет) диагностических методик, достижение учащимися планируе</w:t>
      </w:r>
      <w:r w:rsidR="00104C16" w:rsidRPr="00AF62FA">
        <w:rPr>
          <w:rFonts w:ascii="Times New Roman" w:hAnsi="Times New Roman"/>
          <w:bCs/>
          <w:sz w:val="28"/>
          <w:szCs w:val="28"/>
          <w:lang w:eastAsia="ru-RU"/>
        </w:rPr>
        <w:t>мых результатов</w:t>
      </w:r>
      <w:r w:rsidR="007A473F" w:rsidRPr="00AF62FA">
        <w:rPr>
          <w:rFonts w:ascii="Times New Roman" w:hAnsi="Times New Roman"/>
          <w:bCs/>
          <w:sz w:val="28"/>
          <w:szCs w:val="28"/>
          <w:lang w:eastAsia="ru-RU"/>
        </w:rPr>
        <w:t>, критерии итоговой аттестации.</w:t>
      </w:r>
    </w:p>
    <w:p w:rsidR="002D58A9" w:rsidRPr="00AF62FA" w:rsidRDefault="002D58A9" w:rsidP="00AF62FA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A473F" w:rsidRPr="00C613A6" w:rsidRDefault="007A473F" w:rsidP="00C613A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8" w:name="_Toc46325153"/>
      <w:r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2.5.</w:t>
      </w:r>
      <w:r w:rsidR="00833C50"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Pr="00C613A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Методические материалы</w:t>
      </w:r>
      <w:bookmarkEnd w:id="18"/>
    </w:p>
    <w:p w:rsidR="007A473F" w:rsidRPr="00AF62FA" w:rsidRDefault="00DB2C55" w:rsidP="00AF62FA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занятиях используются </w:t>
      </w:r>
      <w:r w:rsidR="007A473F" w:rsidRPr="00AF62FA">
        <w:rPr>
          <w:rFonts w:ascii="Times New Roman" w:hAnsi="Times New Roman"/>
          <w:sz w:val="28"/>
          <w:szCs w:val="28"/>
        </w:rPr>
        <w:t>различные методы обучения (словесный, наглядный, практический) и их сочетание.</w:t>
      </w:r>
    </w:p>
    <w:p w:rsidR="007A473F" w:rsidRPr="00AF62FA" w:rsidRDefault="00DB2C55" w:rsidP="00AF62FA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Рассказом </w:t>
      </w:r>
      <w:r w:rsidR="007A473F" w:rsidRPr="00AF62FA">
        <w:rPr>
          <w:rFonts w:ascii="Times New Roman" w:hAnsi="Times New Roman"/>
          <w:sz w:val="28"/>
          <w:szCs w:val="28"/>
        </w:rPr>
        <w:t>начинается новая тема, например, об истории и характерных особенностях фотоискусства. Рассказом сопровождается демонстрация работ знаменитых фотографов в рамках изучаемой темы.</w:t>
      </w:r>
    </w:p>
    <w:p w:rsidR="007A473F" w:rsidRPr="00AF62FA" w:rsidRDefault="00DB2C55" w:rsidP="00AF62FA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наглядным методам </w:t>
      </w:r>
      <w:r w:rsidR="007A473F" w:rsidRPr="00AF62FA">
        <w:rPr>
          <w:rFonts w:ascii="Times New Roman" w:hAnsi="Times New Roman"/>
          <w:sz w:val="28"/>
          <w:szCs w:val="28"/>
        </w:rPr>
        <w:t>обучения относится демонстрация на занятиях различных фотографий, картинок, схем и образцов. Кроме того, используется работа по мотивам заданного образца или выполнение различных вариантов.</w:t>
      </w:r>
    </w:p>
    <w:p w:rsidR="007A473F" w:rsidRPr="00AF62FA" w:rsidRDefault="00DB2C55" w:rsidP="00AF62FA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использования практических методов </w:t>
      </w:r>
      <w:r w:rsidR="007A473F" w:rsidRPr="00AF62FA">
        <w:rPr>
          <w:rFonts w:ascii="Times New Roman" w:hAnsi="Times New Roman"/>
          <w:sz w:val="28"/>
          <w:szCs w:val="28"/>
        </w:rPr>
        <w:t>обучения применяются следующие приемы: постановка задания, планировани</w:t>
      </w:r>
      <w:r>
        <w:rPr>
          <w:rFonts w:ascii="Times New Roman" w:hAnsi="Times New Roman"/>
          <w:sz w:val="28"/>
          <w:szCs w:val="28"/>
        </w:rPr>
        <w:t xml:space="preserve">е его выполнения, анализ итогов </w:t>
      </w:r>
      <w:hyperlink r:id="rId10" w:tooltip="Практические работы" w:history="1">
        <w:r w:rsidR="007A473F" w:rsidRPr="00AF62F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практической работы</w:t>
        </w:r>
      </w:hyperlink>
      <w:r w:rsidR="007A473F"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AF62FA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i/>
          <w:sz w:val="28"/>
          <w:szCs w:val="28"/>
        </w:rPr>
        <w:t>Методы обучения</w:t>
      </w:r>
      <w:r w:rsidRPr="00AF62FA">
        <w:rPr>
          <w:rFonts w:ascii="Times New Roman" w:hAnsi="Times New Roman"/>
          <w:sz w:val="28"/>
          <w:szCs w:val="28"/>
        </w:rPr>
        <w:t xml:space="preserve"> можно классифицировать:</w:t>
      </w:r>
    </w:p>
    <w:p w:rsidR="007A473F" w:rsidRPr="00AF62FA" w:rsidRDefault="007A473F" w:rsidP="00AF62FA">
      <w:pPr>
        <w:pStyle w:val="a4"/>
        <w:numPr>
          <w:ilvl w:val="0"/>
          <w:numId w:val="32"/>
        </w:numPr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способ подачи материала: словесный (рассказ, беседа, объяснение, инструктаж);</w:t>
      </w:r>
    </w:p>
    <w:p w:rsidR="007A473F" w:rsidRPr="00AF62FA" w:rsidRDefault="007A473F" w:rsidP="00AF62FA">
      <w:pPr>
        <w:pStyle w:val="a4"/>
        <w:numPr>
          <w:ilvl w:val="0"/>
          <w:numId w:val="32"/>
        </w:numPr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характер деятельности учащихся: объяснительно-иллюстративный, репродуктивный, проблемный, частично-поисковый, исследовательский.</w:t>
      </w:r>
    </w:p>
    <w:p w:rsidR="007A473F" w:rsidRPr="00AF62FA" w:rsidRDefault="007A473F" w:rsidP="00AF62FA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В процессе творческо-познавательной деятельности учащиеся изучают, систематизируют и самостоятельно используют полученные знания, разрабатывают конспекты, схемы, таблицы, творческие проекты, готовые изделия и т. д.</w:t>
      </w:r>
    </w:p>
    <w:p w:rsidR="007A473F" w:rsidRPr="00AF62FA" w:rsidRDefault="007A473F" w:rsidP="00AF62FA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i/>
          <w:sz w:val="28"/>
          <w:szCs w:val="28"/>
        </w:rPr>
        <w:t>Практические работы</w:t>
      </w:r>
      <w:r w:rsidRPr="00AF62FA">
        <w:rPr>
          <w:rFonts w:ascii="Times New Roman" w:hAnsi="Times New Roman"/>
          <w:sz w:val="28"/>
          <w:szCs w:val="28"/>
        </w:rPr>
        <w:t xml:space="preserve"> включают фотосессии, работу с моделью, ретушь в программных редакторах, работу со светом</w:t>
      </w:r>
      <w:r w:rsidR="00DC5514" w:rsidRPr="00AF62FA">
        <w:rPr>
          <w:rFonts w:ascii="Times New Roman" w:hAnsi="Times New Roman"/>
          <w:sz w:val="28"/>
          <w:szCs w:val="28"/>
        </w:rPr>
        <w:t>. Все объекты труда</w:t>
      </w:r>
      <w:r w:rsidRPr="00AF62FA">
        <w:rPr>
          <w:rFonts w:ascii="Times New Roman" w:hAnsi="Times New Roman"/>
          <w:sz w:val="28"/>
          <w:szCs w:val="28"/>
        </w:rPr>
        <w:t xml:space="preserve"> максимально познавательные, имеют эстетическую привлекательность и дают представление о технике фотосъёмки.</w:t>
      </w:r>
    </w:p>
    <w:p w:rsidR="007A473F" w:rsidRPr="00AF62FA" w:rsidRDefault="007A473F" w:rsidP="00AF62FA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F62FA">
        <w:rPr>
          <w:rFonts w:ascii="Times New Roman" w:hAnsi="Times New Roman"/>
          <w:b/>
          <w:bCs/>
          <w:sz w:val="28"/>
          <w:szCs w:val="28"/>
        </w:rPr>
        <w:t>Формы и методы обучения:</w:t>
      </w:r>
    </w:p>
    <w:p w:rsidR="007A473F" w:rsidRPr="00AF62FA" w:rsidRDefault="007A473F" w:rsidP="00DB2C5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>В организации обучения используются современные</w:t>
      </w:r>
      <w:r w:rsidR="00E24B96" w:rsidRPr="00AF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62FA">
        <w:rPr>
          <w:rFonts w:ascii="Times New Roman" w:hAnsi="Times New Roman"/>
          <w:sz w:val="28"/>
          <w:szCs w:val="28"/>
          <w:lang w:eastAsia="ru-RU"/>
        </w:rPr>
        <w:t xml:space="preserve">образовательные технологии: </w:t>
      </w:r>
    </w:p>
    <w:p w:rsidR="007A473F" w:rsidRPr="00AF62FA" w:rsidRDefault="007A473F" w:rsidP="00DB2C5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>1. Информационно</w:t>
      </w: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AF62FA">
        <w:rPr>
          <w:rFonts w:ascii="Times New Roman" w:hAnsi="Times New Roman"/>
          <w:sz w:val="28"/>
          <w:szCs w:val="28"/>
          <w:lang w:eastAsia="ru-RU"/>
        </w:rPr>
        <w:t xml:space="preserve">коммуникационные технологии </w:t>
      </w:r>
    </w:p>
    <w:p w:rsidR="007A473F" w:rsidRPr="00AF62FA" w:rsidRDefault="007A473F" w:rsidP="00DB2C5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 xml:space="preserve">2. Технология проектного обучения. </w:t>
      </w:r>
    </w:p>
    <w:p w:rsidR="007A473F" w:rsidRPr="00AF62FA" w:rsidRDefault="007A473F" w:rsidP="00DB2C5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 xml:space="preserve">3. Игровые технологии. </w:t>
      </w:r>
    </w:p>
    <w:p w:rsidR="007A473F" w:rsidRPr="00AF62FA" w:rsidRDefault="007A473F" w:rsidP="00DB2C5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>5. Интерактивные формы и методы обучения.</w:t>
      </w:r>
    </w:p>
    <w:p w:rsidR="007A473F" w:rsidRPr="00AF62FA" w:rsidRDefault="007A473F" w:rsidP="00AF62FA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процессе обучения используются следующие </w:t>
      </w: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методы:</w:t>
      </w:r>
      <w:r w:rsidR="00E24B96"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F62FA">
        <w:rPr>
          <w:rFonts w:ascii="Times New Roman" w:hAnsi="Times New Roman"/>
          <w:sz w:val="28"/>
          <w:szCs w:val="28"/>
          <w:lang w:eastAsia="ru-RU"/>
        </w:rPr>
        <w:t>объяснительно</w:t>
      </w: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AF62FA">
        <w:rPr>
          <w:rFonts w:ascii="Times New Roman" w:hAnsi="Times New Roman"/>
          <w:sz w:val="28"/>
          <w:szCs w:val="28"/>
          <w:lang w:eastAsia="ru-RU"/>
        </w:rPr>
        <w:t xml:space="preserve">иллюстративный, репродуктивный, </w:t>
      </w:r>
      <w:proofErr w:type="spellStart"/>
      <w:r w:rsidRPr="00AF62FA">
        <w:rPr>
          <w:rFonts w:ascii="Times New Roman" w:hAnsi="Times New Roman"/>
          <w:sz w:val="28"/>
          <w:szCs w:val="28"/>
          <w:lang w:eastAsia="ru-RU"/>
        </w:rPr>
        <w:t>деятельностный</w:t>
      </w:r>
      <w:proofErr w:type="spellEnd"/>
      <w:r w:rsidRPr="00AF62FA">
        <w:rPr>
          <w:rFonts w:ascii="Times New Roman" w:hAnsi="Times New Roman"/>
          <w:sz w:val="28"/>
          <w:szCs w:val="28"/>
          <w:lang w:eastAsia="ru-RU"/>
        </w:rPr>
        <w:t>, эвристический, исследовательский.</w:t>
      </w:r>
    </w:p>
    <w:p w:rsidR="007A473F" w:rsidRPr="00AF62FA" w:rsidRDefault="007A473F" w:rsidP="00AF62FA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 xml:space="preserve">В процессе обучения предусматриваются следующие </w:t>
      </w: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формы учебных</w:t>
      </w:r>
      <w:r w:rsidR="00E24B96"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F62FA">
        <w:rPr>
          <w:rFonts w:ascii="Times New Roman" w:hAnsi="Times New Roman"/>
          <w:sz w:val="28"/>
          <w:szCs w:val="28"/>
          <w:lang w:eastAsia="ru-RU"/>
        </w:rPr>
        <w:t>занятий:</w:t>
      </w:r>
    </w:p>
    <w:p w:rsidR="007A473F" w:rsidRPr="007C7BBD" w:rsidRDefault="007C7BBD" w:rsidP="007C7BBD">
      <w:pPr>
        <w:pStyle w:val="a4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комбинированные</w:t>
      </w:r>
      <w:proofErr w:type="gramEnd"/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занятие</w:t>
      </w:r>
      <w:r w:rsidR="007A473F"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(сочетающее в себе объяснение и практическое </w:t>
      </w:r>
      <w:r w:rsidR="007A473F" w:rsidRPr="007C7BBD">
        <w:rPr>
          <w:rFonts w:ascii="Times New Roman" w:hAnsi="Times New Roman"/>
          <w:sz w:val="28"/>
          <w:szCs w:val="28"/>
          <w:lang w:eastAsia="ru-RU"/>
        </w:rPr>
        <w:t>упражнение),</w:t>
      </w:r>
    </w:p>
    <w:p w:rsidR="007A473F" w:rsidRPr="00AF62FA" w:rsidRDefault="007A473F" w:rsidP="00AF62FA">
      <w:pPr>
        <w:pStyle w:val="a4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беседа, </w:t>
      </w:r>
    </w:p>
    <w:p w:rsidR="007A473F" w:rsidRPr="00AF62FA" w:rsidRDefault="007A473F" w:rsidP="00AF62FA">
      <w:pPr>
        <w:pStyle w:val="a4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консультация,</w:t>
      </w:r>
    </w:p>
    <w:p w:rsidR="007A473F" w:rsidRPr="00AF62FA" w:rsidRDefault="007A473F" w:rsidP="00AF62FA">
      <w:pPr>
        <w:pStyle w:val="a4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экскурсия,</w:t>
      </w:r>
    </w:p>
    <w:p w:rsidR="007A473F" w:rsidRPr="00AF62FA" w:rsidRDefault="007A473F" w:rsidP="00AF62FA">
      <w:pPr>
        <w:pStyle w:val="a4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дискуссия,</w:t>
      </w:r>
    </w:p>
    <w:p w:rsidR="007A473F" w:rsidRPr="00AF62FA" w:rsidRDefault="007A473F" w:rsidP="00AF62FA">
      <w:pPr>
        <w:pStyle w:val="a4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практическое упражнение под руководством педагога по закреплению </w:t>
      </w:r>
    </w:p>
    <w:p w:rsidR="007A473F" w:rsidRPr="00AF62FA" w:rsidRDefault="007A473F" w:rsidP="00AF62FA">
      <w:pPr>
        <w:pStyle w:val="a4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 xml:space="preserve">определенных навыков; </w:t>
      </w:r>
    </w:p>
    <w:p w:rsidR="007A473F" w:rsidRPr="00AF62FA" w:rsidRDefault="007A473F" w:rsidP="00AF62FA">
      <w:pPr>
        <w:pStyle w:val="a4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учебная игра.</w:t>
      </w:r>
    </w:p>
    <w:p w:rsidR="00DC5514" w:rsidRPr="00AF62FA" w:rsidRDefault="00DC5514" w:rsidP="00AF62FA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b/>
          <w:sz w:val="28"/>
          <w:szCs w:val="28"/>
          <w:lang w:eastAsia="ru-RU"/>
        </w:rPr>
        <w:t>Формы организации учебной деятельности:</w:t>
      </w:r>
      <w:r w:rsidR="007900A8" w:rsidRPr="00AF62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A473F" w:rsidRPr="00AF62FA">
        <w:rPr>
          <w:rFonts w:ascii="Times New Roman" w:hAnsi="Times New Roman"/>
          <w:sz w:val="28"/>
          <w:szCs w:val="28"/>
          <w:lang w:eastAsia="ru-RU"/>
        </w:rPr>
        <w:t xml:space="preserve">индивидуальная, фронтальная, коллективное творчество. </w:t>
      </w:r>
    </w:p>
    <w:p w:rsidR="007A473F" w:rsidRPr="00AF62FA" w:rsidRDefault="007A473F" w:rsidP="00AF62FA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 xml:space="preserve">Занятия включают в себя теоретическую часть и практическую деятельность </w:t>
      </w:r>
      <w:r w:rsidR="00DC5514" w:rsidRPr="00AF62FA">
        <w:rPr>
          <w:rFonts w:ascii="Times New Roman" w:hAnsi="Times New Roman"/>
          <w:sz w:val="28"/>
          <w:szCs w:val="28"/>
          <w:lang w:eastAsia="ru-RU"/>
        </w:rPr>
        <w:t xml:space="preserve">учащихся. Теоретическая часть </w:t>
      </w:r>
      <w:r w:rsidRPr="00AF62FA">
        <w:rPr>
          <w:rFonts w:ascii="Times New Roman" w:hAnsi="Times New Roman"/>
          <w:sz w:val="28"/>
          <w:szCs w:val="28"/>
          <w:lang w:eastAsia="ru-RU"/>
        </w:rPr>
        <w:t>дается в форме бесед с просмотром иллюстративно</w:t>
      </w:r>
      <w:r w:rsidR="00DC5514" w:rsidRPr="00AF62FA">
        <w:rPr>
          <w:rFonts w:ascii="Times New Roman" w:hAnsi="Times New Roman"/>
          <w:sz w:val="28"/>
          <w:szCs w:val="28"/>
          <w:lang w:eastAsia="ru-RU"/>
        </w:rPr>
        <w:t xml:space="preserve">го материала (с использованием </w:t>
      </w:r>
      <w:r w:rsidRPr="00AF62FA">
        <w:rPr>
          <w:rFonts w:ascii="Times New Roman" w:hAnsi="Times New Roman"/>
          <w:sz w:val="28"/>
          <w:szCs w:val="28"/>
          <w:lang w:eastAsia="ru-RU"/>
        </w:rPr>
        <w:t>компьютерных технологий).</w:t>
      </w:r>
    </w:p>
    <w:p w:rsidR="00AB2694" w:rsidRDefault="007A473F" w:rsidP="00AF62FA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F62FA">
        <w:rPr>
          <w:rFonts w:ascii="Times New Roman" w:hAnsi="Times New Roman"/>
          <w:bCs/>
          <w:sz w:val="28"/>
          <w:szCs w:val="28"/>
        </w:rPr>
        <w:t>Формы занятий выбир</w:t>
      </w:r>
      <w:r w:rsidR="00CE2C38" w:rsidRPr="00AF62FA">
        <w:rPr>
          <w:rFonts w:ascii="Times New Roman" w:hAnsi="Times New Roman"/>
          <w:bCs/>
          <w:sz w:val="28"/>
          <w:szCs w:val="28"/>
        </w:rPr>
        <w:t>аются</w:t>
      </w:r>
      <w:r w:rsidR="00C41D94" w:rsidRPr="00AF62FA">
        <w:rPr>
          <w:rFonts w:ascii="Times New Roman" w:hAnsi="Times New Roman"/>
          <w:bCs/>
          <w:sz w:val="28"/>
          <w:szCs w:val="28"/>
        </w:rPr>
        <w:t xml:space="preserve"> с учетом </w:t>
      </w:r>
    </w:p>
    <w:p w:rsidR="007A473F" w:rsidRPr="00AF62FA" w:rsidRDefault="006046BA" w:rsidP="00AF62FA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F62FA">
        <w:rPr>
          <w:rFonts w:ascii="Times New Roman" w:hAnsi="Times New Roman"/>
          <w:bCs/>
          <w:sz w:val="28"/>
          <w:szCs w:val="28"/>
        </w:rPr>
        <w:t>возрастных и психологических особенностей,</w:t>
      </w:r>
      <w:r w:rsidR="007A473F" w:rsidRPr="00AF62FA">
        <w:rPr>
          <w:rFonts w:ascii="Times New Roman" w:hAnsi="Times New Roman"/>
          <w:bCs/>
          <w:sz w:val="28"/>
          <w:szCs w:val="28"/>
        </w:rPr>
        <w:t xml:space="preserve"> учащихся и изучаемой темы программы.</w:t>
      </w:r>
    </w:p>
    <w:p w:rsidR="007A473F" w:rsidRPr="00AF62FA" w:rsidRDefault="00DC5514" w:rsidP="00AF62F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ab/>
      </w:r>
      <w:r w:rsidR="007A473F" w:rsidRPr="00AF62FA">
        <w:rPr>
          <w:rFonts w:ascii="Times New Roman" w:hAnsi="Times New Roman"/>
          <w:sz w:val="28"/>
          <w:szCs w:val="28"/>
          <w:lang w:eastAsia="ru-RU"/>
        </w:rPr>
        <w:t xml:space="preserve"> Важными принципами при реализации программы являются доступность и последовательность обучения. Весь учебный процесс построен на пошаговом обучении: от </w:t>
      </w:r>
      <w:proofErr w:type="gramStart"/>
      <w:r w:rsidR="007A473F" w:rsidRPr="00AF62FA">
        <w:rPr>
          <w:rFonts w:ascii="Times New Roman" w:hAnsi="Times New Roman"/>
          <w:sz w:val="28"/>
          <w:szCs w:val="28"/>
          <w:lang w:eastAsia="ru-RU"/>
        </w:rPr>
        <w:t>простого</w:t>
      </w:r>
      <w:proofErr w:type="gramEnd"/>
      <w:r w:rsidR="007A473F" w:rsidRPr="00AF62FA">
        <w:rPr>
          <w:rFonts w:ascii="Times New Roman" w:hAnsi="Times New Roman"/>
          <w:sz w:val="28"/>
          <w:szCs w:val="28"/>
          <w:lang w:eastAsia="ru-RU"/>
        </w:rPr>
        <w:t xml:space="preserve"> к сложному. Изучение последующих тем построено на изучении предыдущих. </w:t>
      </w:r>
    </w:p>
    <w:p w:rsidR="00104C16" w:rsidRPr="00AF62FA" w:rsidRDefault="007A473F" w:rsidP="00AF62FA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>Занятия</w:t>
      </w:r>
      <w:r w:rsidR="00104C16" w:rsidRPr="00AF62FA">
        <w:rPr>
          <w:rFonts w:ascii="Times New Roman" w:hAnsi="Times New Roman"/>
          <w:sz w:val="28"/>
          <w:szCs w:val="28"/>
          <w:lang w:eastAsia="ru-RU"/>
        </w:rPr>
        <w:t xml:space="preserve"> логически связаны между собой,</w:t>
      </w:r>
      <w:r w:rsidRPr="00AF62FA">
        <w:rPr>
          <w:rFonts w:ascii="Times New Roman" w:hAnsi="Times New Roman"/>
          <w:sz w:val="28"/>
          <w:szCs w:val="28"/>
          <w:lang w:eastAsia="ru-RU"/>
        </w:rPr>
        <w:t xml:space="preserve"> составлена система обучения, которая позволяет достичь высоких образовательных результатов, полностью реализовать и развивать творческий, познавательный потенциал каждого учащегося. </w:t>
      </w:r>
    </w:p>
    <w:p w:rsidR="007A473F" w:rsidRPr="00AF62FA" w:rsidRDefault="006046BA" w:rsidP="00AF62FA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учебной деятельности </w:t>
      </w:r>
      <w:proofErr w:type="gramStart"/>
      <w:r w:rsidR="007A473F" w:rsidRPr="00AF62FA">
        <w:rPr>
          <w:rFonts w:ascii="Times New Roman" w:hAnsi="Times New Roman"/>
          <w:sz w:val="28"/>
          <w:szCs w:val="28"/>
          <w:lang w:eastAsia="ru-RU"/>
        </w:rPr>
        <w:t>гармоническое сочетание</w:t>
      </w:r>
      <w:proofErr w:type="gramEnd"/>
      <w:r w:rsidR="00104C16" w:rsidRPr="00AF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473F" w:rsidRPr="00AF62FA">
        <w:rPr>
          <w:rFonts w:ascii="Times New Roman" w:hAnsi="Times New Roman"/>
          <w:i/>
          <w:sz w:val="28"/>
          <w:szCs w:val="28"/>
          <w:lang w:eastAsia="ru-RU"/>
        </w:rPr>
        <w:t xml:space="preserve">беседы, рассказа, системы вопросов с изучением практических навыков и приемов </w:t>
      </w:r>
      <w:r w:rsidR="007A473F" w:rsidRPr="00AF62FA">
        <w:rPr>
          <w:rFonts w:ascii="Times New Roman" w:hAnsi="Times New Roman"/>
          <w:sz w:val="28"/>
          <w:szCs w:val="28"/>
          <w:lang w:eastAsia="ru-RU"/>
        </w:rPr>
        <w:t>является важным условием для развития способностей каждого учащегося.</w:t>
      </w:r>
    </w:p>
    <w:p w:rsidR="007A473F" w:rsidRPr="00AF62FA" w:rsidRDefault="007A473F" w:rsidP="00AF62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>Учебный процесс предусматривает следующие формы обучения:</w:t>
      </w:r>
    </w:p>
    <w:p w:rsidR="007A473F" w:rsidRPr="00AF62FA" w:rsidRDefault="005B4701" w:rsidP="00AF62FA">
      <w:pPr>
        <w:pStyle w:val="a4"/>
        <w:numPr>
          <w:ilvl w:val="0"/>
          <w:numId w:val="3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lastRenderedPageBreak/>
        <w:t>коллективную, позволяющую развивать в детях чувство ответственности, сопереживания, подчинения своих интересов общей цели (учебные занятия и воспитательные мероприятия);</w:t>
      </w:r>
    </w:p>
    <w:p w:rsidR="007A473F" w:rsidRPr="00AF62FA" w:rsidRDefault="005B4701" w:rsidP="00AF62FA">
      <w:pPr>
        <w:pStyle w:val="a4"/>
        <w:numPr>
          <w:ilvl w:val="0"/>
          <w:numId w:val="3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F62FA">
        <w:rPr>
          <w:rFonts w:ascii="Times New Roman" w:hAnsi="Times New Roman"/>
          <w:sz w:val="28"/>
          <w:szCs w:val="28"/>
          <w:lang w:eastAsia="ru-RU"/>
        </w:rPr>
        <w:t>групповую</w:t>
      </w:r>
      <w:proofErr w:type="gramEnd"/>
      <w:r w:rsidRPr="00AF62FA">
        <w:rPr>
          <w:rFonts w:ascii="Times New Roman" w:hAnsi="Times New Roman"/>
          <w:sz w:val="28"/>
          <w:szCs w:val="28"/>
          <w:lang w:eastAsia="ru-RU"/>
        </w:rPr>
        <w:t>, помогающую детям при реализации своих возможностей (учебные занятия, воспитательные мероприятия);</w:t>
      </w:r>
    </w:p>
    <w:p w:rsidR="007A473F" w:rsidRPr="00AF62FA" w:rsidRDefault="005B4701" w:rsidP="00AF62FA">
      <w:pPr>
        <w:pStyle w:val="a4"/>
        <w:numPr>
          <w:ilvl w:val="0"/>
          <w:numId w:val="3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>индивидуальную, позволяющую осуществлять индивидуальный подход к ребенку (учебные занятия и консультации).</w:t>
      </w:r>
    </w:p>
    <w:p w:rsidR="00080982" w:rsidRPr="00AF62FA" w:rsidRDefault="007A473F" w:rsidP="0008098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 xml:space="preserve">Совместное творчество </w:t>
      </w:r>
      <w:r w:rsidR="00713217" w:rsidRPr="00AF62FA">
        <w:rPr>
          <w:rFonts w:ascii="Times New Roman" w:hAnsi="Times New Roman"/>
          <w:sz w:val="28"/>
          <w:szCs w:val="28"/>
          <w:lang w:eastAsia="ru-RU"/>
        </w:rPr>
        <w:t>подростков разных возрастов</w:t>
      </w:r>
      <w:r w:rsidRPr="00AF62FA">
        <w:rPr>
          <w:rFonts w:ascii="Times New Roman" w:hAnsi="Times New Roman"/>
          <w:sz w:val="28"/>
          <w:szCs w:val="28"/>
          <w:lang w:eastAsia="ru-RU"/>
        </w:rPr>
        <w:t xml:space="preserve"> имеет большое значение при формирован</w:t>
      </w:r>
      <w:proofErr w:type="gramStart"/>
      <w:r w:rsidRPr="00AF62FA">
        <w:rPr>
          <w:rFonts w:ascii="Times New Roman" w:hAnsi="Times New Roman"/>
          <w:sz w:val="28"/>
          <w:szCs w:val="28"/>
          <w:lang w:eastAsia="ru-RU"/>
        </w:rPr>
        <w:t>ии у у</w:t>
      </w:r>
      <w:proofErr w:type="gramEnd"/>
      <w:r w:rsidRPr="00AF62FA">
        <w:rPr>
          <w:rFonts w:ascii="Times New Roman" w:hAnsi="Times New Roman"/>
          <w:sz w:val="28"/>
          <w:szCs w:val="28"/>
          <w:lang w:eastAsia="ru-RU"/>
        </w:rPr>
        <w:t>чащегося устойчивых эмоциональных связей, устраняет трудности в общении.</w:t>
      </w:r>
    </w:p>
    <w:p w:rsidR="007A473F" w:rsidRPr="00AF62FA" w:rsidRDefault="00DB2C55" w:rsidP="00AF62FA">
      <w:pPr>
        <w:spacing w:after="0"/>
        <w:ind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Методы </w:t>
      </w:r>
      <w:hyperlink r:id="rId11" w:tooltip="Воспитательная работа" w:history="1">
        <w:r w:rsidR="007A473F" w:rsidRPr="00AF62FA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  <w:lang w:eastAsia="ru-RU"/>
          </w:rPr>
          <w:t>воспитательной работы</w:t>
        </w:r>
      </w:hyperlink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A473F" w:rsidRPr="00AF62FA">
        <w:rPr>
          <w:rFonts w:ascii="Times New Roman" w:hAnsi="Times New Roman"/>
          <w:b/>
          <w:sz w:val="28"/>
          <w:szCs w:val="28"/>
          <w:lang w:eastAsia="ru-RU"/>
        </w:rPr>
        <w:t>с детьми:</w:t>
      </w:r>
    </w:p>
    <w:p w:rsidR="007A473F" w:rsidRPr="00AF62FA" w:rsidRDefault="006046BA" w:rsidP="00AF62FA">
      <w:pPr>
        <w:pStyle w:val="a4"/>
        <w:numPr>
          <w:ilvl w:val="0"/>
          <w:numId w:val="34"/>
        </w:numPr>
        <w:spacing w:after="0"/>
        <w:ind w:left="0" w:firstLine="851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методы формирования познания </w:t>
      </w:r>
      <w:r w:rsidR="007A473F" w:rsidRPr="00AF62FA">
        <w:rPr>
          <w:rFonts w:ascii="Times New Roman" w:hAnsi="Times New Roman"/>
          <w:sz w:val="28"/>
          <w:szCs w:val="28"/>
        </w:rPr>
        <w:t>- убеждение, инструктаж, рас</w:t>
      </w:r>
      <w:r>
        <w:rPr>
          <w:rFonts w:ascii="Times New Roman" w:hAnsi="Times New Roman"/>
          <w:sz w:val="28"/>
          <w:szCs w:val="28"/>
        </w:rPr>
        <w:t xml:space="preserve">сказ, лекция, этическая беседа, </w:t>
      </w:r>
      <w:r w:rsidR="007A473F" w:rsidRPr="00AF62FA">
        <w:rPr>
          <w:rFonts w:ascii="Times New Roman" w:hAnsi="Times New Roman"/>
          <w:sz w:val="28"/>
          <w:szCs w:val="28"/>
        </w:rPr>
        <w:t>внушение, объяснение, разъяснение, пример, диспут;</w:t>
      </w:r>
      <w:proofErr w:type="gramEnd"/>
    </w:p>
    <w:p w:rsidR="007A473F" w:rsidRPr="00AF62FA" w:rsidRDefault="007A473F" w:rsidP="00AF62FA">
      <w:pPr>
        <w:numPr>
          <w:ilvl w:val="0"/>
          <w:numId w:val="36"/>
        </w:numPr>
        <w:tabs>
          <w:tab w:val="clear" w:pos="720"/>
          <w:tab w:val="num" w:pos="0"/>
        </w:tabs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F62FA">
        <w:rPr>
          <w:rFonts w:ascii="Times New Roman" w:hAnsi="Times New Roman"/>
          <w:sz w:val="28"/>
          <w:szCs w:val="28"/>
          <w:lang w:eastAsia="ru-RU"/>
        </w:rPr>
        <w:t>методы организации деятельности</w:t>
      </w:r>
      <w:r w:rsidR="00DB2C55">
        <w:rPr>
          <w:rFonts w:ascii="Times New Roman" w:hAnsi="Times New Roman"/>
          <w:sz w:val="28"/>
          <w:szCs w:val="28"/>
          <w:lang w:eastAsia="ru-RU"/>
        </w:rPr>
        <w:t xml:space="preserve"> и формирования опыта поведения </w:t>
      </w:r>
      <w:r w:rsidRPr="00AF62FA">
        <w:rPr>
          <w:rFonts w:ascii="Times New Roman" w:hAnsi="Times New Roman"/>
          <w:sz w:val="28"/>
          <w:szCs w:val="28"/>
          <w:lang w:eastAsia="ru-RU"/>
        </w:rPr>
        <w:t>– упражнение - поручение, педагогическое требование, общественное мнение, воспитательные ситуации;</w:t>
      </w:r>
    </w:p>
    <w:p w:rsidR="007A473F" w:rsidRPr="00AF62FA" w:rsidRDefault="006046BA" w:rsidP="00AF62FA">
      <w:pPr>
        <w:numPr>
          <w:ilvl w:val="0"/>
          <w:numId w:val="36"/>
        </w:numPr>
        <w:tabs>
          <w:tab w:val="clear" w:pos="720"/>
          <w:tab w:val="num" w:pos="0"/>
        </w:tabs>
        <w:spacing w:after="0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методы стимулирования </w:t>
      </w:r>
      <w:r w:rsidR="007A473F" w:rsidRPr="00AF62FA">
        <w:rPr>
          <w:rFonts w:ascii="Times New Roman" w:hAnsi="Times New Roman"/>
          <w:sz w:val="28"/>
          <w:szCs w:val="28"/>
          <w:lang w:eastAsia="ru-RU"/>
        </w:rPr>
        <w:t>– мотивация – соревнование, поощрение.</w:t>
      </w:r>
    </w:p>
    <w:p w:rsidR="007A473F" w:rsidRPr="00AF62FA" w:rsidRDefault="007A473F" w:rsidP="00AF62FA">
      <w:pPr>
        <w:spacing w:after="0"/>
        <w:jc w:val="both"/>
        <w:textAlignment w:val="baseline"/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F62FA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Основной формой организации учебного процесса является </w:t>
      </w:r>
      <w:r w:rsidRPr="00AF62FA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учебное занятие.</w:t>
      </w:r>
    </w:p>
    <w:p w:rsidR="00104C16" w:rsidRPr="00AF62FA" w:rsidRDefault="00104C16" w:rsidP="00AF62FA">
      <w:pPr>
        <w:spacing w:after="0"/>
        <w:ind w:firstLine="708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p w:rsidR="007A473F" w:rsidRPr="00AF62FA" w:rsidRDefault="007A473F" w:rsidP="00AF62FA">
      <w:pPr>
        <w:spacing w:after="0"/>
        <w:ind w:firstLine="708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Структура занятий:</w:t>
      </w:r>
    </w:p>
    <w:p w:rsidR="007A473F" w:rsidRPr="00AF62FA" w:rsidRDefault="00DB2C55" w:rsidP="00DB2C55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A473F" w:rsidRPr="00AF62FA">
        <w:rPr>
          <w:rFonts w:ascii="Times New Roman" w:hAnsi="Times New Roman"/>
          <w:sz w:val="28"/>
          <w:szCs w:val="28"/>
        </w:rPr>
        <w:t>Вводный инструктаж к началу работы.</w:t>
      </w:r>
    </w:p>
    <w:p w:rsidR="007A473F" w:rsidRPr="00AF62FA" w:rsidRDefault="00DB2C55" w:rsidP="00DB2C55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A473F" w:rsidRPr="00AF62FA">
        <w:rPr>
          <w:rFonts w:ascii="Times New Roman" w:hAnsi="Times New Roman"/>
          <w:sz w:val="28"/>
          <w:szCs w:val="28"/>
        </w:rPr>
        <w:t>Особенности выполнения работы.</w:t>
      </w:r>
    </w:p>
    <w:p w:rsidR="007A473F" w:rsidRPr="00AF62FA" w:rsidRDefault="00DB2C55" w:rsidP="00DB2C55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7A473F" w:rsidRPr="00AF62FA">
        <w:rPr>
          <w:rFonts w:ascii="Times New Roman" w:hAnsi="Times New Roman"/>
          <w:sz w:val="28"/>
          <w:szCs w:val="28"/>
        </w:rPr>
        <w:t>Беседа. Демонстрация наглядных пособий</w:t>
      </w:r>
    </w:p>
    <w:p w:rsidR="007A473F" w:rsidRPr="00AF62FA" w:rsidRDefault="007A473F" w:rsidP="00DB2C55">
      <w:pPr>
        <w:spacing w:after="0"/>
        <w:ind w:firstLine="709"/>
        <w:jc w:val="both"/>
        <w:textAlignment w:val="baseline"/>
        <w:rPr>
          <w:rFonts w:ascii="Times New Roman" w:hAnsi="Times New Roman"/>
          <w:color w:val="FF0000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4.</w:t>
      </w:r>
      <w:r w:rsidRPr="00AF62FA">
        <w:rPr>
          <w:rFonts w:ascii="Times New Roman" w:hAnsi="Times New Roman"/>
          <w:color w:val="000000"/>
          <w:sz w:val="28"/>
          <w:szCs w:val="28"/>
        </w:rPr>
        <w:t>Формирование и реализация идей для фотосессий.</w:t>
      </w:r>
    </w:p>
    <w:p w:rsidR="007A473F" w:rsidRPr="00AF62FA" w:rsidRDefault="00DB2C55" w:rsidP="00DB2C55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7A473F" w:rsidRPr="00AF62FA">
        <w:rPr>
          <w:rFonts w:ascii="Times New Roman" w:hAnsi="Times New Roman"/>
          <w:sz w:val="28"/>
          <w:szCs w:val="28"/>
        </w:rPr>
        <w:t>Практическое выполнение работы. Оформление.</w:t>
      </w:r>
    </w:p>
    <w:p w:rsidR="007A473F" w:rsidRDefault="00DB2C55" w:rsidP="00DB2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7A473F" w:rsidRPr="00AF62FA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Подведение итогов занятия. Анализ положительных результатов, затруднений</w:t>
      </w:r>
      <w:r w:rsidR="007A473F" w:rsidRPr="00AF62FA">
        <w:rPr>
          <w:rFonts w:ascii="Times New Roman" w:hAnsi="Times New Roman"/>
          <w:sz w:val="28"/>
          <w:szCs w:val="28"/>
        </w:rPr>
        <w:t>.</w:t>
      </w:r>
    </w:p>
    <w:p w:rsidR="00715FA5" w:rsidRDefault="00715FA5" w:rsidP="00DB2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FA5" w:rsidRDefault="00715FA5" w:rsidP="00DB2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FA5" w:rsidRDefault="00715FA5" w:rsidP="00DB2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FA5" w:rsidRDefault="00715FA5" w:rsidP="00DB2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FA5" w:rsidRDefault="00715FA5" w:rsidP="00DB2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FA5" w:rsidRDefault="00715FA5" w:rsidP="00DB2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FA5" w:rsidRDefault="00715FA5" w:rsidP="00DB2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FA5" w:rsidRPr="00AF62FA" w:rsidRDefault="00715FA5" w:rsidP="00DB2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3217" w:rsidRPr="00AF62FA" w:rsidRDefault="00713217" w:rsidP="00AF62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473F" w:rsidRDefault="00C613A6" w:rsidP="00DB2C55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46325154"/>
      <w:r w:rsidRPr="00C613A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2.6. </w:t>
      </w:r>
      <w:r w:rsidR="00E050B3" w:rsidRPr="00C613A6">
        <w:rPr>
          <w:rFonts w:ascii="Times New Roman" w:hAnsi="Times New Roman" w:cs="Times New Roman"/>
          <w:b/>
          <w:color w:val="auto"/>
          <w:sz w:val="28"/>
          <w:szCs w:val="28"/>
        </w:rPr>
        <w:t>Список литературы</w:t>
      </w:r>
      <w:bookmarkEnd w:id="19"/>
    </w:p>
    <w:p w:rsidR="002D58A9" w:rsidRPr="002D58A9" w:rsidRDefault="002D58A9" w:rsidP="00DB2C55">
      <w:pPr>
        <w:spacing w:after="0"/>
      </w:pPr>
    </w:p>
    <w:p w:rsidR="007A473F" w:rsidRPr="00AF62FA" w:rsidRDefault="00833C50" w:rsidP="00DB2C55">
      <w:pPr>
        <w:pStyle w:val="21"/>
        <w:spacing w:line="276" w:lineRule="auto"/>
        <w:ind w:left="0"/>
        <w:jc w:val="center"/>
        <w:rPr>
          <w:b/>
          <w:szCs w:val="28"/>
        </w:rPr>
      </w:pPr>
      <w:r w:rsidRPr="00AF62FA">
        <w:rPr>
          <w:b/>
          <w:szCs w:val="28"/>
        </w:rPr>
        <w:t>Д</w:t>
      </w:r>
      <w:r w:rsidR="00E050B3" w:rsidRPr="00AF62FA">
        <w:rPr>
          <w:b/>
          <w:szCs w:val="28"/>
        </w:rPr>
        <w:t>ля педагогов</w:t>
      </w:r>
      <w:r w:rsidR="00DB2C55">
        <w:rPr>
          <w:b/>
          <w:szCs w:val="28"/>
        </w:rPr>
        <w:t xml:space="preserve"> </w:t>
      </w:r>
    </w:p>
    <w:p w:rsidR="007A473F" w:rsidRPr="00AF62FA" w:rsidRDefault="00715FA5" w:rsidP="00226323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62FA">
        <w:rPr>
          <w:rFonts w:ascii="Times New Roman" w:hAnsi="Times New Roman"/>
          <w:sz w:val="28"/>
          <w:szCs w:val="28"/>
          <w:shd w:val="clear" w:color="auto" w:fill="FFFFFF"/>
        </w:rPr>
        <w:t>Петерсон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, М. Д.</w:t>
      </w:r>
      <w:r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 w:rsidR="002F361E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В поисках кадра</w:t>
      </w:r>
      <w:r w:rsidR="00C35E81" w:rsidRPr="00C35E81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: </w:t>
      </w:r>
      <w:r w:rsidR="007C7BBD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учебное пособие</w:t>
      </w:r>
      <w:r w:rsidR="00C35E81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/</w:t>
      </w:r>
      <w:r w:rsidR="007A473F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 w:rsidR="00E050B3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 w:rsidR="00C35E81" w:rsidRPr="00C35E81">
        <w:rPr>
          <w:rFonts w:ascii="Times New Roman" w:hAnsi="Times New Roman"/>
          <w:sz w:val="28"/>
          <w:szCs w:val="28"/>
          <w:shd w:val="clear" w:color="auto" w:fill="FFFFFF"/>
        </w:rPr>
        <w:t xml:space="preserve">М. </w:t>
      </w:r>
      <w:r w:rsidR="00C35E81">
        <w:rPr>
          <w:rFonts w:ascii="Times New Roman" w:hAnsi="Times New Roman"/>
          <w:sz w:val="28"/>
          <w:szCs w:val="28"/>
          <w:shd w:val="clear" w:color="auto" w:fill="FFFFFF"/>
        </w:rPr>
        <w:t xml:space="preserve">Д. </w:t>
      </w:r>
      <w:proofErr w:type="spellStart"/>
      <w:r w:rsidR="00C35E81">
        <w:rPr>
          <w:rFonts w:ascii="Times New Roman" w:hAnsi="Times New Roman"/>
          <w:sz w:val="28"/>
          <w:szCs w:val="28"/>
          <w:shd w:val="clear" w:color="auto" w:fill="FFFFFF"/>
        </w:rPr>
        <w:t>Петерсон</w:t>
      </w:r>
      <w:proofErr w:type="spellEnd"/>
      <w:r w:rsidR="00C35E81">
        <w:rPr>
          <w:rFonts w:ascii="Times New Roman" w:hAnsi="Times New Roman"/>
          <w:sz w:val="28"/>
          <w:szCs w:val="28"/>
          <w:shd w:val="clear" w:color="auto" w:fill="FFFFFF"/>
        </w:rPr>
        <w:t xml:space="preserve"> Москва</w:t>
      </w:r>
      <w:r w:rsidR="00C35E81" w:rsidRPr="00C35E81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 w:rsidR="00C35E81">
        <w:rPr>
          <w:rFonts w:ascii="Times New Roman" w:hAnsi="Times New Roman"/>
          <w:sz w:val="28"/>
          <w:szCs w:val="28"/>
          <w:shd w:val="clear" w:color="auto" w:fill="FFFFFF"/>
        </w:rPr>
        <w:t>Монолит,</w:t>
      </w:r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 xml:space="preserve"> 201</w:t>
      </w:r>
      <w:r w:rsidR="002F361E" w:rsidRPr="00AF62FA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1B0CA6" w:rsidRPr="00AF62F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C35E81">
        <w:rPr>
          <w:rFonts w:ascii="Times New Roman" w:hAnsi="Times New Roman"/>
          <w:sz w:val="28"/>
          <w:szCs w:val="28"/>
          <w:shd w:val="clear" w:color="auto" w:fill="FFFFFF"/>
        </w:rPr>
        <w:t xml:space="preserve"> – 134с.</w:t>
      </w:r>
    </w:p>
    <w:p w:rsidR="007A473F" w:rsidRPr="00AF62FA" w:rsidRDefault="00C35E81" w:rsidP="00226323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Дэйли</w:t>
      </w:r>
      <w:proofErr w:type="spellEnd"/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, Т. Э. </w:t>
      </w:r>
      <w:r w:rsidR="007A473F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Основы композиции в фотографии</w:t>
      </w:r>
      <w:r w:rsidR="00CF0AE3" w:rsidRPr="00CF0AE3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: учебное пособие</w:t>
      </w:r>
      <w:r w:rsidRPr="00C35E81">
        <w:rPr>
          <w:rFonts w:ascii="Times New Roman" w:hAnsi="Times New Roman"/>
          <w:sz w:val="28"/>
          <w:szCs w:val="28"/>
          <w:shd w:val="clear" w:color="auto" w:fill="FFFFFF"/>
        </w:rPr>
        <w:t xml:space="preserve"> /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Т. Э.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Дэйли</w:t>
      </w:r>
      <w:proofErr w:type="spellEnd"/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Санкт Петербург</w:t>
      </w:r>
      <w:r w:rsidRPr="00C35E81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Просвет,</w:t>
      </w:r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 xml:space="preserve"> 201</w:t>
      </w:r>
      <w:r w:rsidR="002F361E" w:rsidRPr="00AF62FA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1B0CA6" w:rsidRPr="00AF62FA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76с.</w:t>
      </w:r>
    </w:p>
    <w:p w:rsidR="007A473F" w:rsidRPr="00AF62FA" w:rsidRDefault="00C35E81" w:rsidP="00226323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proofErr w:type="spellStart"/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Фрост</w:t>
      </w:r>
      <w:proofErr w:type="spellEnd"/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, Л. А. </w:t>
      </w:r>
      <w:r w:rsidR="007A473F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Ночная и вечерняя фотосъемка</w:t>
      </w:r>
      <w:r w:rsidR="00CF0AE3" w:rsidRPr="00CF0AE3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:</w:t>
      </w:r>
      <w:r w:rsidR="00CF0AE3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учебное пособие</w:t>
      </w:r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 w:rsidRPr="00C35E81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/</w:t>
      </w:r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Л. А. </w:t>
      </w:r>
      <w:proofErr w:type="spellStart"/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Фрост</w:t>
      </w:r>
      <w:proofErr w:type="spellEnd"/>
      <w:r w:rsidR="007A473F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Москва</w:t>
      </w:r>
      <w:r w:rsidRPr="00C35E81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: </w:t>
      </w:r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Родник,</w:t>
      </w:r>
      <w:r w:rsidR="007A473F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201</w:t>
      </w:r>
      <w:r w:rsidR="002F361E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6</w:t>
      </w:r>
      <w:r w:rsidR="001B0CA6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г.</w:t>
      </w:r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– 123с. </w:t>
      </w:r>
    </w:p>
    <w:p w:rsidR="007A473F" w:rsidRPr="00AF62FA" w:rsidRDefault="00C35E81" w:rsidP="00226323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Розов, Г. А. </w:t>
      </w:r>
      <w:r w:rsidR="007A473F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Как снимать. Искусство фотографии</w:t>
      </w:r>
      <w:r w:rsidR="00CF0AE3" w:rsidRPr="00CF0AE3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: </w:t>
      </w:r>
      <w:r w:rsidR="00CF0AE3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учебное пособие</w:t>
      </w:r>
      <w:r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 w:rsidRPr="00C35E81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/</w:t>
      </w:r>
      <w:r w:rsidR="007A473F" w:rsidRPr="00AF62FA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Г. А. Розов</w:t>
      </w:r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 xml:space="preserve"> Москва</w:t>
      </w:r>
      <w:r w:rsidRPr="00C35E81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Просвещение,</w:t>
      </w:r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 xml:space="preserve"> 20</w:t>
      </w:r>
      <w:r w:rsidR="002F361E" w:rsidRPr="00AF62FA">
        <w:rPr>
          <w:rFonts w:ascii="Times New Roman" w:hAnsi="Times New Roman"/>
          <w:sz w:val="28"/>
          <w:szCs w:val="28"/>
          <w:shd w:val="clear" w:color="auto" w:fill="FFFFFF"/>
        </w:rPr>
        <w:t>15</w:t>
      </w:r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 xml:space="preserve"> г</w:t>
      </w:r>
      <w:r w:rsidR="001B0CA6" w:rsidRPr="00AF62FA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43с.</w:t>
      </w:r>
    </w:p>
    <w:p w:rsidR="007A473F" w:rsidRDefault="00CF0AE3" w:rsidP="00226323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Гейлер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М. Д. </w:t>
      </w:r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>Основы композиции и художественной фотосъемки</w:t>
      </w:r>
      <w:r w:rsidRPr="00CF0AE3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учебное пособие /</w:t>
      </w:r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М. Д.</w:t>
      </w:r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A473F" w:rsidRPr="00AF62FA">
        <w:rPr>
          <w:rFonts w:ascii="Times New Roman" w:hAnsi="Times New Roman"/>
          <w:sz w:val="28"/>
          <w:szCs w:val="28"/>
          <w:shd w:val="clear" w:color="auto" w:fill="FFFFFF"/>
        </w:rPr>
        <w:t>Гейлер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Москва</w:t>
      </w:r>
      <w:r w:rsidRPr="00CF0AE3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>Дрофа</w:t>
      </w:r>
      <w:r w:rsidR="001B0CA6" w:rsidRPr="00AF62FA">
        <w:rPr>
          <w:rFonts w:ascii="Times New Roman" w:hAnsi="Times New Roman"/>
          <w:sz w:val="28"/>
          <w:szCs w:val="28"/>
        </w:rPr>
        <w:t xml:space="preserve"> 20</w:t>
      </w:r>
      <w:r w:rsidR="002F361E" w:rsidRPr="00AF62F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="001B0CA6" w:rsidRPr="00AF62FA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– 154с.</w:t>
      </w:r>
    </w:p>
    <w:p w:rsidR="0093600E" w:rsidRPr="00AF62FA" w:rsidRDefault="0093600E" w:rsidP="0093600E">
      <w:pPr>
        <w:pStyle w:val="a4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7A473F" w:rsidRPr="00AF62FA" w:rsidRDefault="00B85A9D" w:rsidP="002D58A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Для учащихся</w:t>
      </w:r>
    </w:p>
    <w:p w:rsidR="007A473F" w:rsidRPr="00AF62FA" w:rsidRDefault="007A473F" w:rsidP="002D58A9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 xml:space="preserve">Практический курс. </w:t>
      </w:r>
      <w:proofErr w:type="spellStart"/>
      <w:r w:rsidRPr="00AF62FA">
        <w:rPr>
          <w:rFonts w:ascii="Times New Roman" w:hAnsi="Times New Roman"/>
          <w:sz w:val="28"/>
          <w:szCs w:val="28"/>
        </w:rPr>
        <w:t>AdobePhotoshop</w:t>
      </w:r>
      <w:proofErr w:type="spellEnd"/>
      <w:r w:rsidR="002F361E" w:rsidRPr="00AF62FA">
        <w:rPr>
          <w:rFonts w:ascii="Times New Roman" w:hAnsi="Times New Roman"/>
          <w:sz w:val="28"/>
          <w:szCs w:val="28"/>
        </w:rPr>
        <w:t xml:space="preserve"> </w:t>
      </w:r>
      <w:r w:rsidRPr="00AF62FA">
        <w:rPr>
          <w:rFonts w:ascii="Times New Roman" w:hAnsi="Times New Roman"/>
          <w:sz w:val="28"/>
          <w:szCs w:val="28"/>
          <w:lang w:val="en-US"/>
        </w:rPr>
        <w:t>CC</w:t>
      </w:r>
      <w:r w:rsidR="002F361E" w:rsidRPr="00AF62FA">
        <w:rPr>
          <w:rFonts w:ascii="Times New Roman" w:hAnsi="Times New Roman"/>
          <w:sz w:val="28"/>
          <w:szCs w:val="28"/>
        </w:rPr>
        <w:t xml:space="preserve"> 2018</w:t>
      </w:r>
      <w:r w:rsidRPr="00AF62FA">
        <w:rPr>
          <w:rFonts w:ascii="Times New Roman" w:hAnsi="Times New Roman"/>
          <w:sz w:val="28"/>
          <w:szCs w:val="28"/>
        </w:rPr>
        <w:t xml:space="preserve"> – Пер. с англ. – М.:</w:t>
      </w:r>
      <w:proofErr w:type="spellStart"/>
      <w:r w:rsidRPr="00AF62FA">
        <w:rPr>
          <w:rFonts w:ascii="Times New Roman" w:hAnsi="Times New Roman"/>
          <w:sz w:val="28"/>
          <w:szCs w:val="28"/>
        </w:rPr>
        <w:t>КУбК</w:t>
      </w:r>
      <w:proofErr w:type="spellEnd"/>
      <w:r w:rsidRPr="00AF62FA">
        <w:rPr>
          <w:rFonts w:ascii="Times New Roman" w:hAnsi="Times New Roman"/>
          <w:sz w:val="28"/>
          <w:szCs w:val="28"/>
        </w:rPr>
        <w:t>-а, 201</w:t>
      </w:r>
      <w:r w:rsidR="002F361E" w:rsidRPr="00AF62FA">
        <w:rPr>
          <w:rFonts w:ascii="Times New Roman" w:hAnsi="Times New Roman"/>
          <w:sz w:val="28"/>
          <w:szCs w:val="28"/>
        </w:rPr>
        <w:t>8</w:t>
      </w:r>
      <w:r w:rsidR="00107BC0">
        <w:rPr>
          <w:rFonts w:ascii="Times New Roman" w:hAnsi="Times New Roman"/>
          <w:sz w:val="28"/>
          <w:szCs w:val="28"/>
        </w:rPr>
        <w:t xml:space="preserve"> г</w:t>
      </w:r>
      <w:r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2D58A9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>Роберт Томсон. Макросъемка. Практическое руководство для фотографов. – М.: Арт-родник, 20</w:t>
      </w:r>
      <w:r w:rsidR="002F361E" w:rsidRPr="00AF62FA">
        <w:rPr>
          <w:rFonts w:ascii="Times New Roman" w:hAnsi="Times New Roman"/>
          <w:sz w:val="28"/>
          <w:szCs w:val="28"/>
        </w:rPr>
        <w:t>1</w:t>
      </w:r>
      <w:r w:rsidRPr="00AF62FA">
        <w:rPr>
          <w:rFonts w:ascii="Times New Roman" w:hAnsi="Times New Roman"/>
          <w:sz w:val="28"/>
          <w:szCs w:val="28"/>
        </w:rPr>
        <w:t>6</w:t>
      </w:r>
      <w:r w:rsidR="00107BC0">
        <w:rPr>
          <w:rFonts w:ascii="Times New Roman" w:hAnsi="Times New Roman"/>
          <w:sz w:val="28"/>
          <w:szCs w:val="28"/>
        </w:rPr>
        <w:t xml:space="preserve"> г</w:t>
      </w:r>
      <w:r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2D58A9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2FA">
        <w:rPr>
          <w:rFonts w:ascii="Times New Roman" w:hAnsi="Times New Roman"/>
          <w:sz w:val="28"/>
          <w:szCs w:val="28"/>
        </w:rPr>
        <w:t xml:space="preserve">Розов Г. Как снимать: искусство фотографии. – М.: АСТ. </w:t>
      </w:r>
      <w:proofErr w:type="spellStart"/>
      <w:r w:rsidRPr="00AF62FA">
        <w:rPr>
          <w:rFonts w:ascii="Times New Roman" w:hAnsi="Times New Roman"/>
          <w:sz w:val="28"/>
          <w:szCs w:val="28"/>
        </w:rPr>
        <w:t>Астрель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F62FA">
        <w:rPr>
          <w:rFonts w:ascii="Times New Roman" w:hAnsi="Times New Roman"/>
          <w:sz w:val="28"/>
          <w:szCs w:val="28"/>
        </w:rPr>
        <w:t>Транзиткнига</w:t>
      </w:r>
      <w:proofErr w:type="spellEnd"/>
      <w:r w:rsidRPr="00AF62FA">
        <w:rPr>
          <w:rFonts w:ascii="Times New Roman" w:hAnsi="Times New Roman"/>
          <w:sz w:val="28"/>
          <w:szCs w:val="28"/>
        </w:rPr>
        <w:t>, 20</w:t>
      </w:r>
      <w:r w:rsidR="00107BC0">
        <w:rPr>
          <w:rFonts w:ascii="Times New Roman" w:hAnsi="Times New Roman"/>
          <w:sz w:val="28"/>
          <w:szCs w:val="28"/>
        </w:rPr>
        <w:t>17 г</w:t>
      </w:r>
      <w:r w:rsidRPr="00AF62FA">
        <w:rPr>
          <w:rFonts w:ascii="Times New Roman" w:hAnsi="Times New Roman"/>
          <w:sz w:val="28"/>
          <w:szCs w:val="28"/>
        </w:rPr>
        <w:t>.</w:t>
      </w:r>
    </w:p>
    <w:p w:rsidR="007A473F" w:rsidRPr="00AF62FA" w:rsidRDefault="007A473F" w:rsidP="002D58A9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62FA">
        <w:rPr>
          <w:rFonts w:ascii="Times New Roman" w:hAnsi="Times New Roman"/>
          <w:sz w:val="28"/>
          <w:szCs w:val="28"/>
        </w:rPr>
        <w:t>Синтия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Л. Барон, </w:t>
      </w:r>
      <w:proofErr w:type="spellStart"/>
      <w:r w:rsidRPr="00AF62FA">
        <w:rPr>
          <w:rFonts w:ascii="Times New Roman" w:hAnsi="Times New Roman"/>
          <w:sz w:val="28"/>
          <w:szCs w:val="28"/>
        </w:rPr>
        <w:t>Дэниел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Пек. Цифровая фотография для начинающих. Пер. с англ. – М.: КУДИЦ-ОБРАЗ, 20</w:t>
      </w:r>
      <w:r w:rsidR="00107BC0">
        <w:rPr>
          <w:rFonts w:ascii="Times New Roman" w:hAnsi="Times New Roman"/>
          <w:sz w:val="28"/>
          <w:szCs w:val="28"/>
        </w:rPr>
        <w:t>15 г</w:t>
      </w:r>
      <w:r w:rsidRPr="00AF62FA">
        <w:rPr>
          <w:rFonts w:ascii="Times New Roman" w:hAnsi="Times New Roman"/>
          <w:sz w:val="28"/>
          <w:szCs w:val="28"/>
        </w:rPr>
        <w:t>.</w:t>
      </w:r>
    </w:p>
    <w:p w:rsidR="007A473F" w:rsidRDefault="007A473F" w:rsidP="002D58A9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62FA">
        <w:rPr>
          <w:rFonts w:ascii="Times New Roman" w:hAnsi="Times New Roman"/>
          <w:sz w:val="28"/>
          <w:szCs w:val="28"/>
        </w:rPr>
        <w:t>Ядловский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А.Н. Цифровое фото. Полный курс. — М: ACT: Мн.: </w:t>
      </w:r>
      <w:proofErr w:type="spellStart"/>
      <w:r w:rsidRPr="00AF62FA">
        <w:rPr>
          <w:rFonts w:ascii="Times New Roman" w:hAnsi="Times New Roman"/>
          <w:sz w:val="28"/>
          <w:szCs w:val="28"/>
        </w:rPr>
        <w:t>Харвест</w:t>
      </w:r>
      <w:proofErr w:type="spellEnd"/>
      <w:r w:rsidRPr="00AF62FA">
        <w:rPr>
          <w:rFonts w:ascii="Times New Roman" w:hAnsi="Times New Roman"/>
          <w:sz w:val="28"/>
          <w:szCs w:val="28"/>
        </w:rPr>
        <w:t>, 20</w:t>
      </w:r>
      <w:r w:rsidR="00107BC0">
        <w:rPr>
          <w:rFonts w:ascii="Times New Roman" w:hAnsi="Times New Roman"/>
          <w:sz w:val="28"/>
          <w:szCs w:val="28"/>
        </w:rPr>
        <w:t>14 г</w:t>
      </w:r>
      <w:r w:rsidRPr="00AF62FA">
        <w:rPr>
          <w:rFonts w:ascii="Times New Roman" w:hAnsi="Times New Roman"/>
          <w:sz w:val="28"/>
          <w:szCs w:val="28"/>
        </w:rPr>
        <w:t xml:space="preserve">. </w:t>
      </w:r>
    </w:p>
    <w:p w:rsidR="002D58A9" w:rsidRPr="00AF62FA" w:rsidRDefault="002D58A9" w:rsidP="002D58A9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13217" w:rsidRPr="00AF62FA" w:rsidRDefault="007900A8" w:rsidP="002D58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Для родителей</w:t>
      </w:r>
    </w:p>
    <w:p w:rsidR="00713217" w:rsidRPr="00AF62FA" w:rsidRDefault="00713217" w:rsidP="002D58A9">
      <w:pPr>
        <w:pStyle w:val="a5"/>
        <w:numPr>
          <w:ilvl w:val="0"/>
          <w:numId w:val="38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62FA">
        <w:rPr>
          <w:rFonts w:ascii="Times New Roman" w:hAnsi="Times New Roman"/>
          <w:sz w:val="28"/>
          <w:szCs w:val="28"/>
        </w:rPr>
        <w:t>Синтия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Л. Барон, </w:t>
      </w:r>
      <w:proofErr w:type="spellStart"/>
      <w:r w:rsidRPr="00AF62FA">
        <w:rPr>
          <w:rFonts w:ascii="Times New Roman" w:hAnsi="Times New Roman"/>
          <w:sz w:val="28"/>
          <w:szCs w:val="28"/>
        </w:rPr>
        <w:t>Дэниел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Пек. Цифровая фотография для начинающих. Пер. с англ. – М.: КУДИЦ-ОБРАЗ, 20</w:t>
      </w:r>
      <w:r w:rsidR="00107BC0">
        <w:rPr>
          <w:rFonts w:ascii="Times New Roman" w:hAnsi="Times New Roman"/>
          <w:sz w:val="28"/>
          <w:szCs w:val="28"/>
        </w:rPr>
        <w:t>14г</w:t>
      </w:r>
      <w:r w:rsidRPr="00AF62FA">
        <w:rPr>
          <w:rFonts w:ascii="Times New Roman" w:hAnsi="Times New Roman"/>
          <w:sz w:val="28"/>
          <w:szCs w:val="28"/>
        </w:rPr>
        <w:t>.</w:t>
      </w:r>
    </w:p>
    <w:p w:rsidR="00713217" w:rsidRPr="00AF62FA" w:rsidRDefault="00713217" w:rsidP="002D58A9">
      <w:pPr>
        <w:pStyle w:val="a5"/>
        <w:numPr>
          <w:ilvl w:val="0"/>
          <w:numId w:val="38"/>
        </w:numPr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62FA">
        <w:rPr>
          <w:rFonts w:ascii="Times New Roman" w:hAnsi="Times New Roman"/>
          <w:sz w:val="28"/>
          <w:szCs w:val="28"/>
        </w:rPr>
        <w:t>Ядловский</w:t>
      </w:r>
      <w:proofErr w:type="spellEnd"/>
      <w:r w:rsidRPr="00AF62FA">
        <w:rPr>
          <w:rFonts w:ascii="Times New Roman" w:hAnsi="Times New Roman"/>
          <w:sz w:val="28"/>
          <w:szCs w:val="28"/>
        </w:rPr>
        <w:t xml:space="preserve"> А.Н. Цифровое фото. Полный курс. — М: ACT: Мн.: </w:t>
      </w:r>
      <w:proofErr w:type="spellStart"/>
      <w:r w:rsidRPr="00AF62FA">
        <w:rPr>
          <w:rFonts w:ascii="Times New Roman" w:hAnsi="Times New Roman"/>
          <w:sz w:val="28"/>
          <w:szCs w:val="28"/>
        </w:rPr>
        <w:t>Харвест</w:t>
      </w:r>
      <w:proofErr w:type="spellEnd"/>
      <w:r w:rsidRPr="00AF62FA">
        <w:rPr>
          <w:rFonts w:ascii="Times New Roman" w:hAnsi="Times New Roman"/>
          <w:sz w:val="28"/>
          <w:szCs w:val="28"/>
        </w:rPr>
        <w:t>, 20</w:t>
      </w:r>
      <w:r w:rsidR="002F361E" w:rsidRPr="00AF62FA">
        <w:rPr>
          <w:rFonts w:ascii="Times New Roman" w:hAnsi="Times New Roman"/>
          <w:sz w:val="28"/>
          <w:szCs w:val="28"/>
        </w:rPr>
        <w:t>1</w:t>
      </w:r>
      <w:r w:rsidRPr="00AF62FA">
        <w:rPr>
          <w:rFonts w:ascii="Times New Roman" w:hAnsi="Times New Roman"/>
          <w:sz w:val="28"/>
          <w:szCs w:val="28"/>
        </w:rPr>
        <w:t>5</w:t>
      </w:r>
      <w:r w:rsidR="00107BC0">
        <w:rPr>
          <w:rFonts w:ascii="Times New Roman" w:hAnsi="Times New Roman"/>
          <w:sz w:val="28"/>
          <w:szCs w:val="28"/>
        </w:rPr>
        <w:t>г</w:t>
      </w:r>
      <w:r w:rsidRPr="00AF62FA">
        <w:rPr>
          <w:rFonts w:ascii="Times New Roman" w:hAnsi="Times New Roman"/>
          <w:sz w:val="28"/>
          <w:szCs w:val="28"/>
        </w:rPr>
        <w:t xml:space="preserve">. </w:t>
      </w:r>
    </w:p>
    <w:p w:rsidR="002F361E" w:rsidRPr="00AF62FA" w:rsidRDefault="002F361E" w:rsidP="002D58A9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900A8" w:rsidRPr="00AF62FA" w:rsidRDefault="007900A8" w:rsidP="002D58A9">
      <w:pPr>
        <w:pStyle w:val="a4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F62FA">
        <w:rPr>
          <w:rFonts w:ascii="Times New Roman" w:hAnsi="Times New Roman"/>
          <w:b/>
          <w:sz w:val="28"/>
          <w:szCs w:val="28"/>
        </w:rPr>
        <w:t>Интернет источники</w:t>
      </w:r>
    </w:p>
    <w:p w:rsidR="007900A8" w:rsidRPr="00DB2C55" w:rsidRDefault="00DB2C55" w:rsidP="00DB2C55">
      <w:pPr>
        <w:pStyle w:val="a4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C55">
        <w:rPr>
          <w:rFonts w:ascii="Times New Roman" w:hAnsi="Times New Roman"/>
          <w:sz w:val="28"/>
          <w:szCs w:val="28"/>
        </w:rPr>
        <w:t xml:space="preserve">Предметная съемка Смешанный свет и эффекты </w:t>
      </w:r>
      <w:hyperlink r:id="rId12" w:history="1">
        <w:r w:rsidR="007900A8" w:rsidRPr="00DB2C55">
          <w:rPr>
            <w:rStyle w:val="a7"/>
            <w:rFonts w:ascii="Times New Roman" w:hAnsi="Times New Roman"/>
            <w:sz w:val="28"/>
            <w:szCs w:val="28"/>
          </w:rPr>
          <w:t>https://www.youtube.com/watch?v=lgD9aJKv-3I</w:t>
        </w:r>
      </w:hyperlink>
    </w:p>
    <w:p w:rsidR="007900A8" w:rsidRPr="00DB2C55" w:rsidRDefault="00DB2C55" w:rsidP="00DB2C55">
      <w:pPr>
        <w:pStyle w:val="a4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C55">
        <w:rPr>
          <w:rFonts w:ascii="Times New Roman" w:hAnsi="Times New Roman"/>
          <w:sz w:val="28"/>
          <w:szCs w:val="28"/>
        </w:rPr>
        <w:t xml:space="preserve">Предметная съемка фонариком. Фотошкола Олега Зотова </w:t>
      </w:r>
      <w:hyperlink r:id="rId13" w:history="1">
        <w:r w:rsidR="007900A8" w:rsidRPr="00DB2C55">
          <w:rPr>
            <w:rStyle w:val="a7"/>
            <w:rFonts w:ascii="Times New Roman" w:hAnsi="Times New Roman"/>
            <w:sz w:val="28"/>
            <w:szCs w:val="28"/>
          </w:rPr>
          <w:t>https://www.youtube.com/watch?v=awGG9AvHWSY</w:t>
        </w:r>
      </w:hyperlink>
    </w:p>
    <w:p w:rsidR="00713217" w:rsidRPr="006046BA" w:rsidRDefault="00DB2C55" w:rsidP="006046BA">
      <w:pPr>
        <w:pStyle w:val="a4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C55">
        <w:rPr>
          <w:rFonts w:ascii="Times New Roman" w:hAnsi="Times New Roman"/>
          <w:sz w:val="28"/>
          <w:szCs w:val="28"/>
        </w:rPr>
        <w:t>Мастер-класс Евгения Берегового - «Световая кисть в предметной фотографии»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="007900A8" w:rsidRPr="00DB2C55">
          <w:rPr>
            <w:rStyle w:val="a7"/>
            <w:rFonts w:ascii="Times New Roman" w:hAnsi="Times New Roman"/>
            <w:sz w:val="28"/>
            <w:szCs w:val="28"/>
          </w:rPr>
          <w:t>https://www.youtube.com/watch?v=q4wpGpLI0UI</w:t>
        </w:r>
      </w:hyperlink>
    </w:p>
    <w:sectPr w:rsidR="00713217" w:rsidRPr="006046BA" w:rsidSect="00617B84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A3" w:rsidRDefault="00305BA3" w:rsidP="00617B84">
      <w:pPr>
        <w:spacing w:after="0" w:line="240" w:lineRule="auto"/>
      </w:pPr>
      <w:r>
        <w:separator/>
      </w:r>
    </w:p>
  </w:endnote>
  <w:endnote w:type="continuationSeparator" w:id="0">
    <w:p w:rsidR="00305BA3" w:rsidRDefault="00305BA3" w:rsidP="0061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087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07BC0" w:rsidRPr="00993B96" w:rsidRDefault="00107BC0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993B96">
          <w:rPr>
            <w:rFonts w:ascii="Times New Roman" w:hAnsi="Times New Roman"/>
            <w:sz w:val="24"/>
            <w:szCs w:val="24"/>
          </w:rPr>
          <w:fldChar w:fldCharType="begin"/>
        </w:r>
        <w:r w:rsidRPr="00993B96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993B96">
          <w:rPr>
            <w:rFonts w:ascii="Times New Roman" w:hAnsi="Times New Roman"/>
            <w:sz w:val="24"/>
            <w:szCs w:val="24"/>
          </w:rPr>
          <w:fldChar w:fldCharType="separate"/>
        </w:r>
        <w:r w:rsidR="006D4762">
          <w:rPr>
            <w:rFonts w:ascii="Times New Roman" w:hAnsi="Times New Roman"/>
            <w:noProof/>
            <w:sz w:val="24"/>
            <w:szCs w:val="24"/>
          </w:rPr>
          <w:t>2</w:t>
        </w:r>
        <w:r w:rsidRPr="00993B96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107BC0" w:rsidRDefault="00107BC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A3" w:rsidRDefault="00305BA3" w:rsidP="00617B84">
      <w:pPr>
        <w:spacing w:after="0" w:line="240" w:lineRule="auto"/>
      </w:pPr>
      <w:r>
        <w:separator/>
      </w:r>
    </w:p>
  </w:footnote>
  <w:footnote w:type="continuationSeparator" w:id="0">
    <w:p w:rsidR="00305BA3" w:rsidRDefault="00305BA3" w:rsidP="00617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0069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046A1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A27D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C2E97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C2D3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1C23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EEB5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3695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369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D8008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52665"/>
    <w:multiLevelType w:val="hybridMultilevel"/>
    <w:tmpl w:val="52A84F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55A7F56"/>
    <w:multiLevelType w:val="hybridMultilevel"/>
    <w:tmpl w:val="B95EF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3D3D19"/>
    <w:multiLevelType w:val="hybridMultilevel"/>
    <w:tmpl w:val="47DA0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675085"/>
    <w:multiLevelType w:val="singleLevel"/>
    <w:tmpl w:val="3CDC2634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4">
    <w:nsid w:val="0D84312B"/>
    <w:multiLevelType w:val="hybridMultilevel"/>
    <w:tmpl w:val="D49037BC"/>
    <w:lvl w:ilvl="0" w:tplc="C52CA1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11A34EAE"/>
    <w:multiLevelType w:val="hybridMultilevel"/>
    <w:tmpl w:val="00CCEB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5FF0092"/>
    <w:multiLevelType w:val="hybridMultilevel"/>
    <w:tmpl w:val="35820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18620BA3"/>
    <w:multiLevelType w:val="hybridMultilevel"/>
    <w:tmpl w:val="EBA606A6"/>
    <w:lvl w:ilvl="0" w:tplc="F9CED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F257CFA"/>
    <w:multiLevelType w:val="hybridMultilevel"/>
    <w:tmpl w:val="BE02E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FA2A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0B75326"/>
    <w:multiLevelType w:val="hybridMultilevel"/>
    <w:tmpl w:val="40E2A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1CA4775"/>
    <w:multiLevelType w:val="hybridMultilevel"/>
    <w:tmpl w:val="824632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1F12ADA"/>
    <w:multiLevelType w:val="hybridMultilevel"/>
    <w:tmpl w:val="70B6513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27B5C79"/>
    <w:multiLevelType w:val="hybridMultilevel"/>
    <w:tmpl w:val="C5BE9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7E4F12"/>
    <w:multiLevelType w:val="hybridMultilevel"/>
    <w:tmpl w:val="318E6EBC"/>
    <w:lvl w:ilvl="0" w:tplc="3C3C13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3B97665"/>
    <w:multiLevelType w:val="hybridMultilevel"/>
    <w:tmpl w:val="A1D6F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862475"/>
    <w:multiLevelType w:val="hybridMultilevel"/>
    <w:tmpl w:val="BBB45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DE07E20"/>
    <w:multiLevelType w:val="hybridMultilevel"/>
    <w:tmpl w:val="E0A8438A"/>
    <w:lvl w:ilvl="0" w:tplc="3C3C1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FB96BBA"/>
    <w:multiLevelType w:val="hybridMultilevel"/>
    <w:tmpl w:val="20801C34"/>
    <w:lvl w:ilvl="0" w:tplc="6C347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7B76E9"/>
    <w:multiLevelType w:val="multilevel"/>
    <w:tmpl w:val="30F0E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BF749AA"/>
    <w:multiLevelType w:val="hybridMultilevel"/>
    <w:tmpl w:val="9182C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AB50B8"/>
    <w:multiLevelType w:val="hybridMultilevel"/>
    <w:tmpl w:val="DA8263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D09799B"/>
    <w:multiLevelType w:val="hybridMultilevel"/>
    <w:tmpl w:val="20801C34"/>
    <w:lvl w:ilvl="0" w:tplc="6C347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891B3F"/>
    <w:multiLevelType w:val="hybridMultilevel"/>
    <w:tmpl w:val="F9FE4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E610492"/>
    <w:multiLevelType w:val="hybridMultilevel"/>
    <w:tmpl w:val="0B9E15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E6D57AA"/>
    <w:multiLevelType w:val="hybridMultilevel"/>
    <w:tmpl w:val="E5FCAB46"/>
    <w:lvl w:ilvl="0" w:tplc="D0F62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634EC9"/>
    <w:multiLevelType w:val="hybridMultilevel"/>
    <w:tmpl w:val="D06C63C2"/>
    <w:lvl w:ilvl="0" w:tplc="DBEC6E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8DE6321"/>
    <w:multiLevelType w:val="multilevel"/>
    <w:tmpl w:val="831C6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D936B8B"/>
    <w:multiLevelType w:val="hybridMultilevel"/>
    <w:tmpl w:val="17FEC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AB7E44"/>
    <w:multiLevelType w:val="hybridMultilevel"/>
    <w:tmpl w:val="A4E8C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9A91E98"/>
    <w:multiLevelType w:val="hybridMultilevel"/>
    <w:tmpl w:val="CE9AA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1"/>
  </w:num>
  <w:num w:numId="3">
    <w:abstractNumId w:val="13"/>
  </w:num>
  <w:num w:numId="4">
    <w:abstractNumId w:val="13"/>
    <w:lvlOverride w:ilvl="0">
      <w:lvl w:ilvl="0">
        <w:start w:val="4"/>
        <w:numFmt w:val="decimal"/>
        <w:lvlText w:val="%1.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4"/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6"/>
  </w:num>
  <w:num w:numId="11">
    <w:abstractNumId w:val="15"/>
  </w:num>
  <w:num w:numId="12">
    <w:abstractNumId w:val="29"/>
  </w:num>
  <w:num w:numId="13">
    <w:abstractNumId w:val="37"/>
  </w:num>
  <w:num w:numId="14">
    <w:abstractNumId w:val="34"/>
  </w:num>
  <w:num w:numId="15">
    <w:abstractNumId w:val="17"/>
  </w:num>
  <w:num w:numId="16">
    <w:abstractNumId w:val="25"/>
  </w:num>
  <w:num w:numId="17">
    <w:abstractNumId w:val="14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9"/>
  </w:num>
  <w:num w:numId="30">
    <w:abstractNumId w:val="10"/>
  </w:num>
  <w:num w:numId="31">
    <w:abstractNumId w:val="12"/>
  </w:num>
  <w:num w:numId="32">
    <w:abstractNumId w:val="39"/>
  </w:num>
  <w:num w:numId="33">
    <w:abstractNumId w:val="21"/>
  </w:num>
  <w:num w:numId="34">
    <w:abstractNumId w:val="20"/>
  </w:num>
  <w:num w:numId="35">
    <w:abstractNumId w:val="35"/>
  </w:num>
  <w:num w:numId="36">
    <w:abstractNumId w:val="38"/>
  </w:num>
  <w:num w:numId="37">
    <w:abstractNumId w:val="30"/>
  </w:num>
  <w:num w:numId="38">
    <w:abstractNumId w:val="27"/>
  </w:num>
  <w:num w:numId="39">
    <w:abstractNumId w:val="36"/>
  </w:num>
  <w:num w:numId="40">
    <w:abstractNumId w:val="28"/>
  </w:num>
  <w:num w:numId="41">
    <w:abstractNumId w:val="22"/>
  </w:num>
  <w:num w:numId="42">
    <w:abstractNumId w:val="26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58"/>
    <w:rsid w:val="0000145E"/>
    <w:rsid w:val="00007B4F"/>
    <w:rsid w:val="00013424"/>
    <w:rsid w:val="00014AC2"/>
    <w:rsid w:val="0002447E"/>
    <w:rsid w:val="00034397"/>
    <w:rsid w:val="0005117F"/>
    <w:rsid w:val="00053E3B"/>
    <w:rsid w:val="00071665"/>
    <w:rsid w:val="000718D0"/>
    <w:rsid w:val="00076384"/>
    <w:rsid w:val="000769D0"/>
    <w:rsid w:val="00080449"/>
    <w:rsid w:val="00080982"/>
    <w:rsid w:val="000833BE"/>
    <w:rsid w:val="00094AC6"/>
    <w:rsid w:val="000A0363"/>
    <w:rsid w:val="000B0D8B"/>
    <w:rsid w:val="000B5350"/>
    <w:rsid w:val="000B61C8"/>
    <w:rsid w:val="000C2FB8"/>
    <w:rsid w:val="000E01A6"/>
    <w:rsid w:val="000E5349"/>
    <w:rsid w:val="000F3B76"/>
    <w:rsid w:val="000F4181"/>
    <w:rsid w:val="000F4226"/>
    <w:rsid w:val="000F7B5A"/>
    <w:rsid w:val="0010202A"/>
    <w:rsid w:val="00104C16"/>
    <w:rsid w:val="00107BC0"/>
    <w:rsid w:val="0011571D"/>
    <w:rsid w:val="001161B0"/>
    <w:rsid w:val="001218E0"/>
    <w:rsid w:val="00126B02"/>
    <w:rsid w:val="00133559"/>
    <w:rsid w:val="00137348"/>
    <w:rsid w:val="0015351C"/>
    <w:rsid w:val="00153E83"/>
    <w:rsid w:val="00155437"/>
    <w:rsid w:val="00155FE4"/>
    <w:rsid w:val="00170280"/>
    <w:rsid w:val="001800C1"/>
    <w:rsid w:val="001823AC"/>
    <w:rsid w:val="00182936"/>
    <w:rsid w:val="00186A5F"/>
    <w:rsid w:val="00192DA6"/>
    <w:rsid w:val="00195E14"/>
    <w:rsid w:val="001A0D9C"/>
    <w:rsid w:val="001A0E6A"/>
    <w:rsid w:val="001A72A5"/>
    <w:rsid w:val="001B0CA6"/>
    <w:rsid w:val="001B1DB9"/>
    <w:rsid w:val="001B5C9F"/>
    <w:rsid w:val="001C4E9A"/>
    <w:rsid w:val="001D47C4"/>
    <w:rsid w:val="001D68EE"/>
    <w:rsid w:val="001E0F27"/>
    <w:rsid w:val="001E1A77"/>
    <w:rsid w:val="001E1E7B"/>
    <w:rsid w:val="001E230B"/>
    <w:rsid w:val="00200D13"/>
    <w:rsid w:val="002047FC"/>
    <w:rsid w:val="00206DBA"/>
    <w:rsid w:val="00207131"/>
    <w:rsid w:val="002075FB"/>
    <w:rsid w:val="002138E6"/>
    <w:rsid w:val="0022453A"/>
    <w:rsid w:val="00226323"/>
    <w:rsid w:val="00244C7A"/>
    <w:rsid w:val="00255E61"/>
    <w:rsid w:val="00262349"/>
    <w:rsid w:val="00262E55"/>
    <w:rsid w:val="00270708"/>
    <w:rsid w:val="002719E6"/>
    <w:rsid w:val="002733F1"/>
    <w:rsid w:val="00277166"/>
    <w:rsid w:val="00283E02"/>
    <w:rsid w:val="00292CD9"/>
    <w:rsid w:val="002A5DAF"/>
    <w:rsid w:val="002B40E2"/>
    <w:rsid w:val="002B590A"/>
    <w:rsid w:val="002C25AD"/>
    <w:rsid w:val="002C356B"/>
    <w:rsid w:val="002C63B9"/>
    <w:rsid w:val="002C65A7"/>
    <w:rsid w:val="002D0F8E"/>
    <w:rsid w:val="002D4C3C"/>
    <w:rsid w:val="002D58A9"/>
    <w:rsid w:val="002D63F5"/>
    <w:rsid w:val="002D71ED"/>
    <w:rsid w:val="002E1611"/>
    <w:rsid w:val="002E41BB"/>
    <w:rsid w:val="002F0139"/>
    <w:rsid w:val="002F1DD3"/>
    <w:rsid w:val="002F361E"/>
    <w:rsid w:val="002F3860"/>
    <w:rsid w:val="00300307"/>
    <w:rsid w:val="00303C8B"/>
    <w:rsid w:val="00303F89"/>
    <w:rsid w:val="00305BA3"/>
    <w:rsid w:val="00312236"/>
    <w:rsid w:val="003142BB"/>
    <w:rsid w:val="00316400"/>
    <w:rsid w:val="003169B5"/>
    <w:rsid w:val="00332EA5"/>
    <w:rsid w:val="00344330"/>
    <w:rsid w:val="003512BC"/>
    <w:rsid w:val="00354C2F"/>
    <w:rsid w:val="00354D4A"/>
    <w:rsid w:val="003562B7"/>
    <w:rsid w:val="003577F7"/>
    <w:rsid w:val="00364F57"/>
    <w:rsid w:val="00365521"/>
    <w:rsid w:val="00375E50"/>
    <w:rsid w:val="00382344"/>
    <w:rsid w:val="003872EB"/>
    <w:rsid w:val="00387510"/>
    <w:rsid w:val="00391F70"/>
    <w:rsid w:val="0039514A"/>
    <w:rsid w:val="0039733B"/>
    <w:rsid w:val="003B0B46"/>
    <w:rsid w:val="003B476F"/>
    <w:rsid w:val="003C3C00"/>
    <w:rsid w:val="003C5EE9"/>
    <w:rsid w:val="003D5842"/>
    <w:rsid w:val="003E14D9"/>
    <w:rsid w:val="003E34AB"/>
    <w:rsid w:val="003F1872"/>
    <w:rsid w:val="003F4A89"/>
    <w:rsid w:val="003F590B"/>
    <w:rsid w:val="00413C62"/>
    <w:rsid w:val="00421B5E"/>
    <w:rsid w:val="004314DC"/>
    <w:rsid w:val="00432932"/>
    <w:rsid w:val="00444E43"/>
    <w:rsid w:val="0046225B"/>
    <w:rsid w:val="00465BA4"/>
    <w:rsid w:val="004677A0"/>
    <w:rsid w:val="0047282E"/>
    <w:rsid w:val="0047681C"/>
    <w:rsid w:val="00476E46"/>
    <w:rsid w:val="00484B10"/>
    <w:rsid w:val="00485EAA"/>
    <w:rsid w:val="0049238A"/>
    <w:rsid w:val="004A50C7"/>
    <w:rsid w:val="004B097F"/>
    <w:rsid w:val="004B6907"/>
    <w:rsid w:val="004B7B06"/>
    <w:rsid w:val="004C1784"/>
    <w:rsid w:val="004C5C5A"/>
    <w:rsid w:val="004D1D4F"/>
    <w:rsid w:val="004D6CE7"/>
    <w:rsid w:val="004E2F56"/>
    <w:rsid w:val="004E6493"/>
    <w:rsid w:val="004E684A"/>
    <w:rsid w:val="004F34EC"/>
    <w:rsid w:val="004F7B32"/>
    <w:rsid w:val="00500D4B"/>
    <w:rsid w:val="005034A5"/>
    <w:rsid w:val="0050429C"/>
    <w:rsid w:val="00505C0B"/>
    <w:rsid w:val="005076A4"/>
    <w:rsid w:val="00507866"/>
    <w:rsid w:val="00510928"/>
    <w:rsid w:val="00510BEA"/>
    <w:rsid w:val="005168FB"/>
    <w:rsid w:val="00520CAB"/>
    <w:rsid w:val="00526763"/>
    <w:rsid w:val="00527A79"/>
    <w:rsid w:val="005364D8"/>
    <w:rsid w:val="00542556"/>
    <w:rsid w:val="00551443"/>
    <w:rsid w:val="0055243E"/>
    <w:rsid w:val="00556C3E"/>
    <w:rsid w:val="00573843"/>
    <w:rsid w:val="005A3CC4"/>
    <w:rsid w:val="005B4701"/>
    <w:rsid w:val="005B67A8"/>
    <w:rsid w:val="005B7BF1"/>
    <w:rsid w:val="005C0CAB"/>
    <w:rsid w:val="005C1517"/>
    <w:rsid w:val="005C4F4B"/>
    <w:rsid w:val="005D5F34"/>
    <w:rsid w:val="005D7F73"/>
    <w:rsid w:val="005E5562"/>
    <w:rsid w:val="005E68F8"/>
    <w:rsid w:val="005F1ACC"/>
    <w:rsid w:val="005F55F4"/>
    <w:rsid w:val="005F5ED3"/>
    <w:rsid w:val="005F62FD"/>
    <w:rsid w:val="005F792E"/>
    <w:rsid w:val="005F7AC4"/>
    <w:rsid w:val="006046BA"/>
    <w:rsid w:val="00606719"/>
    <w:rsid w:val="00613F56"/>
    <w:rsid w:val="006163EF"/>
    <w:rsid w:val="00617B84"/>
    <w:rsid w:val="006214B0"/>
    <w:rsid w:val="00625209"/>
    <w:rsid w:val="00632A65"/>
    <w:rsid w:val="00636A9F"/>
    <w:rsid w:val="006431C0"/>
    <w:rsid w:val="006448CC"/>
    <w:rsid w:val="00650256"/>
    <w:rsid w:val="00656E3A"/>
    <w:rsid w:val="0067074A"/>
    <w:rsid w:val="00670904"/>
    <w:rsid w:val="00676CDC"/>
    <w:rsid w:val="00682163"/>
    <w:rsid w:val="00684E07"/>
    <w:rsid w:val="006873F9"/>
    <w:rsid w:val="006926D7"/>
    <w:rsid w:val="006A45A5"/>
    <w:rsid w:val="006A46D8"/>
    <w:rsid w:val="006C5EB7"/>
    <w:rsid w:val="006C64FC"/>
    <w:rsid w:val="006C783F"/>
    <w:rsid w:val="006D34E9"/>
    <w:rsid w:val="006D46B6"/>
    <w:rsid w:val="006D4762"/>
    <w:rsid w:val="006F0D51"/>
    <w:rsid w:val="006F7455"/>
    <w:rsid w:val="00702BC2"/>
    <w:rsid w:val="00702E57"/>
    <w:rsid w:val="00707DB4"/>
    <w:rsid w:val="00712DA4"/>
    <w:rsid w:val="00713217"/>
    <w:rsid w:val="0071538E"/>
    <w:rsid w:val="00715FA5"/>
    <w:rsid w:val="0071606E"/>
    <w:rsid w:val="0073309C"/>
    <w:rsid w:val="007332FF"/>
    <w:rsid w:val="007546E7"/>
    <w:rsid w:val="007619E6"/>
    <w:rsid w:val="00766341"/>
    <w:rsid w:val="0077029C"/>
    <w:rsid w:val="00773267"/>
    <w:rsid w:val="007839EC"/>
    <w:rsid w:val="007848D5"/>
    <w:rsid w:val="007855F8"/>
    <w:rsid w:val="00786CFC"/>
    <w:rsid w:val="007900A8"/>
    <w:rsid w:val="0079332B"/>
    <w:rsid w:val="007944D7"/>
    <w:rsid w:val="00797479"/>
    <w:rsid w:val="007A473F"/>
    <w:rsid w:val="007B4747"/>
    <w:rsid w:val="007B4839"/>
    <w:rsid w:val="007B5848"/>
    <w:rsid w:val="007B5FA8"/>
    <w:rsid w:val="007C450E"/>
    <w:rsid w:val="007C75C8"/>
    <w:rsid w:val="007C7BBD"/>
    <w:rsid w:val="007E026C"/>
    <w:rsid w:val="007E2ED1"/>
    <w:rsid w:val="007E5A4D"/>
    <w:rsid w:val="007E5E97"/>
    <w:rsid w:val="007F1C04"/>
    <w:rsid w:val="008019B8"/>
    <w:rsid w:val="00806370"/>
    <w:rsid w:val="00810B9B"/>
    <w:rsid w:val="00811189"/>
    <w:rsid w:val="008112D3"/>
    <w:rsid w:val="00812CC3"/>
    <w:rsid w:val="00813B86"/>
    <w:rsid w:val="008172E3"/>
    <w:rsid w:val="0082079F"/>
    <w:rsid w:val="00824B8C"/>
    <w:rsid w:val="00833C50"/>
    <w:rsid w:val="00841214"/>
    <w:rsid w:val="00841E71"/>
    <w:rsid w:val="00842037"/>
    <w:rsid w:val="008503C7"/>
    <w:rsid w:val="00853136"/>
    <w:rsid w:val="00865449"/>
    <w:rsid w:val="00866921"/>
    <w:rsid w:val="00871C76"/>
    <w:rsid w:val="00872082"/>
    <w:rsid w:val="00874172"/>
    <w:rsid w:val="00882414"/>
    <w:rsid w:val="0088384B"/>
    <w:rsid w:val="008871D4"/>
    <w:rsid w:val="008932BD"/>
    <w:rsid w:val="00897278"/>
    <w:rsid w:val="008A4D07"/>
    <w:rsid w:val="008B0917"/>
    <w:rsid w:val="008B20CB"/>
    <w:rsid w:val="008B47AF"/>
    <w:rsid w:val="008B5A22"/>
    <w:rsid w:val="008C12A1"/>
    <w:rsid w:val="008C1464"/>
    <w:rsid w:val="008D1B3E"/>
    <w:rsid w:val="008D3BC1"/>
    <w:rsid w:val="008D400E"/>
    <w:rsid w:val="008E62FF"/>
    <w:rsid w:val="008F10D2"/>
    <w:rsid w:val="00901551"/>
    <w:rsid w:val="0090318A"/>
    <w:rsid w:val="00907154"/>
    <w:rsid w:val="009073E6"/>
    <w:rsid w:val="009143D3"/>
    <w:rsid w:val="00922ABB"/>
    <w:rsid w:val="00924837"/>
    <w:rsid w:val="00926207"/>
    <w:rsid w:val="00931D76"/>
    <w:rsid w:val="00934410"/>
    <w:rsid w:val="00935649"/>
    <w:rsid w:val="0093600E"/>
    <w:rsid w:val="009459AE"/>
    <w:rsid w:val="00945DB7"/>
    <w:rsid w:val="009505B2"/>
    <w:rsid w:val="0095119C"/>
    <w:rsid w:val="00954331"/>
    <w:rsid w:val="00960BA4"/>
    <w:rsid w:val="00964323"/>
    <w:rsid w:val="00965452"/>
    <w:rsid w:val="0097652D"/>
    <w:rsid w:val="00984461"/>
    <w:rsid w:val="00993B96"/>
    <w:rsid w:val="00993D6F"/>
    <w:rsid w:val="009B1B0A"/>
    <w:rsid w:val="009B200F"/>
    <w:rsid w:val="009C737D"/>
    <w:rsid w:val="009C7472"/>
    <w:rsid w:val="009C7B75"/>
    <w:rsid w:val="009D52B0"/>
    <w:rsid w:val="009D7644"/>
    <w:rsid w:val="009E1979"/>
    <w:rsid w:val="009E2D2B"/>
    <w:rsid w:val="009E718D"/>
    <w:rsid w:val="009F016F"/>
    <w:rsid w:val="009F0E89"/>
    <w:rsid w:val="009F2FA6"/>
    <w:rsid w:val="009F5207"/>
    <w:rsid w:val="009F5E97"/>
    <w:rsid w:val="009F6EF9"/>
    <w:rsid w:val="00A00F79"/>
    <w:rsid w:val="00A01ED5"/>
    <w:rsid w:val="00A1182C"/>
    <w:rsid w:val="00A153CB"/>
    <w:rsid w:val="00A21EA2"/>
    <w:rsid w:val="00A2223D"/>
    <w:rsid w:val="00A22685"/>
    <w:rsid w:val="00A35F09"/>
    <w:rsid w:val="00A36E7A"/>
    <w:rsid w:val="00A55C65"/>
    <w:rsid w:val="00A60420"/>
    <w:rsid w:val="00A6250C"/>
    <w:rsid w:val="00A63B42"/>
    <w:rsid w:val="00A643E2"/>
    <w:rsid w:val="00A66025"/>
    <w:rsid w:val="00A74D5D"/>
    <w:rsid w:val="00A752B1"/>
    <w:rsid w:val="00A754EF"/>
    <w:rsid w:val="00A77AD5"/>
    <w:rsid w:val="00A8071F"/>
    <w:rsid w:val="00A82C39"/>
    <w:rsid w:val="00A86120"/>
    <w:rsid w:val="00A87756"/>
    <w:rsid w:val="00A977C2"/>
    <w:rsid w:val="00AB2694"/>
    <w:rsid w:val="00AB7786"/>
    <w:rsid w:val="00AD3F50"/>
    <w:rsid w:val="00AE03C1"/>
    <w:rsid w:val="00AE3256"/>
    <w:rsid w:val="00AF62FA"/>
    <w:rsid w:val="00B00594"/>
    <w:rsid w:val="00B01A09"/>
    <w:rsid w:val="00B02208"/>
    <w:rsid w:val="00B0598E"/>
    <w:rsid w:val="00B148A6"/>
    <w:rsid w:val="00B220D2"/>
    <w:rsid w:val="00B27267"/>
    <w:rsid w:val="00B32816"/>
    <w:rsid w:val="00B33DE4"/>
    <w:rsid w:val="00B34929"/>
    <w:rsid w:val="00B35BB7"/>
    <w:rsid w:val="00B35F28"/>
    <w:rsid w:val="00B36F88"/>
    <w:rsid w:val="00B37536"/>
    <w:rsid w:val="00B42FB8"/>
    <w:rsid w:val="00B432BB"/>
    <w:rsid w:val="00B51A5D"/>
    <w:rsid w:val="00B52DC0"/>
    <w:rsid w:val="00B70828"/>
    <w:rsid w:val="00B70BED"/>
    <w:rsid w:val="00B74F66"/>
    <w:rsid w:val="00B81E5F"/>
    <w:rsid w:val="00B85A9D"/>
    <w:rsid w:val="00B87AA8"/>
    <w:rsid w:val="00BA3086"/>
    <w:rsid w:val="00BB2126"/>
    <w:rsid w:val="00BC0BDF"/>
    <w:rsid w:val="00BC6C6E"/>
    <w:rsid w:val="00BC7CC2"/>
    <w:rsid w:val="00BC7E89"/>
    <w:rsid w:val="00BD21A7"/>
    <w:rsid w:val="00BD40D8"/>
    <w:rsid w:val="00BD4EA3"/>
    <w:rsid w:val="00BD51A4"/>
    <w:rsid w:val="00BD7579"/>
    <w:rsid w:val="00BE1267"/>
    <w:rsid w:val="00BE34E8"/>
    <w:rsid w:val="00BF42A8"/>
    <w:rsid w:val="00C01B62"/>
    <w:rsid w:val="00C036DA"/>
    <w:rsid w:val="00C153D1"/>
    <w:rsid w:val="00C17348"/>
    <w:rsid w:val="00C21200"/>
    <w:rsid w:val="00C22AB5"/>
    <w:rsid w:val="00C25B83"/>
    <w:rsid w:val="00C34EFB"/>
    <w:rsid w:val="00C35E81"/>
    <w:rsid w:val="00C37596"/>
    <w:rsid w:val="00C4120C"/>
    <w:rsid w:val="00C41D94"/>
    <w:rsid w:val="00C4301B"/>
    <w:rsid w:val="00C4655C"/>
    <w:rsid w:val="00C52062"/>
    <w:rsid w:val="00C5227F"/>
    <w:rsid w:val="00C60EBB"/>
    <w:rsid w:val="00C613A6"/>
    <w:rsid w:val="00C61EC2"/>
    <w:rsid w:val="00C6614D"/>
    <w:rsid w:val="00C80A45"/>
    <w:rsid w:val="00C81CB0"/>
    <w:rsid w:val="00C91F18"/>
    <w:rsid w:val="00C9338D"/>
    <w:rsid w:val="00C967E5"/>
    <w:rsid w:val="00C9786E"/>
    <w:rsid w:val="00CA3DDB"/>
    <w:rsid w:val="00CA5C8F"/>
    <w:rsid w:val="00CB12BB"/>
    <w:rsid w:val="00CB239B"/>
    <w:rsid w:val="00CB519A"/>
    <w:rsid w:val="00CC398C"/>
    <w:rsid w:val="00CD10E4"/>
    <w:rsid w:val="00CD1B35"/>
    <w:rsid w:val="00CD44A0"/>
    <w:rsid w:val="00CD57B0"/>
    <w:rsid w:val="00CE19F2"/>
    <w:rsid w:val="00CE2C38"/>
    <w:rsid w:val="00CE398D"/>
    <w:rsid w:val="00CE429E"/>
    <w:rsid w:val="00CF0AE3"/>
    <w:rsid w:val="00CF66F7"/>
    <w:rsid w:val="00CF7F6C"/>
    <w:rsid w:val="00D12DF3"/>
    <w:rsid w:val="00D1509B"/>
    <w:rsid w:val="00D16BA7"/>
    <w:rsid w:val="00D2194A"/>
    <w:rsid w:val="00D230F3"/>
    <w:rsid w:val="00D26E07"/>
    <w:rsid w:val="00D2706D"/>
    <w:rsid w:val="00D316B9"/>
    <w:rsid w:val="00D34E16"/>
    <w:rsid w:val="00D366B8"/>
    <w:rsid w:val="00D3769F"/>
    <w:rsid w:val="00D37CF5"/>
    <w:rsid w:val="00D413DC"/>
    <w:rsid w:val="00D45505"/>
    <w:rsid w:val="00D46D36"/>
    <w:rsid w:val="00D5067B"/>
    <w:rsid w:val="00D51227"/>
    <w:rsid w:val="00D51FD0"/>
    <w:rsid w:val="00D52019"/>
    <w:rsid w:val="00D5384D"/>
    <w:rsid w:val="00D574BB"/>
    <w:rsid w:val="00D57A1B"/>
    <w:rsid w:val="00D64613"/>
    <w:rsid w:val="00D6553A"/>
    <w:rsid w:val="00D6648F"/>
    <w:rsid w:val="00D70594"/>
    <w:rsid w:val="00D72726"/>
    <w:rsid w:val="00D74291"/>
    <w:rsid w:val="00D8499A"/>
    <w:rsid w:val="00D861C1"/>
    <w:rsid w:val="00D923EC"/>
    <w:rsid w:val="00D92892"/>
    <w:rsid w:val="00D92C1B"/>
    <w:rsid w:val="00D938C5"/>
    <w:rsid w:val="00D95291"/>
    <w:rsid w:val="00D97A6C"/>
    <w:rsid w:val="00DA56A9"/>
    <w:rsid w:val="00DA57CA"/>
    <w:rsid w:val="00DA5AAB"/>
    <w:rsid w:val="00DB1AAF"/>
    <w:rsid w:val="00DB2C55"/>
    <w:rsid w:val="00DB66B1"/>
    <w:rsid w:val="00DC0BF4"/>
    <w:rsid w:val="00DC5514"/>
    <w:rsid w:val="00DC6ABB"/>
    <w:rsid w:val="00DD377B"/>
    <w:rsid w:val="00DD5E48"/>
    <w:rsid w:val="00DD7E86"/>
    <w:rsid w:val="00DE6F94"/>
    <w:rsid w:val="00DF0560"/>
    <w:rsid w:val="00DF60EB"/>
    <w:rsid w:val="00E002DA"/>
    <w:rsid w:val="00E01326"/>
    <w:rsid w:val="00E0251D"/>
    <w:rsid w:val="00E050B3"/>
    <w:rsid w:val="00E24B96"/>
    <w:rsid w:val="00E30D8B"/>
    <w:rsid w:val="00E3476E"/>
    <w:rsid w:val="00E35E17"/>
    <w:rsid w:val="00E43977"/>
    <w:rsid w:val="00E57A62"/>
    <w:rsid w:val="00E60227"/>
    <w:rsid w:val="00E627DF"/>
    <w:rsid w:val="00E66658"/>
    <w:rsid w:val="00E67A60"/>
    <w:rsid w:val="00E702B2"/>
    <w:rsid w:val="00E75FE7"/>
    <w:rsid w:val="00E81C52"/>
    <w:rsid w:val="00E8211A"/>
    <w:rsid w:val="00E87C96"/>
    <w:rsid w:val="00E91AC1"/>
    <w:rsid w:val="00E92D22"/>
    <w:rsid w:val="00E94547"/>
    <w:rsid w:val="00EA4A2F"/>
    <w:rsid w:val="00EA614A"/>
    <w:rsid w:val="00EA734E"/>
    <w:rsid w:val="00EB0EEC"/>
    <w:rsid w:val="00EB2A2C"/>
    <w:rsid w:val="00EB382B"/>
    <w:rsid w:val="00EB3F2A"/>
    <w:rsid w:val="00EC06E3"/>
    <w:rsid w:val="00ED2829"/>
    <w:rsid w:val="00ED4CD1"/>
    <w:rsid w:val="00EE1933"/>
    <w:rsid w:val="00EE35CE"/>
    <w:rsid w:val="00EE6191"/>
    <w:rsid w:val="00EF0316"/>
    <w:rsid w:val="00EF4F9F"/>
    <w:rsid w:val="00EF5266"/>
    <w:rsid w:val="00F03408"/>
    <w:rsid w:val="00F05893"/>
    <w:rsid w:val="00F1049B"/>
    <w:rsid w:val="00F11F49"/>
    <w:rsid w:val="00F16251"/>
    <w:rsid w:val="00F20C5A"/>
    <w:rsid w:val="00F2396D"/>
    <w:rsid w:val="00F2475D"/>
    <w:rsid w:val="00F2550A"/>
    <w:rsid w:val="00F35A6D"/>
    <w:rsid w:val="00F35BF9"/>
    <w:rsid w:val="00F41CFA"/>
    <w:rsid w:val="00F43514"/>
    <w:rsid w:val="00F50BDC"/>
    <w:rsid w:val="00F51104"/>
    <w:rsid w:val="00F53C93"/>
    <w:rsid w:val="00F55E14"/>
    <w:rsid w:val="00F62DA3"/>
    <w:rsid w:val="00F62FEB"/>
    <w:rsid w:val="00F86B14"/>
    <w:rsid w:val="00F86F92"/>
    <w:rsid w:val="00F8712B"/>
    <w:rsid w:val="00F92393"/>
    <w:rsid w:val="00F93D86"/>
    <w:rsid w:val="00FA29AD"/>
    <w:rsid w:val="00FA33B2"/>
    <w:rsid w:val="00FB2609"/>
    <w:rsid w:val="00FB3BF8"/>
    <w:rsid w:val="00FB71F0"/>
    <w:rsid w:val="00FC35F0"/>
    <w:rsid w:val="00FC5C47"/>
    <w:rsid w:val="00FC756A"/>
    <w:rsid w:val="00FC77BB"/>
    <w:rsid w:val="00FD69BB"/>
    <w:rsid w:val="00FE0CC4"/>
    <w:rsid w:val="00FE201D"/>
    <w:rsid w:val="00FE5BDF"/>
    <w:rsid w:val="00FE604A"/>
    <w:rsid w:val="00FF0BA9"/>
    <w:rsid w:val="00FF2460"/>
    <w:rsid w:val="00FF3148"/>
    <w:rsid w:val="00FF4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C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019B8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AF62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6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19B8"/>
    <w:rPr>
      <w:rFonts w:ascii="Times New Roman" w:hAnsi="Times New Roman" w:cs="Times New Roman"/>
      <w:sz w:val="28"/>
    </w:rPr>
  </w:style>
  <w:style w:type="table" w:styleId="a3">
    <w:name w:val="Table Grid"/>
    <w:basedOn w:val="a1"/>
    <w:uiPriority w:val="99"/>
    <w:rsid w:val="00B52DC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8019B8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8019B8"/>
    <w:pPr>
      <w:spacing w:after="0" w:line="240" w:lineRule="auto"/>
      <w:ind w:left="720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8019B8"/>
    <w:rPr>
      <w:rFonts w:ascii="Times New Roman" w:hAnsi="Times New Roman" w:cs="Times New Roman"/>
      <w:sz w:val="28"/>
    </w:rPr>
  </w:style>
  <w:style w:type="paragraph" w:styleId="a5">
    <w:name w:val="Body Text Indent"/>
    <w:basedOn w:val="a"/>
    <w:link w:val="a6"/>
    <w:uiPriority w:val="99"/>
    <w:semiHidden/>
    <w:rsid w:val="008019B8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8019B8"/>
    <w:rPr>
      <w:rFonts w:ascii="Calibri" w:hAnsi="Calibri" w:cs="Times New Roman"/>
      <w:sz w:val="22"/>
      <w:lang w:eastAsia="en-US"/>
    </w:rPr>
  </w:style>
  <w:style w:type="character" w:customStyle="1" w:styleId="FontStyle103">
    <w:name w:val="Font Style103"/>
    <w:uiPriority w:val="99"/>
    <w:rsid w:val="00E66658"/>
    <w:rPr>
      <w:rFonts w:ascii="Times New Roman" w:hAnsi="Times New Roman"/>
      <w:sz w:val="26"/>
    </w:rPr>
  </w:style>
  <w:style w:type="paragraph" w:customStyle="1" w:styleId="Style17">
    <w:name w:val="Style17"/>
    <w:basedOn w:val="a"/>
    <w:uiPriority w:val="99"/>
    <w:rsid w:val="00E66658"/>
    <w:pPr>
      <w:widowControl w:val="0"/>
      <w:autoSpaceDE w:val="0"/>
      <w:autoSpaceDN w:val="0"/>
      <w:adjustRightInd w:val="0"/>
      <w:spacing w:after="0" w:line="370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66658"/>
    <w:pPr>
      <w:widowControl w:val="0"/>
      <w:autoSpaceDE w:val="0"/>
      <w:autoSpaceDN w:val="0"/>
      <w:adjustRightInd w:val="0"/>
      <w:spacing w:after="0" w:line="370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F62DA3"/>
    <w:rPr>
      <w:rFonts w:cs="Times New Roman"/>
      <w:color w:val="0000FF"/>
      <w:u w:val="single"/>
    </w:rPr>
  </w:style>
  <w:style w:type="character" w:customStyle="1" w:styleId="FontStyle102">
    <w:name w:val="Font Style102"/>
    <w:uiPriority w:val="99"/>
    <w:rsid w:val="00F62DA3"/>
    <w:rPr>
      <w:rFonts w:ascii="Times New Roman" w:hAnsi="Times New Roman"/>
      <w:sz w:val="22"/>
    </w:rPr>
  </w:style>
  <w:style w:type="character" w:styleId="a8">
    <w:name w:val="Strong"/>
    <w:basedOn w:val="a0"/>
    <w:uiPriority w:val="99"/>
    <w:qFormat/>
    <w:locked/>
    <w:rsid w:val="00C81CB0"/>
    <w:rPr>
      <w:rFonts w:cs="Times New Roman"/>
      <w:b/>
    </w:rPr>
  </w:style>
  <w:style w:type="paragraph" w:styleId="a9">
    <w:name w:val="header"/>
    <w:basedOn w:val="a"/>
    <w:link w:val="aa"/>
    <w:uiPriority w:val="99"/>
    <w:unhideWhenUsed/>
    <w:rsid w:val="006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7B84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6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7B84"/>
    <w:rPr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B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B0917"/>
    <w:rPr>
      <w:rFonts w:ascii="Segoe UI" w:hAnsi="Segoe UI" w:cs="Segoe UI"/>
      <w:sz w:val="18"/>
      <w:szCs w:val="18"/>
      <w:lang w:eastAsia="en-US"/>
    </w:rPr>
  </w:style>
  <w:style w:type="character" w:customStyle="1" w:styleId="30">
    <w:name w:val="Заголовок 3 Знак"/>
    <w:basedOn w:val="a0"/>
    <w:link w:val="3"/>
    <w:semiHidden/>
    <w:rsid w:val="002F361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AF62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C613A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613A6"/>
    <w:rPr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unhideWhenUsed/>
    <w:rsid w:val="00C613A6"/>
    <w:rPr>
      <w:vertAlign w:val="superscript"/>
    </w:rPr>
  </w:style>
  <w:style w:type="paragraph" w:styleId="af2">
    <w:name w:val="TOC Heading"/>
    <w:basedOn w:val="1"/>
    <w:next w:val="a"/>
    <w:uiPriority w:val="39"/>
    <w:unhideWhenUsed/>
    <w:qFormat/>
    <w:rsid w:val="00C61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3">
    <w:name w:val="toc 2"/>
    <w:basedOn w:val="a"/>
    <w:next w:val="a"/>
    <w:autoRedefine/>
    <w:uiPriority w:val="39"/>
    <w:locked/>
    <w:rsid w:val="00C613A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locked/>
    <w:rsid w:val="00C613A6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locked/>
    <w:rsid w:val="00C613A6"/>
    <w:pPr>
      <w:spacing w:after="100"/>
    </w:pPr>
  </w:style>
  <w:style w:type="character" w:styleId="af3">
    <w:name w:val="FollowedHyperlink"/>
    <w:basedOn w:val="a0"/>
    <w:uiPriority w:val="99"/>
    <w:semiHidden/>
    <w:unhideWhenUsed/>
    <w:rsid w:val="00DB2C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C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019B8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AF62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6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19B8"/>
    <w:rPr>
      <w:rFonts w:ascii="Times New Roman" w:hAnsi="Times New Roman" w:cs="Times New Roman"/>
      <w:sz w:val="28"/>
    </w:rPr>
  </w:style>
  <w:style w:type="table" w:styleId="a3">
    <w:name w:val="Table Grid"/>
    <w:basedOn w:val="a1"/>
    <w:uiPriority w:val="99"/>
    <w:rsid w:val="00B52DC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8019B8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8019B8"/>
    <w:pPr>
      <w:spacing w:after="0" w:line="240" w:lineRule="auto"/>
      <w:ind w:left="720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8019B8"/>
    <w:rPr>
      <w:rFonts w:ascii="Times New Roman" w:hAnsi="Times New Roman" w:cs="Times New Roman"/>
      <w:sz w:val="28"/>
    </w:rPr>
  </w:style>
  <w:style w:type="paragraph" w:styleId="a5">
    <w:name w:val="Body Text Indent"/>
    <w:basedOn w:val="a"/>
    <w:link w:val="a6"/>
    <w:uiPriority w:val="99"/>
    <w:semiHidden/>
    <w:rsid w:val="008019B8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8019B8"/>
    <w:rPr>
      <w:rFonts w:ascii="Calibri" w:hAnsi="Calibri" w:cs="Times New Roman"/>
      <w:sz w:val="22"/>
      <w:lang w:eastAsia="en-US"/>
    </w:rPr>
  </w:style>
  <w:style w:type="character" w:customStyle="1" w:styleId="FontStyle103">
    <w:name w:val="Font Style103"/>
    <w:uiPriority w:val="99"/>
    <w:rsid w:val="00E66658"/>
    <w:rPr>
      <w:rFonts w:ascii="Times New Roman" w:hAnsi="Times New Roman"/>
      <w:sz w:val="26"/>
    </w:rPr>
  </w:style>
  <w:style w:type="paragraph" w:customStyle="1" w:styleId="Style17">
    <w:name w:val="Style17"/>
    <w:basedOn w:val="a"/>
    <w:uiPriority w:val="99"/>
    <w:rsid w:val="00E66658"/>
    <w:pPr>
      <w:widowControl w:val="0"/>
      <w:autoSpaceDE w:val="0"/>
      <w:autoSpaceDN w:val="0"/>
      <w:adjustRightInd w:val="0"/>
      <w:spacing w:after="0" w:line="370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66658"/>
    <w:pPr>
      <w:widowControl w:val="0"/>
      <w:autoSpaceDE w:val="0"/>
      <w:autoSpaceDN w:val="0"/>
      <w:adjustRightInd w:val="0"/>
      <w:spacing w:after="0" w:line="370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F62DA3"/>
    <w:rPr>
      <w:rFonts w:cs="Times New Roman"/>
      <w:color w:val="0000FF"/>
      <w:u w:val="single"/>
    </w:rPr>
  </w:style>
  <w:style w:type="character" w:customStyle="1" w:styleId="FontStyle102">
    <w:name w:val="Font Style102"/>
    <w:uiPriority w:val="99"/>
    <w:rsid w:val="00F62DA3"/>
    <w:rPr>
      <w:rFonts w:ascii="Times New Roman" w:hAnsi="Times New Roman"/>
      <w:sz w:val="22"/>
    </w:rPr>
  </w:style>
  <w:style w:type="character" w:styleId="a8">
    <w:name w:val="Strong"/>
    <w:basedOn w:val="a0"/>
    <w:uiPriority w:val="99"/>
    <w:qFormat/>
    <w:locked/>
    <w:rsid w:val="00C81CB0"/>
    <w:rPr>
      <w:rFonts w:cs="Times New Roman"/>
      <w:b/>
    </w:rPr>
  </w:style>
  <w:style w:type="paragraph" w:styleId="a9">
    <w:name w:val="header"/>
    <w:basedOn w:val="a"/>
    <w:link w:val="aa"/>
    <w:uiPriority w:val="99"/>
    <w:unhideWhenUsed/>
    <w:rsid w:val="006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7B84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6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7B84"/>
    <w:rPr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B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B0917"/>
    <w:rPr>
      <w:rFonts w:ascii="Segoe UI" w:hAnsi="Segoe UI" w:cs="Segoe UI"/>
      <w:sz w:val="18"/>
      <w:szCs w:val="18"/>
      <w:lang w:eastAsia="en-US"/>
    </w:rPr>
  </w:style>
  <w:style w:type="character" w:customStyle="1" w:styleId="30">
    <w:name w:val="Заголовок 3 Знак"/>
    <w:basedOn w:val="a0"/>
    <w:link w:val="3"/>
    <w:semiHidden/>
    <w:rsid w:val="002F361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AF62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C613A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613A6"/>
    <w:rPr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unhideWhenUsed/>
    <w:rsid w:val="00C613A6"/>
    <w:rPr>
      <w:vertAlign w:val="superscript"/>
    </w:rPr>
  </w:style>
  <w:style w:type="paragraph" w:styleId="af2">
    <w:name w:val="TOC Heading"/>
    <w:basedOn w:val="1"/>
    <w:next w:val="a"/>
    <w:uiPriority w:val="39"/>
    <w:unhideWhenUsed/>
    <w:qFormat/>
    <w:rsid w:val="00C61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3">
    <w:name w:val="toc 2"/>
    <w:basedOn w:val="a"/>
    <w:next w:val="a"/>
    <w:autoRedefine/>
    <w:uiPriority w:val="39"/>
    <w:locked/>
    <w:rsid w:val="00C613A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locked/>
    <w:rsid w:val="00C613A6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locked/>
    <w:rsid w:val="00C613A6"/>
    <w:pPr>
      <w:spacing w:after="100"/>
    </w:pPr>
  </w:style>
  <w:style w:type="character" w:styleId="af3">
    <w:name w:val="FollowedHyperlink"/>
    <w:basedOn w:val="a0"/>
    <w:uiPriority w:val="99"/>
    <w:semiHidden/>
    <w:unhideWhenUsed/>
    <w:rsid w:val="00DB2C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6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awGG9AvHWSY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lgD9aJKv-3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vospitatelmznaya_rabota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pandia.ru/text/category/prakticheskie_rabot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youtube.com/watch?v=q4wpGpLI0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5;&#1090;&#1086;&#1085;\Desktop\&#1054;&#1079;&#1085;&#1072;&#1082;&#1086;&#1084;&#1080;&#1090;&#1077;&#1083;&#1100;&#1085;&#1072;&#1103;%20&#1087;&#1088;&#1086;&#1075;&#1088;&#1072;&#1084;&#1084;&#1072;%20&#1092;&#1086;&#1090;&#1086;&#1084;&#1072;&#1089;&#1090;&#1077;&#1088;\&#1054;&#1079;&#1072;&#1082;&#1086;&#1084;&#1080;&#1090;&#1077;&#1083;&#1100;&#1085;&#1072;&#1103;%20&#1087;&#1088;&#1086;&#1075;&#1088;&#1072;&#1084;&#1084;&#1072;%20&#1092;&#1086;&#1090;&#1086;&#1084;&#1072;&#1089;&#1090;&#1077;&#108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0D756-7C31-4B26-AF9C-603381CD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Озакомительная программа фотомастер</Template>
  <TotalTime>1</TotalTime>
  <Pages>26</Pages>
  <Words>6296</Words>
  <Characters>35890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rmp7</cp:lastModifiedBy>
  <cp:revision>2</cp:revision>
  <cp:lastPrinted>2020-07-31T07:06:00Z</cp:lastPrinted>
  <dcterms:created xsi:type="dcterms:W3CDTF">2020-10-02T09:05:00Z</dcterms:created>
  <dcterms:modified xsi:type="dcterms:W3CDTF">2020-10-02T09:05:00Z</dcterms:modified>
</cp:coreProperties>
</file>